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9C885" w14:textId="5518722B" w:rsidR="007A0375" w:rsidRPr="00017D56" w:rsidRDefault="00326596" w:rsidP="00366785">
      <w:pPr>
        <w:pStyle w:val="HeadlinePresseinfo"/>
        <w:spacing w:before="240" w:after="240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 xml:space="preserve">Digitaltag </w:t>
      </w:r>
      <w:r w:rsidR="004B2E5D" w:rsidRPr="00017D56">
        <w:rPr>
          <w:rFonts w:ascii="TheSans C4s Regular" w:hAnsi="TheSans C4s Regular"/>
        </w:rPr>
        <w:t xml:space="preserve">– Erlebe Digitalisierung! </w:t>
      </w:r>
    </w:p>
    <w:p w14:paraId="0CBE95D9" w14:textId="16685AE2" w:rsidR="00C4343E" w:rsidRPr="00017D56" w:rsidRDefault="00C4343E" w:rsidP="00A54F64">
      <w:pPr>
        <w:pStyle w:val="BITFlietextmitAbsatz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>A</w:t>
      </w:r>
      <w:r w:rsidR="006D749F" w:rsidRPr="00017D56">
        <w:rPr>
          <w:rFonts w:ascii="TheSans C4s Regular" w:hAnsi="TheSans C4s Regular"/>
        </w:rPr>
        <w:t xml:space="preserve">m </w:t>
      </w:r>
      <w:r w:rsidR="00E5155C">
        <w:rPr>
          <w:rFonts w:ascii="TheSans C4s Regular" w:hAnsi="TheSans C4s Regular"/>
        </w:rPr>
        <w:t>2</w:t>
      </w:r>
      <w:r w:rsidR="00872D8D">
        <w:rPr>
          <w:rFonts w:ascii="TheSans C4s Regular" w:hAnsi="TheSans C4s Regular"/>
        </w:rPr>
        <w:t>6</w:t>
      </w:r>
      <w:r w:rsidR="006D749F" w:rsidRPr="00017D56">
        <w:rPr>
          <w:rFonts w:ascii="TheSans C4s Regular" w:hAnsi="TheSans C4s Regular"/>
        </w:rPr>
        <w:t>. Juni 202</w:t>
      </w:r>
      <w:r w:rsidR="00872D8D">
        <w:rPr>
          <w:rFonts w:ascii="TheSans C4s Regular" w:hAnsi="TheSans C4s Regular"/>
        </w:rPr>
        <w:t>6</w:t>
      </w:r>
      <w:r w:rsidRPr="00017D56">
        <w:rPr>
          <w:rFonts w:ascii="TheSans C4s Regular" w:hAnsi="TheSans C4s Regular"/>
        </w:rPr>
        <w:t xml:space="preserve"> findet der </w:t>
      </w:r>
      <w:r w:rsidR="00E5155C">
        <w:rPr>
          <w:rFonts w:ascii="TheSans C4s Regular" w:hAnsi="TheSans C4s Regular"/>
        </w:rPr>
        <w:t>s</w:t>
      </w:r>
      <w:r w:rsidR="00872D8D">
        <w:rPr>
          <w:rFonts w:ascii="TheSans C4s Regular" w:hAnsi="TheSans C4s Regular"/>
        </w:rPr>
        <w:t>iebte</w:t>
      </w:r>
      <w:r w:rsidR="000E55E8" w:rsidRPr="00017D56">
        <w:rPr>
          <w:rFonts w:ascii="TheSans C4s Regular" w:hAnsi="TheSans C4s Regular"/>
        </w:rPr>
        <w:t xml:space="preserve"> bundesweite</w:t>
      </w:r>
      <w:r w:rsidR="006D749F" w:rsidRPr="00017D56">
        <w:rPr>
          <w:rFonts w:ascii="TheSans C4s Regular" w:hAnsi="TheSans C4s Regular"/>
        </w:rPr>
        <w:t xml:space="preserve"> </w:t>
      </w:r>
      <w:r w:rsidRPr="00017D56">
        <w:rPr>
          <w:rFonts w:ascii="TheSans C4s Regular" w:hAnsi="TheSans C4s Regular"/>
        </w:rPr>
        <w:t>Digitaltag statt</w:t>
      </w:r>
      <w:r w:rsidR="006D749F" w:rsidRPr="00017D56">
        <w:rPr>
          <w:rFonts w:ascii="TheSans C4s Regular" w:hAnsi="TheSans C4s Regular"/>
        </w:rPr>
        <w:t xml:space="preserve">. Der Aktionstag </w:t>
      </w:r>
      <w:r w:rsidRPr="00017D56">
        <w:rPr>
          <w:rFonts w:ascii="TheSans C4s Regular" w:hAnsi="TheSans C4s Regular"/>
        </w:rPr>
        <w:t>b</w:t>
      </w:r>
      <w:r w:rsidR="004B2E5D" w:rsidRPr="00017D56">
        <w:rPr>
          <w:rFonts w:ascii="TheSans C4s Regular" w:hAnsi="TheSans C4s Regular"/>
        </w:rPr>
        <w:t xml:space="preserve">ringt Menschen zusammen, </w:t>
      </w:r>
      <w:r w:rsidRPr="00017D56">
        <w:rPr>
          <w:rFonts w:ascii="TheSans C4s Regular" w:hAnsi="TheSans C4s Regular"/>
        </w:rPr>
        <w:t xml:space="preserve">um verschiedenste Aspekte der Digitalisierung zu beleuchten, Chancen und Herausforderungen zu diskutieren und einen breiten gesellschaftlichen Dialog anzustoßen. </w:t>
      </w:r>
      <w:r w:rsidR="00FD21E9">
        <w:rPr>
          <w:rFonts w:ascii="TheSans C4s Regular" w:hAnsi="TheSans C4s Regular"/>
        </w:rPr>
        <w:t>202</w:t>
      </w:r>
      <w:r w:rsidR="00872D8D">
        <w:rPr>
          <w:rFonts w:ascii="TheSans C4s Regular" w:hAnsi="TheSans C4s Regular"/>
        </w:rPr>
        <w:t>6</w:t>
      </w:r>
      <w:r w:rsidR="00FD21E9">
        <w:rPr>
          <w:rFonts w:ascii="TheSans C4s Regular" w:hAnsi="TheSans C4s Regular"/>
        </w:rPr>
        <w:t xml:space="preserve"> steh</w:t>
      </w:r>
      <w:r w:rsidR="00637FB5">
        <w:rPr>
          <w:rFonts w:ascii="TheSans C4s Regular" w:hAnsi="TheSans C4s Regular"/>
        </w:rPr>
        <w:t>t d</w:t>
      </w:r>
      <w:r w:rsidR="00E5155C">
        <w:rPr>
          <w:rFonts w:ascii="TheSans C4s Regular" w:hAnsi="TheSans C4s Regular"/>
        </w:rPr>
        <w:t xml:space="preserve">er Digitaltag unter dem Motto: „Digitale </w:t>
      </w:r>
      <w:r w:rsidR="00872D8D">
        <w:rPr>
          <w:rFonts w:ascii="TheSans C4s Regular" w:hAnsi="TheSans C4s Regular"/>
        </w:rPr>
        <w:t>Sicherheit</w:t>
      </w:r>
      <w:r w:rsidR="00E5155C">
        <w:rPr>
          <w:rFonts w:ascii="TheSans C4s Regular" w:hAnsi="TheSans C4s Regular"/>
        </w:rPr>
        <w:t xml:space="preserve">: </w:t>
      </w:r>
      <w:r w:rsidR="00872D8D">
        <w:rPr>
          <w:rFonts w:ascii="TheSans C4s Regular" w:hAnsi="TheSans C4s Regular"/>
        </w:rPr>
        <w:t>Verstehen. Vermitteln</w:t>
      </w:r>
      <w:r w:rsidR="00E5155C">
        <w:rPr>
          <w:rFonts w:ascii="TheSans C4s Regular" w:hAnsi="TheSans C4s Regular"/>
        </w:rPr>
        <w:t>.</w:t>
      </w:r>
      <w:r w:rsidR="00872D8D">
        <w:rPr>
          <w:rFonts w:ascii="TheSans C4s Regular" w:hAnsi="TheSans C4s Regular"/>
        </w:rPr>
        <w:t xml:space="preserve"> Vertrauen.</w:t>
      </w:r>
      <w:r w:rsidR="00E5155C">
        <w:rPr>
          <w:rFonts w:ascii="TheSans C4s Regular" w:hAnsi="TheSans C4s Regular"/>
        </w:rPr>
        <w:t xml:space="preserve">“ </w:t>
      </w:r>
      <w:r w:rsidRPr="00017D56">
        <w:rPr>
          <w:rFonts w:ascii="TheSans C4s Regular" w:hAnsi="TheSans C4s Regular"/>
        </w:rPr>
        <w:t>Es steht allen offen</w:t>
      </w:r>
      <w:r w:rsidR="006D749F" w:rsidRPr="00017D56">
        <w:rPr>
          <w:rFonts w:ascii="TheSans C4s Regular" w:hAnsi="TheSans C4s Regular"/>
        </w:rPr>
        <w:t xml:space="preserve">, sich mit eigenen Aktionen </w:t>
      </w:r>
      <w:r w:rsidRPr="00017D56">
        <w:rPr>
          <w:rFonts w:ascii="TheSans C4s Regular" w:hAnsi="TheSans C4s Regular"/>
        </w:rPr>
        <w:t>einzubringen – ob Privatperson, Verein, Unternehmen oder öffentliche Hand</w:t>
      </w:r>
      <w:r w:rsidR="00FD21E9">
        <w:rPr>
          <w:rFonts w:ascii="TheSans C4s Regular" w:hAnsi="TheSans C4s Regular"/>
        </w:rPr>
        <w:t xml:space="preserve">. </w:t>
      </w:r>
      <w:r w:rsidR="006D749F" w:rsidRPr="00017D56">
        <w:rPr>
          <w:rFonts w:ascii="TheSans C4s Regular" w:hAnsi="TheSans C4s Regular"/>
        </w:rPr>
        <w:t>Mögliche Formate sind</w:t>
      </w:r>
      <w:r w:rsidRPr="00017D56">
        <w:rPr>
          <w:rFonts w:ascii="TheSans C4s Regular" w:hAnsi="TheSans C4s Regular"/>
        </w:rPr>
        <w:t xml:space="preserve"> </w:t>
      </w:r>
      <w:r w:rsidR="006D749F" w:rsidRPr="00017D56">
        <w:rPr>
          <w:rFonts w:ascii="TheSans C4s Regular" w:hAnsi="TheSans C4s Regular"/>
        </w:rPr>
        <w:t>Dialoge</w:t>
      </w:r>
      <w:r w:rsidRPr="00017D56">
        <w:rPr>
          <w:rFonts w:ascii="TheSans C4s Regular" w:hAnsi="TheSans C4s Regular"/>
        </w:rPr>
        <w:t>, Beratungen, Führungen, Tutorials</w:t>
      </w:r>
      <w:r w:rsidR="006D749F" w:rsidRPr="00017D56">
        <w:rPr>
          <w:rFonts w:ascii="TheSans C4s Regular" w:hAnsi="TheSans C4s Regular"/>
        </w:rPr>
        <w:t xml:space="preserve"> und Seminare</w:t>
      </w:r>
      <w:r w:rsidRPr="00017D56">
        <w:rPr>
          <w:rFonts w:ascii="TheSans C4s Regular" w:hAnsi="TheSans C4s Regular"/>
        </w:rPr>
        <w:t xml:space="preserve"> oder Hackathons. Die einzelnen Aktivitäten werden auf </w:t>
      </w:r>
      <w:hyperlink r:id="rId11" w:history="1">
        <w:r w:rsidRPr="00017D56">
          <w:rPr>
            <w:rStyle w:val="Hyperlink"/>
            <w:rFonts w:ascii="TheSans C4s Regular" w:hAnsi="TheSans C4s Regular"/>
            <w:color w:val="006F32"/>
            <w:szCs w:val="18"/>
          </w:rPr>
          <w:t>www.digitaltag.eu</w:t>
        </w:r>
      </w:hyperlink>
      <w:r w:rsidRPr="00017D56">
        <w:rPr>
          <w:rFonts w:ascii="TheSans C4s Regular" w:hAnsi="TheSans C4s Regular"/>
        </w:rPr>
        <w:t xml:space="preserve"> </w:t>
      </w:r>
      <w:r w:rsidR="006D749F" w:rsidRPr="00017D56">
        <w:rPr>
          <w:rFonts w:ascii="TheSans C4s Regular" w:hAnsi="TheSans C4s Regular"/>
        </w:rPr>
        <w:t>auf einer interaktiven Aktionslandkarte dargestellt.</w:t>
      </w:r>
    </w:p>
    <w:p w14:paraId="06875F4E" w14:textId="2146CFCC" w:rsidR="00C4343E" w:rsidRPr="00017D56" w:rsidRDefault="00F94359" w:rsidP="00F94359">
      <w:pPr>
        <w:pStyle w:val="BITFlietextmitAbsatz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>Ziel des Digitaltags ist die Förderung der digitalen Teilhabe.</w:t>
      </w:r>
      <w:r w:rsidR="00326596" w:rsidRPr="00017D56">
        <w:rPr>
          <w:rFonts w:ascii="TheSans C4s Regular" w:hAnsi="TheSans C4s Regular"/>
        </w:rPr>
        <w:t xml:space="preserve"> Trägerin ist die </w:t>
      </w:r>
      <w:r w:rsidR="00326596" w:rsidRPr="00017D56">
        <w:rPr>
          <w:rFonts w:ascii="TheSans C4s Regular" w:hAnsi="TheSans C4s Regular"/>
          <w:b/>
        </w:rPr>
        <w:t>Initiative „Digital für alle“</w:t>
      </w:r>
      <w:r w:rsidR="00326596" w:rsidRPr="00017D56">
        <w:rPr>
          <w:rFonts w:ascii="TheSans C4s Regular" w:hAnsi="TheSans C4s Regular"/>
        </w:rPr>
        <w:t xml:space="preserve">. Dahinter steht ein breites Bündnis von </w:t>
      </w:r>
      <w:r w:rsidR="00E5155C">
        <w:rPr>
          <w:rFonts w:ascii="TheSans C4s Regular" w:hAnsi="TheSans C4s Regular"/>
        </w:rPr>
        <w:t xml:space="preserve">mehr als 25 Organisationen </w:t>
      </w:r>
      <w:r w:rsidR="00326596" w:rsidRPr="00017D56">
        <w:rPr>
          <w:rFonts w:ascii="TheSans C4s Regular" w:hAnsi="TheSans C4s Regular"/>
        </w:rPr>
        <w:t>aus den Bereichen Zivilgesellschaft, Kultur, Wissenschaft, Wirtschaft, Wohlfahrt und öffentliche Hand.</w:t>
      </w:r>
      <w:r w:rsidRPr="00017D56">
        <w:rPr>
          <w:rFonts w:ascii="TheSans C4s Regular" w:hAnsi="TheSans C4s Regular"/>
        </w:rPr>
        <w:t xml:space="preserve"> Alle Menschen in Deutschland sollen in die Lage versetzt werden, sich selbstbewusst und selbstbestimmt in der digitalen Welt zu bewegen.</w:t>
      </w:r>
    </w:p>
    <w:p w14:paraId="4DF4FC18" w14:textId="77777777" w:rsidR="00E10A06" w:rsidRPr="00017D56" w:rsidRDefault="00E10A06" w:rsidP="00366785">
      <w:pPr>
        <w:pStyle w:val="HeadlinePresseinfo"/>
        <w:spacing w:after="240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>Eigene Aktion angemeldet</w:t>
      </w:r>
    </w:p>
    <w:p w14:paraId="3B0BC799" w14:textId="5AFFA4C5" w:rsidR="00E10A06" w:rsidRPr="00017D56" w:rsidRDefault="00E10A06" w:rsidP="00F94359">
      <w:pPr>
        <w:pStyle w:val="BITFlietextmitAbsatz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 xml:space="preserve">Wir, [Organisationsname], sind beim bundesweiten Digitaltag am </w:t>
      </w:r>
      <w:r w:rsidR="00E5155C">
        <w:rPr>
          <w:rFonts w:ascii="TheSans C4s Regular" w:hAnsi="TheSans C4s Regular"/>
        </w:rPr>
        <w:t>2</w:t>
      </w:r>
      <w:r w:rsidR="003C03B9">
        <w:rPr>
          <w:rFonts w:ascii="TheSans C4s Regular" w:hAnsi="TheSans C4s Regular"/>
        </w:rPr>
        <w:t>6</w:t>
      </w:r>
      <w:r w:rsidRPr="00017D56">
        <w:rPr>
          <w:rFonts w:ascii="TheSans C4s Regular" w:hAnsi="TheSans C4s Regular"/>
        </w:rPr>
        <w:t>. Juni 202</w:t>
      </w:r>
      <w:r w:rsidR="003C03B9">
        <w:rPr>
          <w:rFonts w:ascii="TheSans C4s Regular" w:hAnsi="TheSans C4s Regular"/>
        </w:rPr>
        <w:t>6</w:t>
      </w:r>
      <w:r w:rsidRPr="00017D56">
        <w:rPr>
          <w:rFonts w:ascii="TheSans C4s Regular" w:hAnsi="TheSans C4s Regular"/>
        </w:rPr>
        <w:t xml:space="preserve"> dabei. Bei [Aktionsname] dreht sich alles um [Kurzbeschreibung]. Die Aktion richtet sich an [Zielgruppe]. Wir freuen uns darüber, mit Euch/Ihnen gemeinsam Digitalisierung zu erleben!</w:t>
      </w:r>
    </w:p>
    <w:p w14:paraId="64561109" w14:textId="34A83559" w:rsidR="00E10A06" w:rsidRPr="00017D56" w:rsidRDefault="00E10A06" w:rsidP="00F94359">
      <w:pPr>
        <w:pStyle w:val="BITFlietextmitAbsatz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 xml:space="preserve">Alle Infos zur Aktion finden sich unter [Aktionslink]. </w:t>
      </w:r>
    </w:p>
    <w:p w14:paraId="665FD3E2" w14:textId="003DF846" w:rsidR="00E10A06" w:rsidRPr="00017D56" w:rsidRDefault="00E10A06" w:rsidP="00366785">
      <w:pPr>
        <w:pStyle w:val="HeadlinePresseinfo"/>
        <w:spacing w:before="240" w:after="240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>Aktionsanmeldung allgemein</w:t>
      </w:r>
    </w:p>
    <w:p w14:paraId="05506922" w14:textId="4894B66F" w:rsidR="00E10A06" w:rsidRPr="00017D56" w:rsidRDefault="00E10A06" w:rsidP="00E10A06">
      <w:pPr>
        <w:pStyle w:val="BITFlietextmitAbsatz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 xml:space="preserve">Am </w:t>
      </w:r>
      <w:r w:rsidR="00E5155C">
        <w:rPr>
          <w:rFonts w:ascii="TheSans C4s Regular" w:hAnsi="TheSans C4s Regular"/>
        </w:rPr>
        <w:t>2</w:t>
      </w:r>
      <w:r w:rsidR="003C03B9">
        <w:rPr>
          <w:rFonts w:ascii="TheSans C4s Regular" w:hAnsi="TheSans C4s Regular"/>
        </w:rPr>
        <w:t>6</w:t>
      </w:r>
      <w:r w:rsidRPr="00017D56">
        <w:rPr>
          <w:rFonts w:ascii="TheSans C4s Regular" w:hAnsi="TheSans C4s Regular"/>
        </w:rPr>
        <w:t>. Juni 202</w:t>
      </w:r>
      <w:r w:rsidR="003C03B9">
        <w:rPr>
          <w:rFonts w:ascii="TheSans C4s Regular" w:hAnsi="TheSans C4s Regular"/>
        </w:rPr>
        <w:t>6</w:t>
      </w:r>
      <w:r w:rsidRPr="00017D56">
        <w:rPr>
          <w:rFonts w:ascii="TheSans C4s Regular" w:hAnsi="TheSans C4s Regular"/>
        </w:rPr>
        <w:t xml:space="preserve"> heißt es beim </w:t>
      </w:r>
      <w:r w:rsidR="00E5155C">
        <w:rPr>
          <w:rFonts w:ascii="TheSans C4s Regular" w:hAnsi="TheSans C4s Regular"/>
        </w:rPr>
        <w:t>s</w:t>
      </w:r>
      <w:r w:rsidR="003C03B9">
        <w:rPr>
          <w:rFonts w:ascii="TheSans C4s Regular" w:hAnsi="TheSans C4s Regular"/>
        </w:rPr>
        <w:t>iebten</w:t>
      </w:r>
      <w:r w:rsidRPr="00017D56">
        <w:rPr>
          <w:rFonts w:ascii="TheSans C4s Regular" w:hAnsi="TheSans C4s Regular"/>
        </w:rPr>
        <w:t xml:space="preserve"> bundesweiten Digitaltag: Erlebe Digitalisierung! Alle können sich beim Aktionstag einbringen – ob Privatperson, Verein, Unternehmen oder öffentliche Hand. Formate für Aktionen rund um Themen der Digitalisierung sind vielfältig und reichen von Diskussionen zu KI über Coding-Workshops bis hin zu Tagen der offenen Tür. </w:t>
      </w:r>
    </w:p>
    <w:p w14:paraId="78DE03A2" w14:textId="43C9F7BC" w:rsidR="00E10A06" w:rsidRPr="00017D56" w:rsidRDefault="00E10A06" w:rsidP="00E10A06">
      <w:pPr>
        <w:pStyle w:val="BITFlietextmitAbsatz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 xml:space="preserve">Die Anmeldung von eigenen Aktionen ist über </w:t>
      </w:r>
      <w:hyperlink r:id="rId12" w:history="1">
        <w:r w:rsidR="00017D56" w:rsidRPr="00017D56">
          <w:rPr>
            <w:rStyle w:val="Hyperlink"/>
            <w:rFonts w:ascii="TheSans C4s Regular" w:hAnsi="TheSans C4s Regular"/>
            <w:color w:val="006F32"/>
          </w:rPr>
          <w:t>www.</w:t>
        </w:r>
        <w:r w:rsidRPr="00017D56">
          <w:rPr>
            <w:rStyle w:val="Hyperlink"/>
            <w:rFonts w:ascii="TheSans C4s Regular" w:hAnsi="TheSans C4s Regular"/>
            <w:color w:val="006F32"/>
            <w:szCs w:val="18"/>
          </w:rPr>
          <w:t>digitaltag.eu/aktion-anmelden</w:t>
        </w:r>
      </w:hyperlink>
      <w:r w:rsidRPr="00017D56">
        <w:rPr>
          <w:rFonts w:ascii="TheSans C4s Regular" w:hAnsi="TheSans C4s Regular"/>
          <w:color w:val="92D050"/>
        </w:rPr>
        <w:t xml:space="preserve"> </w:t>
      </w:r>
      <w:r w:rsidRPr="00017D56">
        <w:rPr>
          <w:rFonts w:ascii="TheSans C4s Regular" w:hAnsi="TheSans C4s Regular"/>
        </w:rPr>
        <w:t xml:space="preserve">möglich. Eine frühe Anmeldung lohnt sich. </w:t>
      </w:r>
      <w:r w:rsidR="00366785" w:rsidRPr="00017D56">
        <w:rPr>
          <w:rFonts w:ascii="TheSans C4s Regular" w:hAnsi="TheSans C4s Regular"/>
        </w:rPr>
        <w:t xml:space="preserve">So ist die Aktion lange auf der interaktiven Deutschlandkarte sichtbar und kann besser gefunden werden. </w:t>
      </w:r>
    </w:p>
    <w:p w14:paraId="3413603D" w14:textId="0E460F75" w:rsidR="00E10A06" w:rsidRPr="00017D56" w:rsidRDefault="00E10A06" w:rsidP="00F94359">
      <w:pPr>
        <w:pStyle w:val="BITFlietextmitAbsatz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lastRenderedPageBreak/>
        <w:t xml:space="preserve">Beispiele und Tipps zur Aktionsgestaltung gibt der aktualisierte </w:t>
      </w:r>
      <w:hyperlink r:id="rId13" w:history="1">
        <w:r w:rsidRPr="00017D56">
          <w:rPr>
            <w:rStyle w:val="Hyperlink"/>
            <w:rFonts w:ascii="TheSans C4s Regular" w:hAnsi="TheSans C4s Regular"/>
            <w:color w:val="006F32"/>
            <w:szCs w:val="18"/>
          </w:rPr>
          <w:t>Aktionsleitfaden</w:t>
        </w:r>
      </w:hyperlink>
      <w:r w:rsidRPr="00017D56">
        <w:rPr>
          <w:rFonts w:ascii="TheSans C4s Regular" w:hAnsi="TheSans C4s Regular"/>
        </w:rPr>
        <w:t xml:space="preserve"> oder die regelmäßig stattfindenden virtuellen Info-Veranstaltungen. Aktuelle Termine und nähere Informationen finden sich auf</w:t>
      </w:r>
      <w:r w:rsidR="00017D56">
        <w:rPr>
          <w:rFonts w:ascii="TheSans C4s Regular" w:hAnsi="TheSans C4s Regular"/>
        </w:rPr>
        <w:t xml:space="preserve"> </w:t>
      </w:r>
      <w:hyperlink r:id="rId14" w:history="1">
        <w:r w:rsidR="00017D56" w:rsidRPr="00017D56">
          <w:rPr>
            <w:rStyle w:val="Hyperlink"/>
            <w:rFonts w:ascii="TheSans C4s Regular" w:hAnsi="TheSans C4s Regular"/>
            <w:color w:val="006F32"/>
          </w:rPr>
          <w:t>www.</w:t>
        </w:r>
        <w:r w:rsidRPr="00017D56">
          <w:rPr>
            <w:rStyle w:val="Hyperlink"/>
            <w:rFonts w:ascii="TheSans C4s Regular" w:hAnsi="TheSans C4s Regular"/>
            <w:color w:val="006F32"/>
            <w:szCs w:val="18"/>
          </w:rPr>
          <w:t>digitaltag.eu</w:t>
        </w:r>
      </w:hyperlink>
      <w:r w:rsidRPr="00017D56">
        <w:rPr>
          <w:rStyle w:val="Hyperlink"/>
          <w:rFonts w:ascii="TheSans C4s Regular" w:hAnsi="TheSans C4s Regular"/>
          <w:color w:val="auto"/>
          <w:szCs w:val="18"/>
          <w:u w:val="none"/>
        </w:rPr>
        <w:t>.</w:t>
      </w:r>
      <w:r w:rsidRPr="00017D56">
        <w:rPr>
          <w:rFonts w:ascii="TheSans C4s Regular" w:hAnsi="TheSans C4s Regular"/>
        </w:rPr>
        <w:t xml:space="preserve"> </w:t>
      </w:r>
    </w:p>
    <w:p w14:paraId="6D0D412C" w14:textId="77777777" w:rsidR="008B689C" w:rsidRDefault="004E2B41" w:rsidP="008B689C">
      <w:pPr>
        <w:pStyle w:val="BITAbbinder"/>
        <w:spacing w:after="120" w:line="284" w:lineRule="atLeast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>Partner der Initiative „Digital für alle“:</w:t>
      </w:r>
    </w:p>
    <w:p w14:paraId="0C8DC25E" w14:textId="39D9CF4D" w:rsidR="004E2B41" w:rsidRPr="00017D56" w:rsidRDefault="00017D56" w:rsidP="008B689C">
      <w:pPr>
        <w:pStyle w:val="BITAbbinder"/>
        <w:spacing w:after="120" w:line="284" w:lineRule="atLeast"/>
        <w:rPr>
          <w:rFonts w:ascii="TheSans C4s Regular" w:hAnsi="TheSans C4s Regular"/>
        </w:rPr>
      </w:pPr>
      <w:r w:rsidRPr="00017D56">
        <w:rPr>
          <w:rFonts w:ascii="TheSans C4s Regular" w:hAnsi="TheSans C4s Regular"/>
        </w:rPr>
        <w:t>AWO Bundesverband | Bundesarbeitsgemeinschaft der Senioren-Organisationen (BAGSO) | Bundesverband der Deutschen Industrie (BDI) | Bitkom | Bundeselternrat (BER) | Deutsche Forschungsgemeinschaft (DFG) | Deutscher Bibliotheksverband (</w:t>
      </w:r>
      <w:proofErr w:type="spellStart"/>
      <w:r w:rsidRPr="00017D56">
        <w:rPr>
          <w:rFonts w:ascii="TheSans C4s Regular" w:hAnsi="TheSans C4s Regular"/>
        </w:rPr>
        <w:t>dbv</w:t>
      </w:r>
      <w:proofErr w:type="spellEnd"/>
      <w:r w:rsidRPr="00017D56">
        <w:rPr>
          <w:rFonts w:ascii="TheSans C4s Regular" w:hAnsi="TheSans C4s Regular"/>
        </w:rPr>
        <w:t xml:space="preserve">) | Deutscher Bundesjugendring (DBJR) | Deutscher Caritasverband | Deutscher Kulturrat | Deutscher </w:t>
      </w:r>
      <w:proofErr w:type="spellStart"/>
      <w:r w:rsidRPr="00017D56">
        <w:rPr>
          <w:rFonts w:ascii="TheSans C4s Regular" w:hAnsi="TheSans C4s Regular"/>
        </w:rPr>
        <w:t>LandFrauenverband</w:t>
      </w:r>
      <w:proofErr w:type="spellEnd"/>
      <w:r w:rsidRPr="00017D56">
        <w:rPr>
          <w:rFonts w:ascii="TheSans C4s Regular" w:hAnsi="TheSans C4s Regular"/>
        </w:rPr>
        <w:t xml:space="preserve"> (dlv) | Deutscher Landkreistag (DLT) | Deutscher Naturschutzring (DNR) | Deutscher Olympischer Sportbund (DOSB) | Deutscher Städtetag | Deutscher Städte- und Gemeindebund (DStGB) | Deutscher Volkshochschul-Verband (DVV) | Deutsches Rotes Kreuz (DRK) | Diakonie Deutschland – Evangelisches Werk für Diakonie und Entwicklung | Hartmannbund – Verband der Ärzte Deutschlands | Hochschulrektorenkonferenz (HRK) | TÜV-Verband | Verband kommunaler Unternehmen (VKU) | Verbraucherzentrale Bundesverband (vzbv) | Vereinte Dienstleistungsgewerkschaft (ver.di) |  Zentralverband des deutschen Handwerks (ZDH) | Zentralwohlfahrtsstelle der Juden in Deutschland (ZWST)</w:t>
      </w:r>
    </w:p>
    <w:p w14:paraId="35664EB7" w14:textId="77777777" w:rsidR="00FD5D1E" w:rsidRPr="00017D56" w:rsidRDefault="00FD5D1E" w:rsidP="00BC4FD1">
      <w:pPr>
        <w:pStyle w:val="BITAbbinder"/>
        <w:spacing w:after="284" w:line="284" w:lineRule="atLeast"/>
        <w:rPr>
          <w:rFonts w:ascii="TheSans C4s Regular" w:hAnsi="TheSans C4s Regular"/>
        </w:rPr>
      </w:pPr>
    </w:p>
    <w:sectPr w:rsidR="00FD5D1E" w:rsidRPr="00017D56" w:rsidSect="00312BC5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4180" w:right="3684" w:bottom="794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B5BEA" w14:textId="77777777" w:rsidR="004555DA" w:rsidRDefault="004555DA" w:rsidP="002B7933">
      <w:pPr>
        <w:spacing w:line="240" w:lineRule="auto"/>
      </w:pPr>
      <w:r>
        <w:separator/>
      </w:r>
    </w:p>
  </w:endnote>
  <w:endnote w:type="continuationSeparator" w:id="0">
    <w:p w14:paraId="7E13B7BB" w14:textId="77777777" w:rsidR="004555DA" w:rsidRDefault="004555DA" w:rsidP="002B79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heSansOffice">
    <w:altName w:val="Malgun Gothic"/>
    <w:panose1 w:val="020B0503040302060204"/>
    <w:charset w:val="00"/>
    <w:family w:val="swiss"/>
    <w:pitch w:val="variable"/>
    <w:sig w:usb0="80000027" w:usb1="0000004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C4s Regular">
    <w:panose1 w:val="020B0502050302020203"/>
    <w:charset w:val="00"/>
    <w:family w:val="swiss"/>
    <w:notTrueType/>
    <w:pitch w:val="variable"/>
    <w:sig w:usb0="A00000FF" w:usb1="5000F0FB" w:usb2="00000000" w:usb3="00000000" w:csb0="00000193" w:csb1="00000000"/>
  </w:font>
  <w:font w:name="TheSans C4s Bold">
    <w:panose1 w:val="020B0702050302020203"/>
    <w:charset w:val="00"/>
    <w:family w:val="swiss"/>
    <w:notTrueType/>
    <w:pitch w:val="variable"/>
    <w:sig w:usb0="A00000FF" w:usb1="5000F0FB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2A6C9" w14:textId="77777777" w:rsidR="00416920" w:rsidRDefault="00416920">
    <w:pPr>
      <w:pStyle w:val="Fuzeile"/>
    </w:pPr>
    <w:r>
      <w:rPr>
        <w:noProof/>
        <w:sz w:val="15"/>
        <w:szCs w:val="15"/>
        <w:lang w:eastAsia="de-DE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846F1D6" wp14:editId="04B88BB1">
              <wp:simplePos x="0" y="0"/>
              <wp:positionH relativeFrom="page">
                <wp:posOffset>5616575</wp:posOffset>
              </wp:positionH>
              <wp:positionV relativeFrom="page">
                <wp:posOffset>9892030</wp:posOffset>
              </wp:positionV>
              <wp:extent cx="1620000" cy="180000"/>
              <wp:effectExtent l="0" t="0" r="18415" b="10795"/>
              <wp:wrapNone/>
              <wp:docPr id="8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479D91" w14:textId="77777777" w:rsidR="00416920" w:rsidRPr="000E55E8" w:rsidRDefault="00416920" w:rsidP="000F5600">
                          <w:pPr>
                            <w:pStyle w:val="BITAbsenderBold"/>
                            <w:rPr>
                              <w:rStyle w:val="BITBlau"/>
                              <w:color w:val="006F32"/>
                            </w:rPr>
                          </w:pPr>
                          <w:r w:rsidRPr="000E55E8">
                            <w:rPr>
                              <w:rStyle w:val="BITBlau"/>
                              <w:color w:val="006F32"/>
                            </w:rPr>
                            <w:t>www.digitaltag.eu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46F1D6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442.25pt;margin-top:778.9pt;width:127.55pt;height:14.1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" filled="f" stroked="f" strokeweight=".5pt">
              <v:textbox inset="0,0,0,0">
                <w:txbxContent>
                  <w:p w14:paraId="4F479D91" w14:textId="77777777" w:rsidR="00416920" w:rsidRPr="000E55E8" w:rsidRDefault="00416920" w:rsidP="000F5600">
                    <w:pPr>
                      <w:pStyle w:val="BITAbsenderBold"/>
                      <w:rPr>
                        <w:rStyle w:val="BITBlau"/>
                        <w:color w:val="006F32"/>
                      </w:rPr>
                    </w:pPr>
                    <w:r w:rsidRPr="000E55E8">
                      <w:rPr>
                        <w:rStyle w:val="BITBlau"/>
                        <w:color w:val="006F32"/>
                      </w:rPr>
                      <w:t>www.digitaltag.eu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2C132" w14:textId="77777777" w:rsidR="00416920" w:rsidRDefault="00416920">
    <w:pPr>
      <w:pStyle w:val="Fuzeile"/>
    </w:pPr>
    <w:r>
      <w:rPr>
        <w:noProof/>
        <w:sz w:val="15"/>
        <w:szCs w:val="15"/>
        <w:lang w:eastAsia="de-DE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9B19C3A" wp14:editId="4DC30FF2">
              <wp:simplePos x="0" y="0"/>
              <wp:positionH relativeFrom="page">
                <wp:posOffset>5616575</wp:posOffset>
              </wp:positionH>
              <wp:positionV relativeFrom="page">
                <wp:posOffset>9892030</wp:posOffset>
              </wp:positionV>
              <wp:extent cx="1620000" cy="180000"/>
              <wp:effectExtent l="0" t="0" r="18415" b="10795"/>
              <wp:wrapNone/>
              <wp:docPr id="1" name="Textfeld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0EFF5D" w14:textId="77777777" w:rsidR="00416920" w:rsidRPr="000E55E8" w:rsidRDefault="00416920" w:rsidP="008C203F">
                          <w:pPr>
                            <w:pStyle w:val="BITAbsenderBold"/>
                            <w:rPr>
                              <w:rStyle w:val="BITBlau"/>
                              <w:color w:val="006F32"/>
                            </w:rPr>
                          </w:pPr>
                          <w:hyperlink r:id="rId1" w:history="1">
                            <w:r w:rsidRPr="000E55E8">
                              <w:rPr>
                                <w:rStyle w:val="Hyperlink"/>
                                <w:color w:val="006F32"/>
                                <w:u w:val="none"/>
                              </w:rPr>
                              <w:t>www.digitaltag.eu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B19C3A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8" type="#_x0000_t202" style="position:absolute;margin-left:442.25pt;margin-top:778.9pt;width:127.55pt;height:14.1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" filled="f" stroked="f" strokeweight=".5pt">
              <v:textbox inset="0,0,0,0">
                <w:txbxContent>
                  <w:p w14:paraId="230EFF5D" w14:textId="77777777" w:rsidR="00416920" w:rsidRPr="000E55E8" w:rsidRDefault="00416920" w:rsidP="008C203F">
                    <w:pPr>
                      <w:pStyle w:val="BITAbsenderBold"/>
                      <w:rPr>
                        <w:rStyle w:val="BITBlau"/>
                        <w:color w:val="006F32"/>
                      </w:rPr>
                    </w:pPr>
                    <w:hyperlink r:id="rId2" w:history="1">
                      <w:r w:rsidRPr="000E55E8">
                        <w:rPr>
                          <w:rStyle w:val="Hyperlink"/>
                          <w:color w:val="006F32"/>
                          <w:u w:val="none"/>
                        </w:rPr>
                        <w:t>www.digitaltag.eu</w:t>
                      </w:r>
                    </w:hyperlink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FEBBB" w14:textId="77777777" w:rsidR="004555DA" w:rsidRDefault="004555DA" w:rsidP="002B7933">
      <w:pPr>
        <w:spacing w:line="240" w:lineRule="auto"/>
      </w:pPr>
      <w:r>
        <w:separator/>
      </w:r>
    </w:p>
  </w:footnote>
  <w:footnote w:type="continuationSeparator" w:id="0">
    <w:p w14:paraId="5890BE5B" w14:textId="77777777" w:rsidR="004555DA" w:rsidRDefault="004555DA" w:rsidP="002B79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07F92" w14:textId="77777777" w:rsidR="00416920" w:rsidRDefault="00416920">
    <w:pPr>
      <w:pStyle w:val="Kopfzeile"/>
    </w:pPr>
    <w:r>
      <w:rPr>
        <w:noProof/>
        <w:sz w:val="15"/>
        <w:szCs w:val="15"/>
        <w:lang w:eastAsia="de-DE"/>
      </w:rPr>
      <w:drawing>
        <wp:anchor distT="0" distB="0" distL="114300" distR="114300" simplePos="0" relativeHeight="251662336" behindDoc="1" locked="1" layoutInCell="1" allowOverlap="1" wp14:anchorId="00D79AD0" wp14:editId="297D3F07">
          <wp:simplePos x="0" y="0"/>
          <wp:positionH relativeFrom="page">
            <wp:posOffset>5676900</wp:posOffset>
          </wp:positionH>
          <wp:positionV relativeFrom="page">
            <wp:posOffset>809625</wp:posOffset>
          </wp:positionV>
          <wp:extent cx="1139825" cy="298450"/>
          <wp:effectExtent l="0" t="0" r="3175" b="6350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Bild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1" layoutInCell="1" allowOverlap="1" wp14:anchorId="37910FA3" wp14:editId="5311ADD7">
              <wp:simplePos x="0" y="0"/>
              <wp:positionH relativeFrom="page">
                <wp:posOffset>356235</wp:posOffset>
              </wp:positionH>
              <wp:positionV relativeFrom="page">
                <wp:posOffset>3780790</wp:posOffset>
              </wp:positionV>
              <wp:extent cx="122555" cy="1565910"/>
              <wp:effectExtent l="13335" t="8890" r="6985" b="6350"/>
              <wp:wrapNone/>
              <wp:docPr id="9" name="Gruppieren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2555" cy="1565910"/>
                        <a:chOff x="0" y="0"/>
                        <a:chExt cx="1224" cy="15664"/>
                      </a:xfrm>
                    </wpg:grpSpPr>
                    <wps:wsp>
                      <wps:cNvPr id="10" name="Gerade Verbindung 14"/>
                      <wps:cNvCnPr/>
                      <wps:spPr bwMode="auto">
                        <a:xfrm>
                          <a:off x="0" y="0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96D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Gerade Verbindung 15"/>
                      <wps:cNvCnPr/>
                      <wps:spPr bwMode="auto">
                        <a:xfrm>
                          <a:off x="0" y="15664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A7F8237" id="Gruppieren 13" o:spid="_x0000_s1026" style="position:absolute;margin-left:28.05pt;margin-top:297.7pt;width:9.65pt;height:123.3pt;z-index:251659264;mso-position-horizontal-relative:page;mso-position-vertical-relative:page;mso-width-relative:margin;mso-height-relative:margin" coordsize="1224,1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">
              <v:line id="Gerade Verbindung 14" o:spid="_x0000_s1027" style="position:absolute;visibility:visible;mso-wrap-style:square" from="0,0" to="12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" strokecolor="#0096d7" strokeweight=".5pt"/>
              <v:line id="Gerade Verbindung 15" o:spid="_x0000_s1028" style="position:absolute;visibility:visible;mso-wrap-style:square" from="0,15664" to="1224,15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" strokeweight=".5pt"/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376E1" w14:textId="77777777" w:rsidR="00416920" w:rsidRPr="002D1F82" w:rsidRDefault="00416920" w:rsidP="002D1F82">
    <w:pPr>
      <w:pStyle w:val="Kopfzeile"/>
      <w:rPr>
        <w:sz w:val="15"/>
        <w:szCs w:val="15"/>
      </w:rPr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36D3BCD3" wp14:editId="74360B95">
          <wp:simplePos x="0" y="0"/>
          <wp:positionH relativeFrom="page">
            <wp:posOffset>5676900</wp:posOffset>
          </wp:positionH>
          <wp:positionV relativeFrom="page">
            <wp:posOffset>809625</wp:posOffset>
          </wp:positionV>
          <wp:extent cx="1139825" cy="298450"/>
          <wp:effectExtent l="0" t="0" r="3175" b="6350"/>
          <wp:wrapNone/>
          <wp:docPr id="21" name="Bild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Bild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6192" behindDoc="0" locked="1" layoutInCell="1" allowOverlap="1" wp14:anchorId="33CEE238" wp14:editId="22C93A83">
              <wp:simplePos x="0" y="0"/>
              <wp:positionH relativeFrom="page">
                <wp:posOffset>356235</wp:posOffset>
              </wp:positionH>
              <wp:positionV relativeFrom="page">
                <wp:posOffset>3780790</wp:posOffset>
              </wp:positionV>
              <wp:extent cx="122555" cy="1566545"/>
              <wp:effectExtent l="13335" t="8890" r="6985" b="5715"/>
              <wp:wrapNone/>
              <wp:docPr id="5" name="Gruppieren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2555" cy="1566545"/>
                        <a:chOff x="0" y="0"/>
                        <a:chExt cx="1224" cy="15664"/>
                      </a:xfrm>
                    </wpg:grpSpPr>
                    <wps:wsp>
                      <wps:cNvPr id="6" name="Gerade Verbindung 8"/>
                      <wps:cNvCnPr/>
                      <wps:spPr bwMode="auto">
                        <a:xfrm>
                          <a:off x="0" y="0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96D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Gerade Verbindung 9"/>
                      <wps:cNvCnPr/>
                      <wps:spPr bwMode="auto">
                        <a:xfrm>
                          <a:off x="0" y="15664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AAECD6" id="Gruppieren 12" o:spid="_x0000_s1026" style="position:absolute;margin-left:28.05pt;margin-top:297.7pt;width:9.65pt;height:123.35pt;z-index:251656192;mso-position-horizontal-relative:page;mso-position-vertical-relative:page" coordsize="1224,1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">
              <v:line id="Gerade Verbindung 8" o:spid="_x0000_s1027" style="position:absolute;visibility:visible;mso-wrap-style:square" from="0,0" to="12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" strokecolor="#0096d7" strokeweight=".5pt"/>
              <v:line id="Gerade Verbindung 9" o:spid="_x0000_s1028" style="position:absolute;visibility:visible;mso-wrap-style:square" from="0,15664" to="1224,15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" strokeweight=".5pt"/>
              <w10:wrap anchorx="page" anchory="page"/>
              <w10:anchorlock/>
            </v:group>
          </w:pict>
        </mc:Fallback>
      </mc:AlternateContent>
    </w:r>
    <w:r>
      <w:rPr>
        <w:noProof/>
        <w:color w:val="009FE3"/>
        <w:sz w:val="15"/>
        <w:szCs w:val="15"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CD687F6" wp14:editId="6D2AB012">
              <wp:simplePos x="0" y="0"/>
              <wp:positionH relativeFrom="margin">
                <wp:align>inside</wp:align>
              </wp:positionH>
              <wp:positionV relativeFrom="page">
                <wp:posOffset>1685290</wp:posOffset>
              </wp:positionV>
              <wp:extent cx="4649470" cy="374015"/>
              <wp:effectExtent l="0" t="0" r="17780" b="6985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49638" cy="37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EB6CB6" w14:textId="77777777" w:rsidR="00416920" w:rsidRPr="0076674B" w:rsidRDefault="00C4343E" w:rsidP="007260FD">
                          <w:pPr>
                            <w:pStyle w:val="BITCoverberschrift"/>
                            <w:rPr>
                              <w:rStyle w:val="BITBlau"/>
                              <w:rFonts w:ascii="TheSans C4s Bold" w:hAnsi="TheSans C4s Bold"/>
                              <w:b w:val="0"/>
                              <w:bCs/>
                              <w:color w:val="006F32"/>
                            </w:rPr>
                          </w:pPr>
                          <w:r w:rsidRPr="0076674B">
                            <w:rPr>
                              <w:rStyle w:val="BITBlau"/>
                              <w:rFonts w:ascii="TheSans C4s Bold" w:hAnsi="TheSans C4s Bold"/>
                              <w:b w:val="0"/>
                              <w:bCs/>
                              <w:color w:val="006F32"/>
                            </w:rPr>
                            <w:t>Textbausteine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D687F6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0;margin-top:132.7pt;width:366.1pt;height:29.45pt;z-index:-251652096;visibility:visible;mso-wrap-style:square;mso-width-percent:0;mso-height-percent:0;mso-wrap-distance-left:9pt;mso-wrap-distance-top:0;mso-wrap-distance-right:9pt;mso-wrap-distance-bottom:0;mso-position-horizontal:insid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" filled="f" stroked="f">
              <v:textbox inset="0,0,0,0">
                <w:txbxContent>
                  <w:p w14:paraId="58EB6CB6" w14:textId="77777777" w:rsidR="00416920" w:rsidRPr="0076674B" w:rsidRDefault="00C4343E" w:rsidP="007260FD">
                    <w:pPr>
                      <w:pStyle w:val="BITCoverberschrift"/>
                      <w:rPr>
                        <w:rStyle w:val="BITBlau"/>
                        <w:rFonts w:ascii="TheSans C4s Bold" w:hAnsi="TheSans C4s Bold"/>
                        <w:b w:val="0"/>
                        <w:bCs/>
                        <w:color w:val="006F32"/>
                      </w:rPr>
                    </w:pPr>
                    <w:r w:rsidRPr="0076674B">
                      <w:rPr>
                        <w:rStyle w:val="BITBlau"/>
                        <w:rFonts w:ascii="TheSans C4s Bold" w:hAnsi="TheSans C4s Bold"/>
                        <w:b w:val="0"/>
                        <w:bCs/>
                        <w:color w:val="006F32"/>
                      </w:rPr>
                      <w:t>Textbausteine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303F9"/>
    <w:multiLevelType w:val="multilevel"/>
    <w:tmpl w:val="31166BB2"/>
    <w:lvl w:ilvl="0">
      <w:start w:val="1"/>
      <w:numFmt w:val="bullet"/>
      <w:lvlText w:val=""/>
      <w:lvlJc w:val="left"/>
      <w:pPr>
        <w:ind w:left="181" w:hanging="181"/>
      </w:pPr>
      <w:rPr>
        <w:rFonts w:ascii="Wingdings" w:hAnsi="Wingdings" w:hint="default"/>
        <w:color w:val="009FE3"/>
      </w:rPr>
    </w:lvl>
    <w:lvl w:ilvl="1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842777B"/>
    <w:multiLevelType w:val="multilevel"/>
    <w:tmpl w:val="5662618A"/>
    <w:lvl w:ilvl="0">
      <w:start w:val="1"/>
      <w:numFmt w:val="decimal"/>
      <w:pStyle w:val="BITNummerierung"/>
      <w:lvlText w:val="%1."/>
      <w:lvlJc w:val="left"/>
      <w:pPr>
        <w:ind w:left="181" w:hanging="181"/>
      </w:pPr>
      <w:rPr>
        <w:rFonts w:hint="default"/>
        <w:color w:val="009FE3"/>
      </w:rPr>
    </w:lvl>
    <w:lvl w:ilvl="1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3F03951"/>
    <w:multiLevelType w:val="multilevel"/>
    <w:tmpl w:val="2E249C1C"/>
    <w:lvl w:ilvl="0">
      <w:start w:val="1"/>
      <w:numFmt w:val="bullet"/>
      <w:pStyle w:val="BITAufzhlung"/>
      <w:lvlText w:val=""/>
      <w:lvlJc w:val="left"/>
      <w:pPr>
        <w:ind w:left="181" w:hanging="181"/>
      </w:pPr>
      <w:rPr>
        <w:rFonts w:ascii="Wingdings" w:hAnsi="Wingdings" w:hint="default"/>
        <w:color w:val="287300"/>
      </w:rPr>
    </w:lvl>
    <w:lvl w:ilvl="1">
      <w:start w:val="1"/>
      <w:numFmt w:val="bullet"/>
      <w:lvlText w:val=""/>
      <w:lvlJc w:val="left"/>
      <w:pPr>
        <w:ind w:left="363" w:hanging="18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B1A4F"/>
    <w:multiLevelType w:val="hybridMultilevel"/>
    <w:tmpl w:val="5A4A4180"/>
    <w:lvl w:ilvl="0" w:tplc="28E2D20A">
      <w:start w:val="1"/>
      <w:numFmt w:val="bullet"/>
      <w:lvlText w:val="-"/>
      <w:lvlJc w:val="left"/>
      <w:pPr>
        <w:ind w:left="720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512391">
    <w:abstractNumId w:val="2"/>
  </w:num>
  <w:num w:numId="2" w16cid:durableId="2460402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230569">
    <w:abstractNumId w:val="1"/>
  </w:num>
  <w:num w:numId="4" w16cid:durableId="1110901276">
    <w:abstractNumId w:val="0"/>
  </w:num>
  <w:num w:numId="5" w16cid:durableId="2912546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83B"/>
    <w:rsid w:val="00000E97"/>
    <w:rsid w:val="00001ED2"/>
    <w:rsid w:val="00002169"/>
    <w:rsid w:val="00002EC9"/>
    <w:rsid w:val="0000370A"/>
    <w:rsid w:val="00003909"/>
    <w:rsid w:val="0000760C"/>
    <w:rsid w:val="00010245"/>
    <w:rsid w:val="00014FF4"/>
    <w:rsid w:val="000161D6"/>
    <w:rsid w:val="00016BD5"/>
    <w:rsid w:val="00017D56"/>
    <w:rsid w:val="0002201B"/>
    <w:rsid w:val="00023D82"/>
    <w:rsid w:val="00025E5E"/>
    <w:rsid w:val="00025F57"/>
    <w:rsid w:val="00032C73"/>
    <w:rsid w:val="000346B3"/>
    <w:rsid w:val="000376AF"/>
    <w:rsid w:val="00040E10"/>
    <w:rsid w:val="00040F7B"/>
    <w:rsid w:val="00042437"/>
    <w:rsid w:val="000436EC"/>
    <w:rsid w:val="00046C0C"/>
    <w:rsid w:val="00056B0D"/>
    <w:rsid w:val="00056B1D"/>
    <w:rsid w:val="000603E7"/>
    <w:rsid w:val="000605CB"/>
    <w:rsid w:val="00061EC9"/>
    <w:rsid w:val="00064034"/>
    <w:rsid w:val="00067258"/>
    <w:rsid w:val="00071737"/>
    <w:rsid w:val="0007269A"/>
    <w:rsid w:val="00072C4B"/>
    <w:rsid w:val="00076705"/>
    <w:rsid w:val="00076A8B"/>
    <w:rsid w:val="0008000D"/>
    <w:rsid w:val="0008451D"/>
    <w:rsid w:val="00084EA2"/>
    <w:rsid w:val="00085178"/>
    <w:rsid w:val="00086718"/>
    <w:rsid w:val="00086D0E"/>
    <w:rsid w:val="000879A7"/>
    <w:rsid w:val="0009559F"/>
    <w:rsid w:val="00097AB2"/>
    <w:rsid w:val="000A0B02"/>
    <w:rsid w:val="000A3499"/>
    <w:rsid w:val="000A599D"/>
    <w:rsid w:val="000B0219"/>
    <w:rsid w:val="000B032C"/>
    <w:rsid w:val="000B09BA"/>
    <w:rsid w:val="000B2FEB"/>
    <w:rsid w:val="000C0C21"/>
    <w:rsid w:val="000C35A5"/>
    <w:rsid w:val="000C56A4"/>
    <w:rsid w:val="000C6C11"/>
    <w:rsid w:val="000C6E03"/>
    <w:rsid w:val="000D2D16"/>
    <w:rsid w:val="000D6C18"/>
    <w:rsid w:val="000D6F72"/>
    <w:rsid w:val="000D70F8"/>
    <w:rsid w:val="000D7186"/>
    <w:rsid w:val="000E1B47"/>
    <w:rsid w:val="000E1DC9"/>
    <w:rsid w:val="000E2C6C"/>
    <w:rsid w:val="000E3164"/>
    <w:rsid w:val="000E4361"/>
    <w:rsid w:val="000E55E8"/>
    <w:rsid w:val="000E7120"/>
    <w:rsid w:val="000F079D"/>
    <w:rsid w:val="000F138C"/>
    <w:rsid w:val="000F194F"/>
    <w:rsid w:val="000F3A4B"/>
    <w:rsid w:val="000F480A"/>
    <w:rsid w:val="000F5600"/>
    <w:rsid w:val="00100A6B"/>
    <w:rsid w:val="001017DA"/>
    <w:rsid w:val="00101F77"/>
    <w:rsid w:val="00102F85"/>
    <w:rsid w:val="00104E95"/>
    <w:rsid w:val="00106982"/>
    <w:rsid w:val="00107490"/>
    <w:rsid w:val="001103DE"/>
    <w:rsid w:val="00111288"/>
    <w:rsid w:val="0011595A"/>
    <w:rsid w:val="00116A59"/>
    <w:rsid w:val="00121B25"/>
    <w:rsid w:val="00123E98"/>
    <w:rsid w:val="001262FC"/>
    <w:rsid w:val="001268EF"/>
    <w:rsid w:val="0012694A"/>
    <w:rsid w:val="001277EA"/>
    <w:rsid w:val="0012783B"/>
    <w:rsid w:val="0013037C"/>
    <w:rsid w:val="001313C0"/>
    <w:rsid w:val="001363E9"/>
    <w:rsid w:val="001401D9"/>
    <w:rsid w:val="0014333C"/>
    <w:rsid w:val="001534BD"/>
    <w:rsid w:val="00153F4E"/>
    <w:rsid w:val="001545CA"/>
    <w:rsid w:val="00155141"/>
    <w:rsid w:val="00165682"/>
    <w:rsid w:val="00166C2C"/>
    <w:rsid w:val="00171258"/>
    <w:rsid w:val="00171545"/>
    <w:rsid w:val="001729A7"/>
    <w:rsid w:val="00172FD7"/>
    <w:rsid w:val="0017447C"/>
    <w:rsid w:val="001842D3"/>
    <w:rsid w:val="0018513E"/>
    <w:rsid w:val="00187EB4"/>
    <w:rsid w:val="00190268"/>
    <w:rsid w:val="00191014"/>
    <w:rsid w:val="00191379"/>
    <w:rsid w:val="00191499"/>
    <w:rsid w:val="00191B46"/>
    <w:rsid w:val="001924D8"/>
    <w:rsid w:val="00197B53"/>
    <w:rsid w:val="001A2861"/>
    <w:rsid w:val="001A2CB7"/>
    <w:rsid w:val="001A4688"/>
    <w:rsid w:val="001A4D7B"/>
    <w:rsid w:val="001A6250"/>
    <w:rsid w:val="001A6520"/>
    <w:rsid w:val="001A72BC"/>
    <w:rsid w:val="001B2C19"/>
    <w:rsid w:val="001B3286"/>
    <w:rsid w:val="001B3655"/>
    <w:rsid w:val="001B4420"/>
    <w:rsid w:val="001C008E"/>
    <w:rsid w:val="001C326D"/>
    <w:rsid w:val="001C3AB7"/>
    <w:rsid w:val="001C560C"/>
    <w:rsid w:val="001C5F0B"/>
    <w:rsid w:val="001C689D"/>
    <w:rsid w:val="001C69AE"/>
    <w:rsid w:val="001C7424"/>
    <w:rsid w:val="001D1952"/>
    <w:rsid w:val="001D6E6C"/>
    <w:rsid w:val="001E05B1"/>
    <w:rsid w:val="001E0790"/>
    <w:rsid w:val="001E260B"/>
    <w:rsid w:val="001E2F40"/>
    <w:rsid w:val="001E51B1"/>
    <w:rsid w:val="001E65E9"/>
    <w:rsid w:val="001E7403"/>
    <w:rsid w:val="001E75CD"/>
    <w:rsid w:val="001F2AC0"/>
    <w:rsid w:val="001F2ADF"/>
    <w:rsid w:val="001F33CE"/>
    <w:rsid w:val="001F4FB5"/>
    <w:rsid w:val="002032BE"/>
    <w:rsid w:val="00205111"/>
    <w:rsid w:val="0021017C"/>
    <w:rsid w:val="002101EB"/>
    <w:rsid w:val="002209C2"/>
    <w:rsid w:val="002237DE"/>
    <w:rsid w:val="00226DF1"/>
    <w:rsid w:val="00230F8C"/>
    <w:rsid w:val="00231586"/>
    <w:rsid w:val="002337FE"/>
    <w:rsid w:val="00233B36"/>
    <w:rsid w:val="0023505B"/>
    <w:rsid w:val="002363EE"/>
    <w:rsid w:val="002445B8"/>
    <w:rsid w:val="00245EC5"/>
    <w:rsid w:val="00245F85"/>
    <w:rsid w:val="00247D5C"/>
    <w:rsid w:val="00250093"/>
    <w:rsid w:val="002506FA"/>
    <w:rsid w:val="00251BD9"/>
    <w:rsid w:val="0025268B"/>
    <w:rsid w:val="00252DFC"/>
    <w:rsid w:val="00253C5C"/>
    <w:rsid w:val="00254115"/>
    <w:rsid w:val="00254511"/>
    <w:rsid w:val="00255582"/>
    <w:rsid w:val="00256381"/>
    <w:rsid w:val="00257543"/>
    <w:rsid w:val="0025780E"/>
    <w:rsid w:val="00257F33"/>
    <w:rsid w:val="0026097B"/>
    <w:rsid w:val="00263063"/>
    <w:rsid w:val="00263DDA"/>
    <w:rsid w:val="002657CB"/>
    <w:rsid w:val="00276CBC"/>
    <w:rsid w:val="00277E2C"/>
    <w:rsid w:val="00277F36"/>
    <w:rsid w:val="00282699"/>
    <w:rsid w:val="00282D13"/>
    <w:rsid w:val="00290D18"/>
    <w:rsid w:val="002925A9"/>
    <w:rsid w:val="0029264D"/>
    <w:rsid w:val="00295539"/>
    <w:rsid w:val="0029576C"/>
    <w:rsid w:val="00296D05"/>
    <w:rsid w:val="002A3205"/>
    <w:rsid w:val="002A34BE"/>
    <w:rsid w:val="002B1B1E"/>
    <w:rsid w:val="002B1DB9"/>
    <w:rsid w:val="002B322F"/>
    <w:rsid w:val="002B5150"/>
    <w:rsid w:val="002B7933"/>
    <w:rsid w:val="002C01B3"/>
    <w:rsid w:val="002C0320"/>
    <w:rsid w:val="002C3BE3"/>
    <w:rsid w:val="002C4C6D"/>
    <w:rsid w:val="002C7E34"/>
    <w:rsid w:val="002D0CC5"/>
    <w:rsid w:val="002D1BD3"/>
    <w:rsid w:val="002D1F82"/>
    <w:rsid w:val="002D206B"/>
    <w:rsid w:val="002D3E94"/>
    <w:rsid w:val="002D5718"/>
    <w:rsid w:val="002D6C4C"/>
    <w:rsid w:val="002E134D"/>
    <w:rsid w:val="002E3A2D"/>
    <w:rsid w:val="002E4AFD"/>
    <w:rsid w:val="002E5079"/>
    <w:rsid w:val="002E7FB0"/>
    <w:rsid w:val="002F04B6"/>
    <w:rsid w:val="002F1FF4"/>
    <w:rsid w:val="002F205F"/>
    <w:rsid w:val="002F2D63"/>
    <w:rsid w:val="002F3425"/>
    <w:rsid w:val="002F4B7F"/>
    <w:rsid w:val="002F5398"/>
    <w:rsid w:val="002F597F"/>
    <w:rsid w:val="002F5BBE"/>
    <w:rsid w:val="002F7409"/>
    <w:rsid w:val="00300FB2"/>
    <w:rsid w:val="00302248"/>
    <w:rsid w:val="0030512F"/>
    <w:rsid w:val="0030728D"/>
    <w:rsid w:val="00307F6F"/>
    <w:rsid w:val="00312BC5"/>
    <w:rsid w:val="00314413"/>
    <w:rsid w:val="00316DC1"/>
    <w:rsid w:val="00321401"/>
    <w:rsid w:val="00325114"/>
    <w:rsid w:val="00325205"/>
    <w:rsid w:val="00326596"/>
    <w:rsid w:val="003276E7"/>
    <w:rsid w:val="00330353"/>
    <w:rsid w:val="003338BF"/>
    <w:rsid w:val="00334813"/>
    <w:rsid w:val="00336666"/>
    <w:rsid w:val="00337099"/>
    <w:rsid w:val="00340C66"/>
    <w:rsid w:val="003417BE"/>
    <w:rsid w:val="00342D0E"/>
    <w:rsid w:val="003464B3"/>
    <w:rsid w:val="00346EE7"/>
    <w:rsid w:val="003476B3"/>
    <w:rsid w:val="003500B3"/>
    <w:rsid w:val="0035054B"/>
    <w:rsid w:val="003510B6"/>
    <w:rsid w:val="003538F0"/>
    <w:rsid w:val="003541D2"/>
    <w:rsid w:val="0035733B"/>
    <w:rsid w:val="003608B1"/>
    <w:rsid w:val="003609A1"/>
    <w:rsid w:val="00360A32"/>
    <w:rsid w:val="00362A54"/>
    <w:rsid w:val="0036326C"/>
    <w:rsid w:val="00366785"/>
    <w:rsid w:val="00367757"/>
    <w:rsid w:val="003700B7"/>
    <w:rsid w:val="00370686"/>
    <w:rsid w:val="00371839"/>
    <w:rsid w:val="00374D7D"/>
    <w:rsid w:val="00375308"/>
    <w:rsid w:val="0037640C"/>
    <w:rsid w:val="0038263F"/>
    <w:rsid w:val="00390D6B"/>
    <w:rsid w:val="00393595"/>
    <w:rsid w:val="00393DBD"/>
    <w:rsid w:val="00394517"/>
    <w:rsid w:val="00396141"/>
    <w:rsid w:val="003A0D40"/>
    <w:rsid w:val="003A189C"/>
    <w:rsid w:val="003A54B2"/>
    <w:rsid w:val="003A64E5"/>
    <w:rsid w:val="003A6DAA"/>
    <w:rsid w:val="003A7DA7"/>
    <w:rsid w:val="003B15D4"/>
    <w:rsid w:val="003B1F50"/>
    <w:rsid w:val="003B2427"/>
    <w:rsid w:val="003B3792"/>
    <w:rsid w:val="003B38D7"/>
    <w:rsid w:val="003B765F"/>
    <w:rsid w:val="003C0354"/>
    <w:rsid w:val="003C03B9"/>
    <w:rsid w:val="003C05C6"/>
    <w:rsid w:val="003C26F8"/>
    <w:rsid w:val="003C3EC0"/>
    <w:rsid w:val="003C5A4D"/>
    <w:rsid w:val="003C5EC3"/>
    <w:rsid w:val="003C65CA"/>
    <w:rsid w:val="003D06BA"/>
    <w:rsid w:val="003D08F6"/>
    <w:rsid w:val="003D1C69"/>
    <w:rsid w:val="003D42F5"/>
    <w:rsid w:val="003D5EFE"/>
    <w:rsid w:val="003D7DB5"/>
    <w:rsid w:val="003E03B1"/>
    <w:rsid w:val="003E0781"/>
    <w:rsid w:val="003E0EC7"/>
    <w:rsid w:val="003E1361"/>
    <w:rsid w:val="003E1469"/>
    <w:rsid w:val="003E1A59"/>
    <w:rsid w:val="003E304B"/>
    <w:rsid w:val="003E30EF"/>
    <w:rsid w:val="003E3DA1"/>
    <w:rsid w:val="003E7E7F"/>
    <w:rsid w:val="003F101B"/>
    <w:rsid w:val="003F2272"/>
    <w:rsid w:val="003F2A80"/>
    <w:rsid w:val="003F33CA"/>
    <w:rsid w:val="003F4C9D"/>
    <w:rsid w:val="00400AB2"/>
    <w:rsid w:val="00402272"/>
    <w:rsid w:val="00402973"/>
    <w:rsid w:val="00404A38"/>
    <w:rsid w:val="004103EE"/>
    <w:rsid w:val="00412001"/>
    <w:rsid w:val="0041270B"/>
    <w:rsid w:val="00414F99"/>
    <w:rsid w:val="00415A2F"/>
    <w:rsid w:val="00416920"/>
    <w:rsid w:val="00421BE6"/>
    <w:rsid w:val="00422001"/>
    <w:rsid w:val="004220FF"/>
    <w:rsid w:val="004226E0"/>
    <w:rsid w:val="00422786"/>
    <w:rsid w:val="0042328C"/>
    <w:rsid w:val="00423993"/>
    <w:rsid w:val="00425E1C"/>
    <w:rsid w:val="0042620F"/>
    <w:rsid w:val="0042667F"/>
    <w:rsid w:val="004307A4"/>
    <w:rsid w:val="00430F10"/>
    <w:rsid w:val="00431AC6"/>
    <w:rsid w:val="004324D9"/>
    <w:rsid w:val="004344FD"/>
    <w:rsid w:val="00434F13"/>
    <w:rsid w:val="00435D93"/>
    <w:rsid w:val="00441F61"/>
    <w:rsid w:val="00443DB3"/>
    <w:rsid w:val="00444F0B"/>
    <w:rsid w:val="0044774D"/>
    <w:rsid w:val="00454FF1"/>
    <w:rsid w:val="004555DA"/>
    <w:rsid w:val="004564B5"/>
    <w:rsid w:val="00456F3D"/>
    <w:rsid w:val="0045712C"/>
    <w:rsid w:val="00457408"/>
    <w:rsid w:val="00457E59"/>
    <w:rsid w:val="004605C0"/>
    <w:rsid w:val="00460FEA"/>
    <w:rsid w:val="00466605"/>
    <w:rsid w:val="0047243D"/>
    <w:rsid w:val="004743B2"/>
    <w:rsid w:val="004753B9"/>
    <w:rsid w:val="0047594F"/>
    <w:rsid w:val="004762F6"/>
    <w:rsid w:val="004800DF"/>
    <w:rsid w:val="00481271"/>
    <w:rsid w:val="004826CA"/>
    <w:rsid w:val="00483094"/>
    <w:rsid w:val="00483186"/>
    <w:rsid w:val="004834BF"/>
    <w:rsid w:val="0048567F"/>
    <w:rsid w:val="00490713"/>
    <w:rsid w:val="00491E54"/>
    <w:rsid w:val="004925B9"/>
    <w:rsid w:val="004933E5"/>
    <w:rsid w:val="004939AD"/>
    <w:rsid w:val="00494D15"/>
    <w:rsid w:val="004972E9"/>
    <w:rsid w:val="00497791"/>
    <w:rsid w:val="00497B9F"/>
    <w:rsid w:val="004A164E"/>
    <w:rsid w:val="004A31F9"/>
    <w:rsid w:val="004A36F4"/>
    <w:rsid w:val="004A7C7F"/>
    <w:rsid w:val="004B1539"/>
    <w:rsid w:val="004B2E5D"/>
    <w:rsid w:val="004B4EEA"/>
    <w:rsid w:val="004B7543"/>
    <w:rsid w:val="004B7578"/>
    <w:rsid w:val="004C0335"/>
    <w:rsid w:val="004C28D9"/>
    <w:rsid w:val="004C2EF0"/>
    <w:rsid w:val="004C361C"/>
    <w:rsid w:val="004C52E8"/>
    <w:rsid w:val="004C5E2F"/>
    <w:rsid w:val="004C6688"/>
    <w:rsid w:val="004C7AAF"/>
    <w:rsid w:val="004D333C"/>
    <w:rsid w:val="004D421F"/>
    <w:rsid w:val="004D60DE"/>
    <w:rsid w:val="004D796D"/>
    <w:rsid w:val="004E2283"/>
    <w:rsid w:val="004E2A87"/>
    <w:rsid w:val="004E2B41"/>
    <w:rsid w:val="004E31DB"/>
    <w:rsid w:val="004E37BA"/>
    <w:rsid w:val="004E61B8"/>
    <w:rsid w:val="004F1647"/>
    <w:rsid w:val="004F188D"/>
    <w:rsid w:val="004F3DF3"/>
    <w:rsid w:val="004F43B5"/>
    <w:rsid w:val="00500DA8"/>
    <w:rsid w:val="00501537"/>
    <w:rsid w:val="00501CF6"/>
    <w:rsid w:val="005034C7"/>
    <w:rsid w:val="005034E6"/>
    <w:rsid w:val="00505A42"/>
    <w:rsid w:val="00507185"/>
    <w:rsid w:val="0050728A"/>
    <w:rsid w:val="00507ACA"/>
    <w:rsid w:val="00511774"/>
    <w:rsid w:val="00511A7C"/>
    <w:rsid w:val="00511C64"/>
    <w:rsid w:val="00513338"/>
    <w:rsid w:val="00513A42"/>
    <w:rsid w:val="00517D6C"/>
    <w:rsid w:val="005218BA"/>
    <w:rsid w:val="00522EEE"/>
    <w:rsid w:val="00525013"/>
    <w:rsid w:val="00526AED"/>
    <w:rsid w:val="00527288"/>
    <w:rsid w:val="005274F3"/>
    <w:rsid w:val="0052781C"/>
    <w:rsid w:val="0053037E"/>
    <w:rsid w:val="00531A36"/>
    <w:rsid w:val="00532908"/>
    <w:rsid w:val="0053330B"/>
    <w:rsid w:val="00535331"/>
    <w:rsid w:val="005362AC"/>
    <w:rsid w:val="0053707F"/>
    <w:rsid w:val="0053781C"/>
    <w:rsid w:val="005402B9"/>
    <w:rsid w:val="00541CE7"/>
    <w:rsid w:val="0054292A"/>
    <w:rsid w:val="005447AE"/>
    <w:rsid w:val="0054550A"/>
    <w:rsid w:val="00546821"/>
    <w:rsid w:val="00546900"/>
    <w:rsid w:val="00546F31"/>
    <w:rsid w:val="00551DFE"/>
    <w:rsid w:val="0055312F"/>
    <w:rsid w:val="0055430B"/>
    <w:rsid w:val="005562A5"/>
    <w:rsid w:val="005574FC"/>
    <w:rsid w:val="00562A05"/>
    <w:rsid w:val="005630DB"/>
    <w:rsid w:val="00563D31"/>
    <w:rsid w:val="0056494A"/>
    <w:rsid w:val="00564BBB"/>
    <w:rsid w:val="00565EEF"/>
    <w:rsid w:val="00566697"/>
    <w:rsid w:val="00571D08"/>
    <w:rsid w:val="005742DB"/>
    <w:rsid w:val="00575436"/>
    <w:rsid w:val="00575627"/>
    <w:rsid w:val="0057634B"/>
    <w:rsid w:val="00582E0D"/>
    <w:rsid w:val="00582EEB"/>
    <w:rsid w:val="0058644C"/>
    <w:rsid w:val="00586BEA"/>
    <w:rsid w:val="00587BB6"/>
    <w:rsid w:val="00587C56"/>
    <w:rsid w:val="0059183B"/>
    <w:rsid w:val="00594F28"/>
    <w:rsid w:val="005A019C"/>
    <w:rsid w:val="005A2187"/>
    <w:rsid w:val="005A2990"/>
    <w:rsid w:val="005A496D"/>
    <w:rsid w:val="005A781D"/>
    <w:rsid w:val="005B3605"/>
    <w:rsid w:val="005B363B"/>
    <w:rsid w:val="005B56D5"/>
    <w:rsid w:val="005B5749"/>
    <w:rsid w:val="005D0A6C"/>
    <w:rsid w:val="005D3452"/>
    <w:rsid w:val="005D42D4"/>
    <w:rsid w:val="005D5EFC"/>
    <w:rsid w:val="005D6B91"/>
    <w:rsid w:val="005E0E15"/>
    <w:rsid w:val="005E1E4B"/>
    <w:rsid w:val="005E402B"/>
    <w:rsid w:val="005E5F5B"/>
    <w:rsid w:val="005F2C7B"/>
    <w:rsid w:val="005F3719"/>
    <w:rsid w:val="005F5C13"/>
    <w:rsid w:val="005F7220"/>
    <w:rsid w:val="00600587"/>
    <w:rsid w:val="00603224"/>
    <w:rsid w:val="00603C5E"/>
    <w:rsid w:val="00603EE4"/>
    <w:rsid w:val="006044E2"/>
    <w:rsid w:val="0060627E"/>
    <w:rsid w:val="00606750"/>
    <w:rsid w:val="00607227"/>
    <w:rsid w:val="00607BCB"/>
    <w:rsid w:val="00615F02"/>
    <w:rsid w:val="00617B3E"/>
    <w:rsid w:val="006209AE"/>
    <w:rsid w:val="00622532"/>
    <w:rsid w:val="00622D1E"/>
    <w:rsid w:val="00624470"/>
    <w:rsid w:val="00625ACE"/>
    <w:rsid w:val="00627A9D"/>
    <w:rsid w:val="00627FC8"/>
    <w:rsid w:val="006300F6"/>
    <w:rsid w:val="0063278D"/>
    <w:rsid w:val="00633F63"/>
    <w:rsid w:val="00634624"/>
    <w:rsid w:val="00637924"/>
    <w:rsid w:val="00637FB5"/>
    <w:rsid w:val="00641119"/>
    <w:rsid w:val="00643618"/>
    <w:rsid w:val="0065007E"/>
    <w:rsid w:val="00650441"/>
    <w:rsid w:val="00651587"/>
    <w:rsid w:val="00651B23"/>
    <w:rsid w:val="00654434"/>
    <w:rsid w:val="0065751B"/>
    <w:rsid w:val="00657EAC"/>
    <w:rsid w:val="0066161E"/>
    <w:rsid w:val="006626B6"/>
    <w:rsid w:val="00662F44"/>
    <w:rsid w:val="00671CC6"/>
    <w:rsid w:val="00671F50"/>
    <w:rsid w:val="00672066"/>
    <w:rsid w:val="00674E1D"/>
    <w:rsid w:val="006763E5"/>
    <w:rsid w:val="0068060C"/>
    <w:rsid w:val="006810EA"/>
    <w:rsid w:val="0068144A"/>
    <w:rsid w:val="0068182E"/>
    <w:rsid w:val="00682543"/>
    <w:rsid w:val="0068363D"/>
    <w:rsid w:val="00685240"/>
    <w:rsid w:val="006874E9"/>
    <w:rsid w:val="00690643"/>
    <w:rsid w:val="006907C1"/>
    <w:rsid w:val="00691004"/>
    <w:rsid w:val="00692312"/>
    <w:rsid w:val="006925BE"/>
    <w:rsid w:val="006A0574"/>
    <w:rsid w:val="006A0FA8"/>
    <w:rsid w:val="006A232F"/>
    <w:rsid w:val="006A6315"/>
    <w:rsid w:val="006A7516"/>
    <w:rsid w:val="006A7C06"/>
    <w:rsid w:val="006B02BB"/>
    <w:rsid w:val="006B046A"/>
    <w:rsid w:val="006B4032"/>
    <w:rsid w:val="006B6111"/>
    <w:rsid w:val="006B682E"/>
    <w:rsid w:val="006B7CB7"/>
    <w:rsid w:val="006C2920"/>
    <w:rsid w:val="006C304F"/>
    <w:rsid w:val="006C5621"/>
    <w:rsid w:val="006C6502"/>
    <w:rsid w:val="006C78BA"/>
    <w:rsid w:val="006D0232"/>
    <w:rsid w:val="006D1D8E"/>
    <w:rsid w:val="006D1F95"/>
    <w:rsid w:val="006D49C0"/>
    <w:rsid w:val="006D5003"/>
    <w:rsid w:val="006D6194"/>
    <w:rsid w:val="006D6740"/>
    <w:rsid w:val="006D6AC3"/>
    <w:rsid w:val="006D6E20"/>
    <w:rsid w:val="006D749F"/>
    <w:rsid w:val="006D77FD"/>
    <w:rsid w:val="006E0A5B"/>
    <w:rsid w:val="006E2519"/>
    <w:rsid w:val="006E4F62"/>
    <w:rsid w:val="006E5F5B"/>
    <w:rsid w:val="006E6B40"/>
    <w:rsid w:val="006E700F"/>
    <w:rsid w:val="006F0D17"/>
    <w:rsid w:val="006F1854"/>
    <w:rsid w:val="006F2630"/>
    <w:rsid w:val="006F2A04"/>
    <w:rsid w:val="006F5411"/>
    <w:rsid w:val="00700FB7"/>
    <w:rsid w:val="00703FE1"/>
    <w:rsid w:val="007049ED"/>
    <w:rsid w:val="00705729"/>
    <w:rsid w:val="00706B5C"/>
    <w:rsid w:val="00706EFE"/>
    <w:rsid w:val="00710F46"/>
    <w:rsid w:val="00712092"/>
    <w:rsid w:val="00712B98"/>
    <w:rsid w:val="0071322D"/>
    <w:rsid w:val="00714080"/>
    <w:rsid w:val="00715762"/>
    <w:rsid w:val="00716DEA"/>
    <w:rsid w:val="0071730A"/>
    <w:rsid w:val="00721550"/>
    <w:rsid w:val="007220E2"/>
    <w:rsid w:val="00723EFD"/>
    <w:rsid w:val="007260FD"/>
    <w:rsid w:val="00726D01"/>
    <w:rsid w:val="0072705F"/>
    <w:rsid w:val="007309E8"/>
    <w:rsid w:val="00731C0C"/>
    <w:rsid w:val="0073222C"/>
    <w:rsid w:val="00733B81"/>
    <w:rsid w:val="00733DA4"/>
    <w:rsid w:val="00734A53"/>
    <w:rsid w:val="00735F69"/>
    <w:rsid w:val="0073611D"/>
    <w:rsid w:val="0073772C"/>
    <w:rsid w:val="00737F6F"/>
    <w:rsid w:val="007417EC"/>
    <w:rsid w:val="00741D48"/>
    <w:rsid w:val="00742D3E"/>
    <w:rsid w:val="00744988"/>
    <w:rsid w:val="007459C6"/>
    <w:rsid w:val="00750450"/>
    <w:rsid w:val="00750FE5"/>
    <w:rsid w:val="00760A34"/>
    <w:rsid w:val="0076264C"/>
    <w:rsid w:val="00762E28"/>
    <w:rsid w:val="00762E5E"/>
    <w:rsid w:val="00762FB8"/>
    <w:rsid w:val="00763CC7"/>
    <w:rsid w:val="00765ED3"/>
    <w:rsid w:val="0076674B"/>
    <w:rsid w:val="00766E0E"/>
    <w:rsid w:val="0076711D"/>
    <w:rsid w:val="007707ED"/>
    <w:rsid w:val="00773596"/>
    <w:rsid w:val="00773AB0"/>
    <w:rsid w:val="007763E4"/>
    <w:rsid w:val="007770E8"/>
    <w:rsid w:val="00781CAC"/>
    <w:rsid w:val="00782816"/>
    <w:rsid w:val="00782AEF"/>
    <w:rsid w:val="007838A2"/>
    <w:rsid w:val="007860EE"/>
    <w:rsid w:val="007862CB"/>
    <w:rsid w:val="00786D7D"/>
    <w:rsid w:val="007870D4"/>
    <w:rsid w:val="007872A5"/>
    <w:rsid w:val="00787726"/>
    <w:rsid w:val="00787927"/>
    <w:rsid w:val="00790570"/>
    <w:rsid w:val="00791A20"/>
    <w:rsid w:val="00791A54"/>
    <w:rsid w:val="00791DDE"/>
    <w:rsid w:val="00792866"/>
    <w:rsid w:val="0079287E"/>
    <w:rsid w:val="00792CBA"/>
    <w:rsid w:val="007936D0"/>
    <w:rsid w:val="00795829"/>
    <w:rsid w:val="007962E1"/>
    <w:rsid w:val="00796EE4"/>
    <w:rsid w:val="007A0375"/>
    <w:rsid w:val="007A0958"/>
    <w:rsid w:val="007A1D1B"/>
    <w:rsid w:val="007A4392"/>
    <w:rsid w:val="007A52A7"/>
    <w:rsid w:val="007A6453"/>
    <w:rsid w:val="007B2982"/>
    <w:rsid w:val="007B4DBB"/>
    <w:rsid w:val="007B68EF"/>
    <w:rsid w:val="007B6DC9"/>
    <w:rsid w:val="007C01DE"/>
    <w:rsid w:val="007C085C"/>
    <w:rsid w:val="007C3C71"/>
    <w:rsid w:val="007C5972"/>
    <w:rsid w:val="007C637E"/>
    <w:rsid w:val="007D192A"/>
    <w:rsid w:val="007D39C0"/>
    <w:rsid w:val="007D6C6A"/>
    <w:rsid w:val="007E01BE"/>
    <w:rsid w:val="007E0861"/>
    <w:rsid w:val="007E466F"/>
    <w:rsid w:val="007E5746"/>
    <w:rsid w:val="007F0A75"/>
    <w:rsid w:val="007F1D86"/>
    <w:rsid w:val="007F351E"/>
    <w:rsid w:val="007F52B7"/>
    <w:rsid w:val="007F5EE5"/>
    <w:rsid w:val="007F76C7"/>
    <w:rsid w:val="007F7DF7"/>
    <w:rsid w:val="00803B4B"/>
    <w:rsid w:val="00803F6B"/>
    <w:rsid w:val="00807873"/>
    <w:rsid w:val="008101EE"/>
    <w:rsid w:val="00812254"/>
    <w:rsid w:val="00813F52"/>
    <w:rsid w:val="0081409E"/>
    <w:rsid w:val="008161BD"/>
    <w:rsid w:val="008163AE"/>
    <w:rsid w:val="0081698A"/>
    <w:rsid w:val="00820832"/>
    <w:rsid w:val="00823A8F"/>
    <w:rsid w:val="008254D5"/>
    <w:rsid w:val="008279EC"/>
    <w:rsid w:val="00827BA6"/>
    <w:rsid w:val="00827D50"/>
    <w:rsid w:val="00831658"/>
    <w:rsid w:val="00832108"/>
    <w:rsid w:val="00832B79"/>
    <w:rsid w:val="00833875"/>
    <w:rsid w:val="00833EEA"/>
    <w:rsid w:val="00833EFB"/>
    <w:rsid w:val="0083426D"/>
    <w:rsid w:val="00834B7A"/>
    <w:rsid w:val="00835060"/>
    <w:rsid w:val="00835149"/>
    <w:rsid w:val="00837C2F"/>
    <w:rsid w:val="00840081"/>
    <w:rsid w:val="00840216"/>
    <w:rsid w:val="0084021F"/>
    <w:rsid w:val="00840807"/>
    <w:rsid w:val="00842B71"/>
    <w:rsid w:val="008455EE"/>
    <w:rsid w:val="00847DAE"/>
    <w:rsid w:val="0085442F"/>
    <w:rsid w:val="00855EA1"/>
    <w:rsid w:val="00856F77"/>
    <w:rsid w:val="00857DB3"/>
    <w:rsid w:val="008633CB"/>
    <w:rsid w:val="00863652"/>
    <w:rsid w:val="008672CE"/>
    <w:rsid w:val="00867AB8"/>
    <w:rsid w:val="00867C1F"/>
    <w:rsid w:val="00870413"/>
    <w:rsid w:val="0087205B"/>
    <w:rsid w:val="0087237D"/>
    <w:rsid w:val="00872D8D"/>
    <w:rsid w:val="00873C97"/>
    <w:rsid w:val="008757A2"/>
    <w:rsid w:val="00882ACA"/>
    <w:rsid w:val="00882C27"/>
    <w:rsid w:val="00883B18"/>
    <w:rsid w:val="008841AE"/>
    <w:rsid w:val="0088532C"/>
    <w:rsid w:val="00886019"/>
    <w:rsid w:val="00887396"/>
    <w:rsid w:val="00887B33"/>
    <w:rsid w:val="00892EE2"/>
    <w:rsid w:val="008968D0"/>
    <w:rsid w:val="0089695F"/>
    <w:rsid w:val="00897820"/>
    <w:rsid w:val="008A2244"/>
    <w:rsid w:val="008A3CC3"/>
    <w:rsid w:val="008A56B1"/>
    <w:rsid w:val="008A6F3B"/>
    <w:rsid w:val="008B05DB"/>
    <w:rsid w:val="008B19B0"/>
    <w:rsid w:val="008B1DC3"/>
    <w:rsid w:val="008B1FE0"/>
    <w:rsid w:val="008B4D0C"/>
    <w:rsid w:val="008B5993"/>
    <w:rsid w:val="008B5B26"/>
    <w:rsid w:val="008B5BD2"/>
    <w:rsid w:val="008B67CD"/>
    <w:rsid w:val="008B689C"/>
    <w:rsid w:val="008C0CCE"/>
    <w:rsid w:val="008C1409"/>
    <w:rsid w:val="008C1DFA"/>
    <w:rsid w:val="008C203F"/>
    <w:rsid w:val="008C33FF"/>
    <w:rsid w:val="008C426E"/>
    <w:rsid w:val="008C44E3"/>
    <w:rsid w:val="008C6044"/>
    <w:rsid w:val="008D1023"/>
    <w:rsid w:val="008D1D1A"/>
    <w:rsid w:val="008D1F94"/>
    <w:rsid w:val="008D2356"/>
    <w:rsid w:val="008D2BDD"/>
    <w:rsid w:val="008D3B4D"/>
    <w:rsid w:val="008D3F83"/>
    <w:rsid w:val="008D6330"/>
    <w:rsid w:val="008D70A5"/>
    <w:rsid w:val="008E0F44"/>
    <w:rsid w:val="008E1897"/>
    <w:rsid w:val="008E1907"/>
    <w:rsid w:val="008E1B2A"/>
    <w:rsid w:val="008E41E7"/>
    <w:rsid w:val="008E5254"/>
    <w:rsid w:val="008F1A8F"/>
    <w:rsid w:val="008F5960"/>
    <w:rsid w:val="008F72A2"/>
    <w:rsid w:val="00900B67"/>
    <w:rsid w:val="00901577"/>
    <w:rsid w:val="0090377E"/>
    <w:rsid w:val="00903EE9"/>
    <w:rsid w:val="00904185"/>
    <w:rsid w:val="00904597"/>
    <w:rsid w:val="0090514E"/>
    <w:rsid w:val="00907A7B"/>
    <w:rsid w:val="009104B2"/>
    <w:rsid w:val="0091564A"/>
    <w:rsid w:val="00916A45"/>
    <w:rsid w:val="00916A6D"/>
    <w:rsid w:val="00916E06"/>
    <w:rsid w:val="009178B3"/>
    <w:rsid w:val="0092120C"/>
    <w:rsid w:val="0092184C"/>
    <w:rsid w:val="009224E6"/>
    <w:rsid w:val="00924E6A"/>
    <w:rsid w:val="00931922"/>
    <w:rsid w:val="009335CC"/>
    <w:rsid w:val="0093517C"/>
    <w:rsid w:val="00935790"/>
    <w:rsid w:val="00942D0C"/>
    <w:rsid w:val="00943D1B"/>
    <w:rsid w:val="00946195"/>
    <w:rsid w:val="0094710B"/>
    <w:rsid w:val="00947A9D"/>
    <w:rsid w:val="00950213"/>
    <w:rsid w:val="0095035A"/>
    <w:rsid w:val="009509B3"/>
    <w:rsid w:val="00951F02"/>
    <w:rsid w:val="0095752B"/>
    <w:rsid w:val="0096034C"/>
    <w:rsid w:val="009640A1"/>
    <w:rsid w:val="009710D8"/>
    <w:rsid w:val="00971D3B"/>
    <w:rsid w:val="00972946"/>
    <w:rsid w:val="00972B24"/>
    <w:rsid w:val="009736DA"/>
    <w:rsid w:val="0097534E"/>
    <w:rsid w:val="00982748"/>
    <w:rsid w:val="00984F55"/>
    <w:rsid w:val="00984F65"/>
    <w:rsid w:val="009859B5"/>
    <w:rsid w:val="009864B7"/>
    <w:rsid w:val="00986C45"/>
    <w:rsid w:val="009915BB"/>
    <w:rsid w:val="009941BE"/>
    <w:rsid w:val="00994DD5"/>
    <w:rsid w:val="00995858"/>
    <w:rsid w:val="00995C47"/>
    <w:rsid w:val="00996F96"/>
    <w:rsid w:val="00997000"/>
    <w:rsid w:val="00997F8E"/>
    <w:rsid w:val="009A07B4"/>
    <w:rsid w:val="009A1242"/>
    <w:rsid w:val="009A1DE1"/>
    <w:rsid w:val="009A3551"/>
    <w:rsid w:val="009A6423"/>
    <w:rsid w:val="009A6B74"/>
    <w:rsid w:val="009B0B4C"/>
    <w:rsid w:val="009B1C96"/>
    <w:rsid w:val="009B442F"/>
    <w:rsid w:val="009B48CB"/>
    <w:rsid w:val="009B54FE"/>
    <w:rsid w:val="009B5BAA"/>
    <w:rsid w:val="009B63BA"/>
    <w:rsid w:val="009C012A"/>
    <w:rsid w:val="009C16AF"/>
    <w:rsid w:val="009C1E59"/>
    <w:rsid w:val="009C2E6B"/>
    <w:rsid w:val="009C325D"/>
    <w:rsid w:val="009C464F"/>
    <w:rsid w:val="009C74E9"/>
    <w:rsid w:val="009D0763"/>
    <w:rsid w:val="009D0D20"/>
    <w:rsid w:val="009D2F68"/>
    <w:rsid w:val="009D3350"/>
    <w:rsid w:val="009D453B"/>
    <w:rsid w:val="009D74EE"/>
    <w:rsid w:val="009E0782"/>
    <w:rsid w:val="009E08EF"/>
    <w:rsid w:val="009E127F"/>
    <w:rsid w:val="009E150A"/>
    <w:rsid w:val="009E4BC9"/>
    <w:rsid w:val="009E5AA9"/>
    <w:rsid w:val="009E62BB"/>
    <w:rsid w:val="009E6673"/>
    <w:rsid w:val="009E723C"/>
    <w:rsid w:val="009E7B0A"/>
    <w:rsid w:val="009F16BB"/>
    <w:rsid w:val="009F2949"/>
    <w:rsid w:val="009F346A"/>
    <w:rsid w:val="009F7218"/>
    <w:rsid w:val="00A00F5B"/>
    <w:rsid w:val="00A01183"/>
    <w:rsid w:val="00A04B6D"/>
    <w:rsid w:val="00A04CEB"/>
    <w:rsid w:val="00A04DE4"/>
    <w:rsid w:val="00A04FCB"/>
    <w:rsid w:val="00A070E4"/>
    <w:rsid w:val="00A0782A"/>
    <w:rsid w:val="00A120AD"/>
    <w:rsid w:val="00A12975"/>
    <w:rsid w:val="00A13611"/>
    <w:rsid w:val="00A14CCE"/>
    <w:rsid w:val="00A22864"/>
    <w:rsid w:val="00A23D8E"/>
    <w:rsid w:val="00A23F45"/>
    <w:rsid w:val="00A243EE"/>
    <w:rsid w:val="00A24529"/>
    <w:rsid w:val="00A24745"/>
    <w:rsid w:val="00A24E5F"/>
    <w:rsid w:val="00A259EF"/>
    <w:rsid w:val="00A27B95"/>
    <w:rsid w:val="00A34023"/>
    <w:rsid w:val="00A3457F"/>
    <w:rsid w:val="00A424C1"/>
    <w:rsid w:val="00A42E4B"/>
    <w:rsid w:val="00A433FA"/>
    <w:rsid w:val="00A43C8B"/>
    <w:rsid w:val="00A43E98"/>
    <w:rsid w:val="00A479B7"/>
    <w:rsid w:val="00A505D2"/>
    <w:rsid w:val="00A51457"/>
    <w:rsid w:val="00A52B5D"/>
    <w:rsid w:val="00A53524"/>
    <w:rsid w:val="00A53D8F"/>
    <w:rsid w:val="00A54F64"/>
    <w:rsid w:val="00A62332"/>
    <w:rsid w:val="00A6375C"/>
    <w:rsid w:val="00A63825"/>
    <w:rsid w:val="00A640C9"/>
    <w:rsid w:val="00A67FF6"/>
    <w:rsid w:val="00A72E00"/>
    <w:rsid w:val="00A73398"/>
    <w:rsid w:val="00A73B39"/>
    <w:rsid w:val="00A7424F"/>
    <w:rsid w:val="00A77313"/>
    <w:rsid w:val="00A776B4"/>
    <w:rsid w:val="00A81324"/>
    <w:rsid w:val="00A81487"/>
    <w:rsid w:val="00A8332E"/>
    <w:rsid w:val="00A83534"/>
    <w:rsid w:val="00A84AE3"/>
    <w:rsid w:val="00A86586"/>
    <w:rsid w:val="00A86A0F"/>
    <w:rsid w:val="00A86F95"/>
    <w:rsid w:val="00A92C11"/>
    <w:rsid w:val="00A9317F"/>
    <w:rsid w:val="00A932FE"/>
    <w:rsid w:val="00A95825"/>
    <w:rsid w:val="00A96DF7"/>
    <w:rsid w:val="00A9711F"/>
    <w:rsid w:val="00AA0340"/>
    <w:rsid w:val="00AA1FD1"/>
    <w:rsid w:val="00AA222C"/>
    <w:rsid w:val="00AA2A54"/>
    <w:rsid w:val="00AA2DCA"/>
    <w:rsid w:val="00AA5EA6"/>
    <w:rsid w:val="00AA7F42"/>
    <w:rsid w:val="00AB38A1"/>
    <w:rsid w:val="00AC190A"/>
    <w:rsid w:val="00AC1D2B"/>
    <w:rsid w:val="00AC27A4"/>
    <w:rsid w:val="00AC2B4A"/>
    <w:rsid w:val="00AC4D3A"/>
    <w:rsid w:val="00AD67FF"/>
    <w:rsid w:val="00AD7308"/>
    <w:rsid w:val="00AD7769"/>
    <w:rsid w:val="00AE1B84"/>
    <w:rsid w:val="00AE2089"/>
    <w:rsid w:val="00AE4BFA"/>
    <w:rsid w:val="00AE64EA"/>
    <w:rsid w:val="00AF05C7"/>
    <w:rsid w:val="00AF2533"/>
    <w:rsid w:val="00AF2587"/>
    <w:rsid w:val="00AF4803"/>
    <w:rsid w:val="00AF4EF3"/>
    <w:rsid w:val="00AF510F"/>
    <w:rsid w:val="00AF65D9"/>
    <w:rsid w:val="00AF6B9E"/>
    <w:rsid w:val="00AF7DB7"/>
    <w:rsid w:val="00B00DB0"/>
    <w:rsid w:val="00B011B4"/>
    <w:rsid w:val="00B0306A"/>
    <w:rsid w:val="00B05301"/>
    <w:rsid w:val="00B14399"/>
    <w:rsid w:val="00B15655"/>
    <w:rsid w:val="00B16F39"/>
    <w:rsid w:val="00B22CF4"/>
    <w:rsid w:val="00B23EB7"/>
    <w:rsid w:val="00B246FE"/>
    <w:rsid w:val="00B2485B"/>
    <w:rsid w:val="00B2692B"/>
    <w:rsid w:val="00B30372"/>
    <w:rsid w:val="00B30B72"/>
    <w:rsid w:val="00B31879"/>
    <w:rsid w:val="00B32093"/>
    <w:rsid w:val="00B32146"/>
    <w:rsid w:val="00B32FFC"/>
    <w:rsid w:val="00B37313"/>
    <w:rsid w:val="00B41404"/>
    <w:rsid w:val="00B42934"/>
    <w:rsid w:val="00B42F62"/>
    <w:rsid w:val="00B431F8"/>
    <w:rsid w:val="00B44821"/>
    <w:rsid w:val="00B44B50"/>
    <w:rsid w:val="00B53503"/>
    <w:rsid w:val="00B55CA4"/>
    <w:rsid w:val="00B577E6"/>
    <w:rsid w:val="00B61919"/>
    <w:rsid w:val="00B6263D"/>
    <w:rsid w:val="00B633DB"/>
    <w:rsid w:val="00B64348"/>
    <w:rsid w:val="00B66478"/>
    <w:rsid w:val="00B6771E"/>
    <w:rsid w:val="00B72577"/>
    <w:rsid w:val="00B74A67"/>
    <w:rsid w:val="00B74AD4"/>
    <w:rsid w:val="00B74DC1"/>
    <w:rsid w:val="00B762AE"/>
    <w:rsid w:val="00B76ED3"/>
    <w:rsid w:val="00B7723A"/>
    <w:rsid w:val="00B819AF"/>
    <w:rsid w:val="00B81FA2"/>
    <w:rsid w:val="00B828B3"/>
    <w:rsid w:val="00B84936"/>
    <w:rsid w:val="00B85ABC"/>
    <w:rsid w:val="00B85FE0"/>
    <w:rsid w:val="00B86A22"/>
    <w:rsid w:val="00B91030"/>
    <w:rsid w:val="00B92F4A"/>
    <w:rsid w:val="00B95C55"/>
    <w:rsid w:val="00B95EE0"/>
    <w:rsid w:val="00B96077"/>
    <w:rsid w:val="00BA09A2"/>
    <w:rsid w:val="00BA3AF7"/>
    <w:rsid w:val="00BA51D6"/>
    <w:rsid w:val="00BB443F"/>
    <w:rsid w:val="00BB5677"/>
    <w:rsid w:val="00BB6E3C"/>
    <w:rsid w:val="00BB721E"/>
    <w:rsid w:val="00BB7EF9"/>
    <w:rsid w:val="00BC3690"/>
    <w:rsid w:val="00BC3F50"/>
    <w:rsid w:val="00BC4500"/>
    <w:rsid w:val="00BC4767"/>
    <w:rsid w:val="00BC48C0"/>
    <w:rsid w:val="00BC4FD1"/>
    <w:rsid w:val="00BC5AE2"/>
    <w:rsid w:val="00BD077E"/>
    <w:rsid w:val="00BD090B"/>
    <w:rsid w:val="00BD0F44"/>
    <w:rsid w:val="00BD10C2"/>
    <w:rsid w:val="00BD4E6D"/>
    <w:rsid w:val="00BD66F4"/>
    <w:rsid w:val="00BE1109"/>
    <w:rsid w:val="00BE3012"/>
    <w:rsid w:val="00BE5E66"/>
    <w:rsid w:val="00BE7AA4"/>
    <w:rsid w:val="00BF0AF2"/>
    <w:rsid w:val="00BF25C5"/>
    <w:rsid w:val="00BF275C"/>
    <w:rsid w:val="00BF4DDD"/>
    <w:rsid w:val="00BF4F8B"/>
    <w:rsid w:val="00C02496"/>
    <w:rsid w:val="00C0377E"/>
    <w:rsid w:val="00C04941"/>
    <w:rsid w:val="00C04E3D"/>
    <w:rsid w:val="00C05B77"/>
    <w:rsid w:val="00C103C2"/>
    <w:rsid w:val="00C15B68"/>
    <w:rsid w:val="00C1707E"/>
    <w:rsid w:val="00C1789B"/>
    <w:rsid w:val="00C20618"/>
    <w:rsid w:val="00C21C0D"/>
    <w:rsid w:val="00C22207"/>
    <w:rsid w:val="00C2275F"/>
    <w:rsid w:val="00C22A51"/>
    <w:rsid w:val="00C239AF"/>
    <w:rsid w:val="00C23CAF"/>
    <w:rsid w:val="00C24899"/>
    <w:rsid w:val="00C24D9E"/>
    <w:rsid w:val="00C25019"/>
    <w:rsid w:val="00C25134"/>
    <w:rsid w:val="00C26A60"/>
    <w:rsid w:val="00C30058"/>
    <w:rsid w:val="00C3252C"/>
    <w:rsid w:val="00C32DD2"/>
    <w:rsid w:val="00C331E3"/>
    <w:rsid w:val="00C33693"/>
    <w:rsid w:val="00C35540"/>
    <w:rsid w:val="00C359DB"/>
    <w:rsid w:val="00C36265"/>
    <w:rsid w:val="00C36B11"/>
    <w:rsid w:val="00C37B1F"/>
    <w:rsid w:val="00C4343E"/>
    <w:rsid w:val="00C43BE2"/>
    <w:rsid w:val="00C47DED"/>
    <w:rsid w:val="00C5049B"/>
    <w:rsid w:val="00C51A16"/>
    <w:rsid w:val="00C53C75"/>
    <w:rsid w:val="00C54C8D"/>
    <w:rsid w:val="00C55588"/>
    <w:rsid w:val="00C557AD"/>
    <w:rsid w:val="00C55BC1"/>
    <w:rsid w:val="00C55DAD"/>
    <w:rsid w:val="00C56623"/>
    <w:rsid w:val="00C5720A"/>
    <w:rsid w:val="00C60DDE"/>
    <w:rsid w:val="00C61103"/>
    <w:rsid w:val="00C624C1"/>
    <w:rsid w:val="00C63913"/>
    <w:rsid w:val="00C6786E"/>
    <w:rsid w:val="00C70019"/>
    <w:rsid w:val="00C70900"/>
    <w:rsid w:val="00C72746"/>
    <w:rsid w:val="00C729FE"/>
    <w:rsid w:val="00C73B84"/>
    <w:rsid w:val="00C73F6B"/>
    <w:rsid w:val="00C7531E"/>
    <w:rsid w:val="00C75C09"/>
    <w:rsid w:val="00C77D35"/>
    <w:rsid w:val="00C77E20"/>
    <w:rsid w:val="00C77E45"/>
    <w:rsid w:val="00C80A0C"/>
    <w:rsid w:val="00C82D33"/>
    <w:rsid w:val="00C837ED"/>
    <w:rsid w:val="00C83D72"/>
    <w:rsid w:val="00C8580C"/>
    <w:rsid w:val="00C85CD2"/>
    <w:rsid w:val="00C86677"/>
    <w:rsid w:val="00C91EF8"/>
    <w:rsid w:val="00CA1320"/>
    <w:rsid w:val="00CA1348"/>
    <w:rsid w:val="00CA55EB"/>
    <w:rsid w:val="00CA5697"/>
    <w:rsid w:val="00CB0F12"/>
    <w:rsid w:val="00CB131A"/>
    <w:rsid w:val="00CB28F5"/>
    <w:rsid w:val="00CB5463"/>
    <w:rsid w:val="00CB5B21"/>
    <w:rsid w:val="00CB5DF8"/>
    <w:rsid w:val="00CB6615"/>
    <w:rsid w:val="00CC144A"/>
    <w:rsid w:val="00CC3198"/>
    <w:rsid w:val="00CC5D74"/>
    <w:rsid w:val="00CC7962"/>
    <w:rsid w:val="00CD0516"/>
    <w:rsid w:val="00CD20D3"/>
    <w:rsid w:val="00CD2952"/>
    <w:rsid w:val="00CD4CCE"/>
    <w:rsid w:val="00CD504A"/>
    <w:rsid w:val="00CD5CE7"/>
    <w:rsid w:val="00CE0549"/>
    <w:rsid w:val="00CE12BF"/>
    <w:rsid w:val="00CE14D5"/>
    <w:rsid w:val="00CE336E"/>
    <w:rsid w:val="00CE7E9B"/>
    <w:rsid w:val="00CF106A"/>
    <w:rsid w:val="00CF1CDF"/>
    <w:rsid w:val="00CF2BF0"/>
    <w:rsid w:val="00CF427D"/>
    <w:rsid w:val="00CF5155"/>
    <w:rsid w:val="00CF53F8"/>
    <w:rsid w:val="00CF5A8F"/>
    <w:rsid w:val="00CF6254"/>
    <w:rsid w:val="00D0537F"/>
    <w:rsid w:val="00D058F1"/>
    <w:rsid w:val="00D064EB"/>
    <w:rsid w:val="00D07967"/>
    <w:rsid w:val="00D10993"/>
    <w:rsid w:val="00D141DB"/>
    <w:rsid w:val="00D15F75"/>
    <w:rsid w:val="00D16434"/>
    <w:rsid w:val="00D1750B"/>
    <w:rsid w:val="00D17C1E"/>
    <w:rsid w:val="00D218B1"/>
    <w:rsid w:val="00D21C57"/>
    <w:rsid w:val="00D21DAB"/>
    <w:rsid w:val="00D23482"/>
    <w:rsid w:val="00D252F7"/>
    <w:rsid w:val="00D307E5"/>
    <w:rsid w:val="00D30BD6"/>
    <w:rsid w:val="00D326F4"/>
    <w:rsid w:val="00D33C40"/>
    <w:rsid w:val="00D341FD"/>
    <w:rsid w:val="00D34975"/>
    <w:rsid w:val="00D4110C"/>
    <w:rsid w:val="00D42357"/>
    <w:rsid w:val="00D424C1"/>
    <w:rsid w:val="00D43F69"/>
    <w:rsid w:val="00D442BE"/>
    <w:rsid w:val="00D448F2"/>
    <w:rsid w:val="00D44909"/>
    <w:rsid w:val="00D45B3A"/>
    <w:rsid w:val="00D45DCC"/>
    <w:rsid w:val="00D47491"/>
    <w:rsid w:val="00D5125F"/>
    <w:rsid w:val="00D5748F"/>
    <w:rsid w:val="00D5749B"/>
    <w:rsid w:val="00D57C1F"/>
    <w:rsid w:val="00D61326"/>
    <w:rsid w:val="00D62C2F"/>
    <w:rsid w:val="00D634F5"/>
    <w:rsid w:val="00D64A2F"/>
    <w:rsid w:val="00D71204"/>
    <w:rsid w:val="00D73169"/>
    <w:rsid w:val="00D7525D"/>
    <w:rsid w:val="00D7785B"/>
    <w:rsid w:val="00D779F8"/>
    <w:rsid w:val="00D80BF5"/>
    <w:rsid w:val="00D80CB8"/>
    <w:rsid w:val="00D83639"/>
    <w:rsid w:val="00D87155"/>
    <w:rsid w:val="00D93A9C"/>
    <w:rsid w:val="00D93E64"/>
    <w:rsid w:val="00D94050"/>
    <w:rsid w:val="00D9588D"/>
    <w:rsid w:val="00D95C71"/>
    <w:rsid w:val="00DA0CE5"/>
    <w:rsid w:val="00DA0E90"/>
    <w:rsid w:val="00DA17E3"/>
    <w:rsid w:val="00DA4AF0"/>
    <w:rsid w:val="00DA586C"/>
    <w:rsid w:val="00DA5AE6"/>
    <w:rsid w:val="00DA6A20"/>
    <w:rsid w:val="00DB03BC"/>
    <w:rsid w:val="00DB0CC1"/>
    <w:rsid w:val="00DB1B50"/>
    <w:rsid w:val="00DB2EE6"/>
    <w:rsid w:val="00DB332B"/>
    <w:rsid w:val="00DB6E25"/>
    <w:rsid w:val="00DC089D"/>
    <w:rsid w:val="00DC0D10"/>
    <w:rsid w:val="00DC0FAB"/>
    <w:rsid w:val="00DC40D6"/>
    <w:rsid w:val="00DC4D0B"/>
    <w:rsid w:val="00DC70C0"/>
    <w:rsid w:val="00DC7FA6"/>
    <w:rsid w:val="00DD0D24"/>
    <w:rsid w:val="00DD0D5A"/>
    <w:rsid w:val="00DD2129"/>
    <w:rsid w:val="00DD21E4"/>
    <w:rsid w:val="00DD2DB1"/>
    <w:rsid w:val="00DD44C6"/>
    <w:rsid w:val="00DD486C"/>
    <w:rsid w:val="00DD59A5"/>
    <w:rsid w:val="00DD5AE0"/>
    <w:rsid w:val="00DD704F"/>
    <w:rsid w:val="00DD750C"/>
    <w:rsid w:val="00DE081E"/>
    <w:rsid w:val="00DE1944"/>
    <w:rsid w:val="00DE2660"/>
    <w:rsid w:val="00DE5265"/>
    <w:rsid w:val="00DE52FD"/>
    <w:rsid w:val="00DE6379"/>
    <w:rsid w:val="00DE6629"/>
    <w:rsid w:val="00DE678E"/>
    <w:rsid w:val="00DE7046"/>
    <w:rsid w:val="00DE7CC4"/>
    <w:rsid w:val="00DF0AE8"/>
    <w:rsid w:val="00DF1579"/>
    <w:rsid w:val="00DF1833"/>
    <w:rsid w:val="00DF57E1"/>
    <w:rsid w:val="00DF6587"/>
    <w:rsid w:val="00DF784A"/>
    <w:rsid w:val="00E014EF"/>
    <w:rsid w:val="00E04B80"/>
    <w:rsid w:val="00E057C8"/>
    <w:rsid w:val="00E076FC"/>
    <w:rsid w:val="00E106BC"/>
    <w:rsid w:val="00E10A06"/>
    <w:rsid w:val="00E11FEB"/>
    <w:rsid w:val="00E132A7"/>
    <w:rsid w:val="00E14178"/>
    <w:rsid w:val="00E163C1"/>
    <w:rsid w:val="00E170F3"/>
    <w:rsid w:val="00E17A9F"/>
    <w:rsid w:val="00E266F8"/>
    <w:rsid w:val="00E26EB5"/>
    <w:rsid w:val="00E30D79"/>
    <w:rsid w:val="00E3114E"/>
    <w:rsid w:val="00E32D94"/>
    <w:rsid w:val="00E34B6C"/>
    <w:rsid w:val="00E3660A"/>
    <w:rsid w:val="00E37B09"/>
    <w:rsid w:val="00E37E5F"/>
    <w:rsid w:val="00E42042"/>
    <w:rsid w:val="00E42440"/>
    <w:rsid w:val="00E42AB7"/>
    <w:rsid w:val="00E436DC"/>
    <w:rsid w:val="00E4697F"/>
    <w:rsid w:val="00E5155C"/>
    <w:rsid w:val="00E5329D"/>
    <w:rsid w:val="00E54C85"/>
    <w:rsid w:val="00E5506D"/>
    <w:rsid w:val="00E55ACE"/>
    <w:rsid w:val="00E567F9"/>
    <w:rsid w:val="00E57C66"/>
    <w:rsid w:val="00E6065E"/>
    <w:rsid w:val="00E623CD"/>
    <w:rsid w:val="00E63B2B"/>
    <w:rsid w:val="00E64585"/>
    <w:rsid w:val="00E651FE"/>
    <w:rsid w:val="00E71B75"/>
    <w:rsid w:val="00E724E4"/>
    <w:rsid w:val="00E7370C"/>
    <w:rsid w:val="00E738C9"/>
    <w:rsid w:val="00E7512A"/>
    <w:rsid w:val="00E752AF"/>
    <w:rsid w:val="00E75A57"/>
    <w:rsid w:val="00E805F5"/>
    <w:rsid w:val="00E81C45"/>
    <w:rsid w:val="00E82A16"/>
    <w:rsid w:val="00E85605"/>
    <w:rsid w:val="00E85EF9"/>
    <w:rsid w:val="00E90145"/>
    <w:rsid w:val="00E90508"/>
    <w:rsid w:val="00E937CC"/>
    <w:rsid w:val="00E9490B"/>
    <w:rsid w:val="00EA1228"/>
    <w:rsid w:val="00EA1D48"/>
    <w:rsid w:val="00EA2517"/>
    <w:rsid w:val="00EA2EFB"/>
    <w:rsid w:val="00EA350D"/>
    <w:rsid w:val="00EA392A"/>
    <w:rsid w:val="00EA3EAB"/>
    <w:rsid w:val="00EA4FFE"/>
    <w:rsid w:val="00EB05CE"/>
    <w:rsid w:val="00EB173C"/>
    <w:rsid w:val="00EB5BC2"/>
    <w:rsid w:val="00EB645E"/>
    <w:rsid w:val="00EC0BDD"/>
    <w:rsid w:val="00EC5C8A"/>
    <w:rsid w:val="00ED3882"/>
    <w:rsid w:val="00ED45F4"/>
    <w:rsid w:val="00ED595B"/>
    <w:rsid w:val="00ED7B12"/>
    <w:rsid w:val="00ED7F1F"/>
    <w:rsid w:val="00EE05FE"/>
    <w:rsid w:val="00EE10CD"/>
    <w:rsid w:val="00EE3E92"/>
    <w:rsid w:val="00EF00DD"/>
    <w:rsid w:val="00EF03DA"/>
    <w:rsid w:val="00EF21E2"/>
    <w:rsid w:val="00EF7F65"/>
    <w:rsid w:val="00F03898"/>
    <w:rsid w:val="00F04C1F"/>
    <w:rsid w:val="00F07A88"/>
    <w:rsid w:val="00F1018F"/>
    <w:rsid w:val="00F13335"/>
    <w:rsid w:val="00F137B9"/>
    <w:rsid w:val="00F16122"/>
    <w:rsid w:val="00F17A6F"/>
    <w:rsid w:val="00F20520"/>
    <w:rsid w:val="00F2222A"/>
    <w:rsid w:val="00F23044"/>
    <w:rsid w:val="00F23729"/>
    <w:rsid w:val="00F2714A"/>
    <w:rsid w:val="00F326A0"/>
    <w:rsid w:val="00F3335E"/>
    <w:rsid w:val="00F40FFF"/>
    <w:rsid w:val="00F4260A"/>
    <w:rsid w:val="00F4667B"/>
    <w:rsid w:val="00F4761C"/>
    <w:rsid w:val="00F52750"/>
    <w:rsid w:val="00F52D86"/>
    <w:rsid w:val="00F53FA8"/>
    <w:rsid w:val="00F5406A"/>
    <w:rsid w:val="00F56DB1"/>
    <w:rsid w:val="00F611F4"/>
    <w:rsid w:val="00F6154F"/>
    <w:rsid w:val="00F61B07"/>
    <w:rsid w:val="00F62CB3"/>
    <w:rsid w:val="00F64CAD"/>
    <w:rsid w:val="00F6507B"/>
    <w:rsid w:val="00F658DB"/>
    <w:rsid w:val="00F6701F"/>
    <w:rsid w:val="00F71681"/>
    <w:rsid w:val="00F72161"/>
    <w:rsid w:val="00F738A3"/>
    <w:rsid w:val="00F74417"/>
    <w:rsid w:val="00F74B4F"/>
    <w:rsid w:val="00F75F1A"/>
    <w:rsid w:val="00F77568"/>
    <w:rsid w:val="00F80AE5"/>
    <w:rsid w:val="00F86440"/>
    <w:rsid w:val="00F8698F"/>
    <w:rsid w:val="00F875A1"/>
    <w:rsid w:val="00F9036A"/>
    <w:rsid w:val="00F93754"/>
    <w:rsid w:val="00F94359"/>
    <w:rsid w:val="00FA06AF"/>
    <w:rsid w:val="00FA0AC2"/>
    <w:rsid w:val="00FA3157"/>
    <w:rsid w:val="00FA473E"/>
    <w:rsid w:val="00FB5D70"/>
    <w:rsid w:val="00FB73CD"/>
    <w:rsid w:val="00FC0EA6"/>
    <w:rsid w:val="00FC14F7"/>
    <w:rsid w:val="00FC1F69"/>
    <w:rsid w:val="00FC380D"/>
    <w:rsid w:val="00FD21E9"/>
    <w:rsid w:val="00FD31DC"/>
    <w:rsid w:val="00FD5669"/>
    <w:rsid w:val="00FD5D1E"/>
    <w:rsid w:val="00FD6CE3"/>
    <w:rsid w:val="00FD6FB0"/>
    <w:rsid w:val="00FE02A8"/>
    <w:rsid w:val="00FE0F24"/>
    <w:rsid w:val="00FE1470"/>
    <w:rsid w:val="00FE1D6E"/>
    <w:rsid w:val="00FE4794"/>
    <w:rsid w:val="00FE4ECE"/>
    <w:rsid w:val="00FE5015"/>
    <w:rsid w:val="00FE5F70"/>
    <w:rsid w:val="00FF47C9"/>
    <w:rsid w:val="00FF6007"/>
    <w:rsid w:val="00FF6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456253C"/>
  <w15:docId w15:val="{BB7DD0C9-5F04-49E3-9659-45B59943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heSansOffice" w:eastAsia="TheSansOffice" w:hAnsi="TheSansOffice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1579"/>
    <w:pPr>
      <w:spacing w:line="284" w:lineRule="exact"/>
    </w:pPr>
    <w:rPr>
      <w:sz w:val="18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rsid w:val="00AF25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E8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7E8C"/>
  </w:style>
  <w:style w:type="paragraph" w:styleId="Fuzeile">
    <w:name w:val="footer"/>
    <w:basedOn w:val="Standard"/>
    <w:link w:val="FuzeileZchn"/>
    <w:uiPriority w:val="99"/>
    <w:unhideWhenUsed/>
    <w:rsid w:val="00167E8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7E8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E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67E8C"/>
    <w:rPr>
      <w:rFonts w:ascii="Tahoma" w:hAnsi="Tahoma" w:cs="Tahoma"/>
      <w:sz w:val="16"/>
      <w:szCs w:val="16"/>
    </w:rPr>
  </w:style>
  <w:style w:type="paragraph" w:customStyle="1" w:styleId="Adresserechts">
    <w:name w:val="Adresse rechts"/>
    <w:basedOn w:val="Standard"/>
    <w:qFormat/>
    <w:rsid w:val="00324F02"/>
    <w:pPr>
      <w:spacing w:line="213" w:lineRule="exact"/>
    </w:pPr>
    <w:rPr>
      <w:sz w:val="15"/>
      <w:szCs w:val="15"/>
    </w:rPr>
  </w:style>
  <w:style w:type="paragraph" w:customStyle="1" w:styleId="BITStandardBold">
    <w:name w:val="BIT Standard Bold"/>
    <w:basedOn w:val="Standard"/>
    <w:qFormat/>
    <w:rsid w:val="00B57059"/>
    <w:rPr>
      <w:b/>
    </w:rPr>
  </w:style>
  <w:style w:type="paragraph" w:customStyle="1" w:styleId="BITAbsender">
    <w:name w:val="BIT Absender"/>
    <w:basedOn w:val="Standard"/>
    <w:qFormat/>
    <w:rsid w:val="00111288"/>
    <w:pPr>
      <w:tabs>
        <w:tab w:val="left" w:pos="142"/>
      </w:tabs>
      <w:spacing w:line="213" w:lineRule="exact"/>
    </w:pPr>
    <w:rPr>
      <w:sz w:val="15"/>
      <w:szCs w:val="15"/>
    </w:rPr>
  </w:style>
  <w:style w:type="character" w:customStyle="1" w:styleId="BITBlau">
    <w:name w:val="BIT Blau"/>
    <w:uiPriority w:val="1"/>
    <w:qFormat/>
    <w:rsid w:val="00111288"/>
    <w:rPr>
      <w:color w:val="009FE3"/>
    </w:rPr>
  </w:style>
  <w:style w:type="paragraph" w:customStyle="1" w:styleId="BITAbsenderBold">
    <w:name w:val="BIT Absender Bold"/>
    <w:basedOn w:val="BITAbsender"/>
    <w:qFormat/>
    <w:rsid w:val="008C203F"/>
    <w:rPr>
      <w:b/>
    </w:rPr>
  </w:style>
  <w:style w:type="paragraph" w:customStyle="1" w:styleId="BITFlietextmitAbsatz">
    <w:name w:val="BIT Fließtext mit Absatz"/>
    <w:basedOn w:val="Standard"/>
    <w:qFormat/>
    <w:rsid w:val="007E01BE"/>
    <w:pPr>
      <w:spacing w:after="284"/>
    </w:pPr>
  </w:style>
  <w:style w:type="paragraph" w:customStyle="1" w:styleId="BITAufzhlung">
    <w:name w:val="BIT Aufzählung"/>
    <w:basedOn w:val="Standard"/>
    <w:qFormat/>
    <w:rsid w:val="00EB5BC2"/>
    <w:pPr>
      <w:numPr>
        <w:numId w:val="1"/>
      </w:numPr>
      <w:spacing w:after="284"/>
      <w:contextualSpacing/>
    </w:pPr>
    <w:rPr>
      <w:b/>
      <w:szCs w:val="18"/>
    </w:rPr>
  </w:style>
  <w:style w:type="paragraph" w:customStyle="1" w:styleId="BITNummerierung">
    <w:name w:val="BIT Nummerierung"/>
    <w:basedOn w:val="Standard"/>
    <w:qFormat/>
    <w:rsid w:val="008D3B4D"/>
    <w:pPr>
      <w:numPr>
        <w:numId w:val="3"/>
      </w:numPr>
      <w:tabs>
        <w:tab w:val="left" w:pos="295"/>
        <w:tab w:val="left" w:pos="363"/>
        <w:tab w:val="left" w:pos="544"/>
      </w:tabs>
      <w:ind w:left="295" w:hanging="295"/>
    </w:pPr>
  </w:style>
  <w:style w:type="paragraph" w:customStyle="1" w:styleId="BITNummerierung1Ebenezweistellig">
    <w:name w:val="BIT Nummerierung (1. Ebene zweistellig)"/>
    <w:basedOn w:val="BITNummerierung"/>
    <w:qFormat/>
    <w:rsid w:val="00791A20"/>
    <w:rPr>
      <w:lang w:val="fr-FR"/>
    </w:rPr>
  </w:style>
  <w:style w:type="paragraph" w:customStyle="1" w:styleId="BITCoverberschrift">
    <w:name w:val="BIT Cover Überschrift"/>
    <w:basedOn w:val="Standard"/>
    <w:qFormat/>
    <w:rsid w:val="007260FD"/>
    <w:pPr>
      <w:spacing w:after="140" w:line="568" w:lineRule="exact"/>
    </w:pPr>
    <w:rPr>
      <w:b/>
      <w:color w:val="009FE3"/>
      <w:sz w:val="48"/>
    </w:rPr>
  </w:style>
  <w:style w:type="paragraph" w:customStyle="1" w:styleId="BITAufzhlungBullet">
    <w:name w:val="BIT Aufzählung Bullet"/>
    <w:basedOn w:val="Standard"/>
    <w:qFormat/>
    <w:rsid w:val="007260FD"/>
    <w:pPr>
      <w:ind w:left="181" w:hanging="181"/>
    </w:pPr>
  </w:style>
  <w:style w:type="paragraph" w:customStyle="1" w:styleId="HeadlinePresseinfo">
    <w:name w:val="Headline Presseinfo"/>
    <w:basedOn w:val="Standard"/>
    <w:qFormat/>
    <w:rsid w:val="007260FD"/>
    <w:pPr>
      <w:keepNext/>
      <w:keepLines/>
      <w:spacing w:before="280"/>
    </w:pPr>
    <w:rPr>
      <w:b/>
      <w:sz w:val="24"/>
    </w:rPr>
  </w:style>
  <w:style w:type="paragraph" w:customStyle="1" w:styleId="BITAbbinder">
    <w:name w:val="BIT Abbinder"/>
    <w:basedOn w:val="Standard"/>
    <w:qFormat/>
    <w:rsid w:val="007260FD"/>
    <w:pPr>
      <w:spacing w:line="240" w:lineRule="atLeast"/>
    </w:pPr>
    <w:rPr>
      <w:sz w:val="15"/>
      <w:szCs w:val="15"/>
    </w:rPr>
  </w:style>
  <w:style w:type="character" w:customStyle="1" w:styleId="Datum">
    <w:name w:val="_Datum"/>
    <w:basedOn w:val="Absatz-Standardschriftart"/>
    <w:rsid w:val="007260FD"/>
    <w:rPr>
      <w:rFonts w:ascii="Arial" w:hAnsi="Arial"/>
      <w:sz w:val="20"/>
      <w:szCs w:val="20"/>
      <w:lang w:val="de-DE"/>
    </w:rPr>
  </w:style>
  <w:style w:type="paragraph" w:customStyle="1" w:styleId="BITHeadlineohneAbsatz">
    <w:name w:val="BIT Headline ohne Absatz"/>
    <w:basedOn w:val="Standard"/>
    <w:qFormat/>
    <w:rsid w:val="007260FD"/>
    <w:pPr>
      <w:keepNext/>
      <w:keepLines/>
      <w:spacing w:before="280"/>
    </w:pPr>
    <w:rPr>
      <w:b/>
      <w:sz w:val="24"/>
    </w:rPr>
  </w:style>
  <w:style w:type="character" w:styleId="Hyperlink">
    <w:name w:val="Hyperlink"/>
    <w:basedOn w:val="Absatz-Standardschriftart"/>
    <w:uiPriority w:val="99"/>
    <w:unhideWhenUsed/>
    <w:rsid w:val="00CC3198"/>
    <w:rPr>
      <w:color w:val="AA0064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514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5145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5145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14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1457"/>
    <w:rPr>
      <w:b/>
      <w:bCs/>
      <w:lang w:eastAsia="en-US"/>
    </w:rPr>
  </w:style>
  <w:style w:type="paragraph" w:styleId="berarbeitung">
    <w:name w:val="Revision"/>
    <w:hidden/>
    <w:uiPriority w:val="99"/>
    <w:semiHidden/>
    <w:rsid w:val="00D17C1E"/>
    <w:rPr>
      <w:sz w:val="18"/>
      <w:szCs w:val="22"/>
      <w:lang w:eastAsia="en-US"/>
    </w:rPr>
  </w:style>
  <w:style w:type="character" w:customStyle="1" w:styleId="apple-converted-space">
    <w:name w:val="apple-converted-space"/>
    <w:basedOn w:val="Absatz-Standardschriftart"/>
    <w:rsid w:val="003E1A59"/>
  </w:style>
  <w:style w:type="character" w:customStyle="1" w:styleId="berschrift2Zchn">
    <w:name w:val="Überschrift 2 Zchn"/>
    <w:basedOn w:val="Absatz-Standardschriftart"/>
    <w:link w:val="berschrift2"/>
    <w:uiPriority w:val="9"/>
    <w:rsid w:val="00AF258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given-name">
    <w:name w:val="given-name"/>
    <w:basedOn w:val="Absatz-Standardschriftart"/>
    <w:rsid w:val="00AF2587"/>
  </w:style>
  <w:style w:type="character" w:customStyle="1" w:styleId="family-name">
    <w:name w:val="family-name"/>
    <w:basedOn w:val="Absatz-Standardschriftart"/>
    <w:rsid w:val="00AF2587"/>
  </w:style>
  <w:style w:type="character" w:customStyle="1" w:styleId="role">
    <w:name w:val="role"/>
    <w:basedOn w:val="Absatz-Standardschriftart"/>
    <w:rsid w:val="00AF2587"/>
  </w:style>
  <w:style w:type="character" w:customStyle="1" w:styleId="org">
    <w:name w:val="org"/>
    <w:basedOn w:val="Absatz-Standardschriftart"/>
    <w:rsid w:val="00AF2587"/>
  </w:style>
  <w:style w:type="character" w:styleId="Fett">
    <w:name w:val="Strong"/>
    <w:basedOn w:val="Absatz-Standardschriftart"/>
    <w:uiPriority w:val="22"/>
    <w:qFormat/>
    <w:rsid w:val="00263DDA"/>
    <w:rPr>
      <w:b/>
      <w:bCs/>
    </w:rPr>
  </w:style>
  <w:style w:type="character" w:customStyle="1" w:styleId="tgc">
    <w:name w:val="_tgc"/>
    <w:basedOn w:val="Absatz-Standardschriftart"/>
    <w:rsid w:val="00263DDA"/>
  </w:style>
  <w:style w:type="character" w:styleId="BesuchterLink">
    <w:name w:val="FollowedHyperlink"/>
    <w:basedOn w:val="Absatz-Standardschriftart"/>
    <w:uiPriority w:val="99"/>
    <w:semiHidden/>
    <w:unhideWhenUsed/>
    <w:rsid w:val="009C464F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0F19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Default">
    <w:name w:val="Default"/>
    <w:rsid w:val="00D307E5"/>
    <w:pPr>
      <w:autoSpaceDE w:val="0"/>
      <w:autoSpaceDN w:val="0"/>
      <w:adjustRightInd w:val="0"/>
    </w:pPr>
    <w:rPr>
      <w:rFonts w:cs="TheSansOffice"/>
      <w:color w:val="000000"/>
      <w:sz w:val="24"/>
      <w:szCs w:val="24"/>
    </w:rPr>
  </w:style>
  <w:style w:type="table" w:styleId="Tabellenraster">
    <w:name w:val="Table Grid"/>
    <w:basedOn w:val="NormaleTabelle"/>
    <w:rsid w:val="001B4420"/>
    <w:pPr>
      <w:spacing w:line="261" w:lineRule="atLeast"/>
    </w:pPr>
    <w:rPr>
      <w:rFonts w:ascii="Arial" w:eastAsia="Times New Roman" w:hAnsi="Arial"/>
    </w:rPr>
    <w:tblPr>
      <w:tblCellMar>
        <w:left w:w="0" w:type="dxa"/>
        <w:right w:w="0" w:type="dxa"/>
      </w:tblCellMar>
    </w:tblPr>
    <w:tcPr>
      <w:tcMar>
        <w:right w:w="0" w:type="dxa"/>
      </w:tcMar>
    </w:tcPr>
  </w:style>
  <w:style w:type="table" w:customStyle="1" w:styleId="Tabellenraster1">
    <w:name w:val="Tabellenraster1"/>
    <w:basedOn w:val="NormaleTabelle"/>
    <w:next w:val="Tabellenraster"/>
    <w:uiPriority w:val="59"/>
    <w:rsid w:val="00C3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17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583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44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22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43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5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9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9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335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0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950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5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2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8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882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8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igitaltag.eu/aktionsleitfaden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digitaltag.eu/aktion-anmelden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igitaltag.e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igitaltag.eu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igitaltag.eu" TargetMode="External"/><Relationship Id="rId1" Type="http://schemas.openxmlformats.org/officeDocument/2006/relationships/hyperlink" Target="http://www.digitaltag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.Pauly\AppData\Roaming\Microsoft\Templates\Presseinfo_Bitkom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6b2033-fa26-4809-874a-1181aa3c21ea" xsi:nil="true"/>
    <lcf76f155ced4ddcb4097134ff3c332f xmlns="af3ee3df-f988-4bce-9085-dbbd93c4235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DBB0020864F3438592DBCDCECB47DD" ma:contentTypeVersion="15" ma:contentTypeDescription="Ein neues Dokument erstellen." ma:contentTypeScope="" ma:versionID="1cdc1e0b44c605bb0f86b15d6d5682d5">
  <xsd:schema xmlns:xsd="http://www.w3.org/2001/XMLSchema" xmlns:xs="http://www.w3.org/2001/XMLSchema" xmlns:p="http://schemas.microsoft.com/office/2006/metadata/properties" xmlns:ns2="af3ee3df-f988-4bce-9085-dbbd93c42352" xmlns:ns3="676b2033-fa26-4809-874a-1181aa3c21ea" targetNamespace="http://schemas.microsoft.com/office/2006/metadata/properties" ma:root="true" ma:fieldsID="5b5c5d72c5392d34d14e6b7567758974" ns2:_="" ns3:_="">
    <xsd:import namespace="af3ee3df-f988-4bce-9085-dbbd93c42352"/>
    <xsd:import namespace="676b2033-fa26-4809-874a-1181aa3c2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ee3df-f988-4bce-9085-dbbd93c42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3b76741d-2708-46a6-bf97-e878451aa8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2033-fa26-4809-874a-1181aa3c21e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2f2f1-15f7-4216-9857-e8955ab6bf29}" ma:internalName="TaxCatchAll" ma:showField="CatchAllData" ma:web="676b2033-fa26-4809-874a-1181aa3c21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95310B-9C02-4A86-8984-57CDB9600B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311DF6-B29B-42B9-9D47-45356583DB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48B624-B60E-42B5-A04E-B355DFEA8301}">
  <ds:schemaRefs>
    <ds:schemaRef ds:uri="http://schemas.microsoft.com/office/2006/metadata/properties"/>
    <ds:schemaRef ds:uri="http://schemas.microsoft.com/office/infopath/2007/PartnerControls"/>
    <ds:schemaRef ds:uri="676b2033-fa26-4809-874a-1181aa3c21ea"/>
    <ds:schemaRef ds:uri="af3ee3df-f988-4bce-9085-dbbd93c42352"/>
  </ds:schemaRefs>
</ds:datastoreItem>
</file>

<file path=customXml/itemProps4.xml><?xml version="1.0" encoding="utf-8"?>
<ds:datastoreItem xmlns:ds="http://schemas.openxmlformats.org/officeDocument/2006/customXml" ds:itemID="{C769BDF6-DEAA-45D8-87BD-6354D234E81F}"/>
</file>

<file path=docProps/app.xml><?xml version="1.0" encoding="utf-8"?>
<Properties xmlns="http://schemas.openxmlformats.org/officeDocument/2006/extended-properties" xmlns:vt="http://schemas.openxmlformats.org/officeDocument/2006/docPropsVTypes">
  <Template>Presseinfo_Bitkom</Template>
  <TotalTime>0</TotalTime>
  <Pages>2</Pages>
  <Words>488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BITKOM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Bastian Pauly</dc:creator>
  <cp:lastModifiedBy>Tra My Nguyen</cp:lastModifiedBy>
  <cp:revision>9</cp:revision>
  <cp:lastPrinted>2019-09-24T14:35:00Z</cp:lastPrinted>
  <dcterms:created xsi:type="dcterms:W3CDTF">2023-01-24T09:57:00Z</dcterms:created>
  <dcterms:modified xsi:type="dcterms:W3CDTF">2026-01-19T16:45:00Z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0x01010003DBB0020864F3438592DBCDCECB47DD</vt:lpwstr>
  </property>
  <property fmtid="{D5CDD505-2E9C-101B-9397-08002B2CF9AE}" pid="3" name="Order">
    <vt:r8>3003800</vt:r8>
  </property>
  <property fmtid="{D5CDD505-2E9C-101B-9397-08002B2CF9AE}" pid="4" name="MediaServiceImageTags">
    <vt:lpwstr/>
  </property>
</Properties>
</file>