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94042" w14:textId="77777777" w:rsidR="00955CB4" w:rsidRPr="002C593A" w:rsidRDefault="00955CB4" w:rsidP="00955CB4">
      <w:pPr>
        <w:pStyle w:val="HeadlinePresseinfo"/>
        <w:spacing w:after="284"/>
        <w:rPr>
          <w:rFonts w:ascii="TheSans C4s Regular" w:hAnsi="TheSans C4s Regular"/>
        </w:rPr>
      </w:pP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[AUSSAGEKRÄFTIGE ÜBERSCHRIFT] </w:instrText>
      </w:r>
      <w:r w:rsidRPr="002C593A">
        <w:rPr>
          <w:rFonts w:ascii="TheSans C4s Regular" w:hAnsi="TheSans C4s Regular"/>
        </w:rPr>
        <w:fldChar w:fldCharType="end"/>
      </w:r>
    </w:p>
    <w:p w14:paraId="5782E0AB" w14:textId="77777777" w:rsidR="00955CB4" w:rsidRPr="002C593A" w:rsidRDefault="00955CB4" w:rsidP="00955CB4">
      <w:pPr>
        <w:pStyle w:val="BITAufzhlung"/>
        <w:numPr>
          <w:ilvl w:val="0"/>
          <w:numId w:val="6"/>
        </w:numPr>
        <w:rPr>
          <w:rFonts w:ascii="TheSans C4s Regular" w:hAnsi="TheSans C4s Regular"/>
        </w:rPr>
      </w:pP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[Wichtigste Informationen: Wer, wie, wann, wo] </w:instrText>
      </w:r>
      <w:r w:rsidRPr="002C593A">
        <w:rPr>
          <w:rFonts w:ascii="TheSans C4s Regular" w:hAnsi="TheSans C4s Regular"/>
        </w:rPr>
        <w:fldChar w:fldCharType="end"/>
      </w:r>
    </w:p>
    <w:p w14:paraId="52F1DEE8" w14:textId="0D2AE7B1" w:rsidR="00955CB4" w:rsidRPr="002C593A" w:rsidRDefault="004D2C5B" w:rsidP="00955CB4">
      <w:pPr>
        <w:pStyle w:val="BITAufzhlung"/>
        <w:numPr>
          <w:ilvl w:val="0"/>
          <w:numId w:val="6"/>
        </w:numPr>
        <w:rPr>
          <w:rFonts w:ascii="TheSans C4s Regular" w:hAnsi="TheSans C4s Regular"/>
        </w:rPr>
      </w:pPr>
      <w:r>
        <w:rPr>
          <w:rFonts w:ascii="TheSans C4s Regular" w:hAnsi="TheSans C4s Regular"/>
        </w:rPr>
        <w:t>Bundesweiter</w:t>
      </w:r>
      <w:r w:rsidR="004B2D97" w:rsidRPr="002C593A">
        <w:rPr>
          <w:rFonts w:ascii="TheSans C4s Regular" w:hAnsi="TheSans C4s Regular"/>
        </w:rPr>
        <w:t xml:space="preserve"> Digitaltag findet am </w:t>
      </w:r>
      <w:r w:rsidR="00F16323">
        <w:rPr>
          <w:rFonts w:ascii="TheSans C4s Regular" w:hAnsi="TheSans C4s Regular"/>
        </w:rPr>
        <w:t>2</w:t>
      </w:r>
      <w:r w:rsidR="00DF7A1B">
        <w:rPr>
          <w:rFonts w:ascii="TheSans C4s Regular" w:hAnsi="TheSans C4s Regular"/>
        </w:rPr>
        <w:t>7</w:t>
      </w:r>
      <w:r w:rsidR="004B2D97" w:rsidRPr="002C593A">
        <w:rPr>
          <w:rFonts w:ascii="TheSans C4s Regular" w:hAnsi="TheSans C4s Regular"/>
        </w:rPr>
        <w:t>. Juni 202</w:t>
      </w:r>
      <w:r w:rsidR="00F16323">
        <w:rPr>
          <w:rFonts w:ascii="TheSans C4s Regular" w:hAnsi="TheSans C4s Regular"/>
        </w:rPr>
        <w:t>5</w:t>
      </w:r>
      <w:r w:rsidR="004B2D97" w:rsidRPr="002C593A">
        <w:rPr>
          <w:rFonts w:ascii="TheSans C4s Regular" w:hAnsi="TheSans C4s Regular"/>
        </w:rPr>
        <w:t xml:space="preserve"> statt</w:t>
      </w:r>
    </w:p>
    <w:p w14:paraId="24013B81" w14:textId="7E68A440" w:rsidR="00955CB4" w:rsidRPr="002C593A" w:rsidRDefault="00955CB4" w:rsidP="00955CB4">
      <w:pPr>
        <w:pStyle w:val="BITFlietextmitAbsatz"/>
        <w:rPr>
          <w:rFonts w:ascii="TheSans C4s Regular" w:hAnsi="TheSans C4s Regular"/>
        </w:rPr>
      </w:pPr>
      <w:r w:rsidRPr="002C593A">
        <w:rPr>
          <w:rFonts w:ascii="TheSans C4s Regular" w:hAnsi="TheSans C4s Regular"/>
        </w:rPr>
        <w:t xml:space="preserve">Zum </w:t>
      </w:r>
      <w:r w:rsidR="00F16323">
        <w:rPr>
          <w:rFonts w:ascii="TheSans C4s Regular" w:hAnsi="TheSans C4s Regular"/>
        </w:rPr>
        <w:t>sechsten</w:t>
      </w:r>
      <w:r w:rsidR="004B2D97" w:rsidRPr="002C593A">
        <w:rPr>
          <w:rFonts w:ascii="TheSans C4s Regular" w:hAnsi="TheSans C4s Regular"/>
        </w:rPr>
        <w:t xml:space="preserve"> </w:t>
      </w:r>
      <w:r w:rsidRPr="002C593A">
        <w:rPr>
          <w:rFonts w:ascii="TheSans C4s Regular" w:hAnsi="TheSans C4s Regular"/>
        </w:rPr>
        <w:t xml:space="preserve">Digitaltag am </w:t>
      </w:r>
      <w:r w:rsidR="00F16323">
        <w:rPr>
          <w:rFonts w:ascii="TheSans C4s Regular" w:hAnsi="TheSans C4s Regular"/>
        </w:rPr>
        <w:t>2</w:t>
      </w:r>
      <w:r w:rsidR="00DF7A1B">
        <w:rPr>
          <w:rFonts w:ascii="TheSans C4s Regular" w:hAnsi="TheSans C4s Regular"/>
        </w:rPr>
        <w:t>7</w:t>
      </w:r>
      <w:r w:rsidRPr="002C593A">
        <w:rPr>
          <w:rFonts w:ascii="TheSans C4s Regular" w:hAnsi="TheSans C4s Regular"/>
        </w:rPr>
        <w:t>. Juni 202</w:t>
      </w:r>
      <w:r w:rsidR="00F16323">
        <w:rPr>
          <w:rFonts w:ascii="TheSans C4s Regular" w:hAnsi="TheSans C4s Regular"/>
        </w:rPr>
        <w:t>5</w:t>
      </w:r>
      <w:r w:rsidRPr="002C593A">
        <w:rPr>
          <w:rFonts w:ascii="TheSans C4s Regular" w:hAnsi="TheSans C4s Regular"/>
        </w:rPr>
        <w:t xml:space="preserve"> lädt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[VERANSTALTER] </w:instrText>
      </w:r>
      <w:r w:rsidRPr="002C593A">
        <w:rPr>
          <w:rFonts w:ascii="TheSans C4s Regular" w:hAnsi="TheSans C4s Regular"/>
        </w:rPr>
        <w:fldChar w:fldCharType="end"/>
      </w:r>
      <w:r w:rsidRPr="002C593A">
        <w:rPr>
          <w:rFonts w:ascii="TheSans C4s Regular" w:hAnsi="TheSans C4s Regular"/>
        </w:rPr>
        <w:t xml:space="preserve">zu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[VERANSTALTUNGSTITEL] </w:instrText>
      </w:r>
      <w:r w:rsidRPr="002C593A">
        <w:rPr>
          <w:rFonts w:ascii="TheSans C4s Regular" w:hAnsi="TheSans C4s Regular"/>
        </w:rPr>
        <w:fldChar w:fldCharType="end"/>
      </w:r>
      <w:r w:rsidRPr="002C593A">
        <w:rPr>
          <w:rFonts w:ascii="TheSans C4s Regular" w:hAnsi="TheSans C4s Regular"/>
        </w:rPr>
        <w:t xml:space="preserve">ein. </w:t>
      </w:r>
      <w:r w:rsidRPr="002C593A">
        <w:rPr>
          <w:rFonts w:ascii="TheSans C4s Regular" w:hAnsi="TheSans C4s Regular"/>
        </w:rPr>
        <w:br/>
        <w:t xml:space="preserve">Die Aktion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beginnt um … hat zum Ziel … richtet sich an … ist kostenfrei … </w:instrText>
      </w:r>
      <w:r w:rsidRPr="002C593A">
        <w:rPr>
          <w:rFonts w:ascii="TheSans C4s Regular" w:hAnsi="TheSans C4s Regular"/>
        </w:rPr>
        <w:fldChar w:fldCharType="end"/>
      </w:r>
      <w:r w:rsidRPr="002C593A">
        <w:rPr>
          <w:rFonts w:ascii="TheSans C4s Regular" w:hAnsi="TheSans C4s Regular"/>
        </w:rPr>
        <w:t>.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[ZITAT] </w:instrText>
      </w:r>
      <w:r w:rsidRPr="002C593A">
        <w:rPr>
          <w:rFonts w:ascii="TheSans C4s Regular" w:hAnsi="TheSans C4s Regular"/>
        </w:rPr>
        <w:fldChar w:fldCharType="end"/>
      </w:r>
      <w:r w:rsidRPr="002C593A">
        <w:rPr>
          <w:rFonts w:ascii="TheSans C4s Regular" w:hAnsi="TheSans C4s Regular"/>
        </w:rPr>
        <w:t xml:space="preserve">“, sagt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[SPRECHER*IN] </w:instrText>
      </w:r>
      <w:r w:rsidRPr="002C593A">
        <w:rPr>
          <w:rFonts w:ascii="TheSans C4s Regular" w:hAnsi="TheSans C4s Regular"/>
        </w:rPr>
        <w:fldChar w:fldCharType="end"/>
      </w:r>
      <w:r w:rsidRPr="002C593A">
        <w:rPr>
          <w:rFonts w:ascii="TheSans C4s Regular" w:hAnsi="TheSans C4s Regular"/>
        </w:rPr>
        <w:t>.</w:t>
      </w:r>
    </w:p>
    <w:p w14:paraId="5E5499CE" w14:textId="364597AF" w:rsidR="00955CB4" w:rsidRPr="002C593A" w:rsidRDefault="00955CB4" w:rsidP="00955CB4">
      <w:pPr>
        <w:pStyle w:val="BITFlietextmitAbsatz"/>
        <w:keepNext/>
        <w:rPr>
          <w:rFonts w:ascii="TheSans C4s Regular" w:hAnsi="TheSans C4s Regular"/>
          <w:b/>
        </w:rPr>
      </w:pPr>
      <w:r w:rsidRPr="002C593A">
        <w:rPr>
          <w:rFonts w:ascii="TheSans C4s Regular" w:hAnsi="TheSans C4s Regular"/>
          <w:b/>
        </w:rPr>
        <w:t>Digitaltag bringt Menschen in ganz Deutschland zusammen</w:t>
      </w:r>
    </w:p>
    <w:p w14:paraId="6E9D5AC9" w14:textId="1D71A313" w:rsidR="000220DD" w:rsidRPr="002C593A" w:rsidRDefault="00955CB4" w:rsidP="00955CB4">
      <w:pPr>
        <w:pStyle w:val="BITFlietextmitAbsatz"/>
        <w:rPr>
          <w:rFonts w:ascii="TheSans C4s Regular" w:hAnsi="TheSans C4s Regular"/>
        </w:rPr>
      </w:pPr>
      <w:r w:rsidRPr="002C593A">
        <w:rPr>
          <w:rFonts w:ascii="TheSans C4s Regular" w:hAnsi="TheSans C4s Regular"/>
        </w:rPr>
        <w:t xml:space="preserve">Der Digitaltag wird getragen von der Initiative „Digital für alle“, einem Bündnis von </w:t>
      </w:r>
      <w:r w:rsidR="00B67847" w:rsidRPr="002C593A">
        <w:rPr>
          <w:rFonts w:ascii="TheSans C4s Regular" w:hAnsi="TheSans C4s Regular"/>
        </w:rPr>
        <w:t>über 25</w:t>
      </w:r>
      <w:r w:rsidRPr="002C593A">
        <w:rPr>
          <w:rFonts w:ascii="TheSans C4s Regular" w:hAnsi="TheSans C4s Regular"/>
        </w:rPr>
        <w:t xml:space="preserve"> Organisationen aus den Bereichen Zivilgesellschaft, Kultur, Wissenschaft, Wirtschaft, Wohlfahrt und öffentliche Hand. Erklärtes Ziel ist die Förderung der digitalen Teilhabe. Alle Menschen in Deutschland sollen in die Lage versetzt werden, sich selbstbewusst und selbstbestimmt in der digitalen Welt zu bewegen. </w:t>
      </w:r>
    </w:p>
    <w:p w14:paraId="25B0C0E4" w14:textId="723C155D" w:rsidR="00955CB4" w:rsidRPr="002C593A" w:rsidRDefault="000220DD" w:rsidP="00955CB4">
      <w:pPr>
        <w:pStyle w:val="BITFlietextmitAbsatz"/>
        <w:rPr>
          <w:rFonts w:ascii="TheSans C4s Regular" w:hAnsi="TheSans C4s Regular"/>
        </w:rPr>
      </w:pPr>
      <w:r w:rsidRPr="002C593A">
        <w:rPr>
          <w:rFonts w:ascii="TheSans C4s Regular" w:hAnsi="TheSans C4s Regular"/>
        </w:rPr>
        <w:t>Der Digitaltag</w:t>
      </w:r>
      <w:r w:rsidR="00955CB4" w:rsidRPr="002C593A">
        <w:rPr>
          <w:rFonts w:ascii="TheSans C4s Regular" w:hAnsi="TheSans C4s Regular"/>
        </w:rPr>
        <w:t xml:space="preserve"> bietet eine Plattform, um verschiedenste Aspekte der Digitalisierung zu beleuchten, Chancen und Herausforderungen zu diskutieren und einen breiten gesellschaftlichen Dialog anzustoßen. Der Aktionstag soll die </w:t>
      </w:r>
      <w:r w:rsidRPr="002C593A">
        <w:rPr>
          <w:rFonts w:ascii="TheSans C4s Regular" w:hAnsi="TheSans C4s Regular"/>
        </w:rPr>
        <w:t xml:space="preserve">Digitalisierung mit zahlreichen </w:t>
      </w:r>
      <w:r w:rsidR="00955CB4" w:rsidRPr="002C593A">
        <w:rPr>
          <w:rFonts w:ascii="TheSans C4s Regular" w:hAnsi="TheSans C4s Regular"/>
        </w:rPr>
        <w:t>Formaten erklären, erlebbar machen, Wege zu digitaler Teilhabe aufzeigen und auch Raum für kontroverse Debatten schaffen. Es steht allen o</w:t>
      </w:r>
      <w:r w:rsidRPr="002C593A">
        <w:rPr>
          <w:rFonts w:ascii="TheSans C4s Regular" w:hAnsi="TheSans C4s Regular"/>
        </w:rPr>
        <w:t xml:space="preserve">ffen, sich mit eigenen Aktionen </w:t>
      </w:r>
      <w:r w:rsidR="00955CB4" w:rsidRPr="002C593A">
        <w:rPr>
          <w:rFonts w:ascii="TheSans C4s Regular" w:hAnsi="TheSans C4s Regular"/>
        </w:rPr>
        <w:t>einzubringen – ob Privatperson, Verein, Unternehmen oder öffentliche Hand</w:t>
      </w:r>
      <w:r w:rsidRPr="002C593A">
        <w:rPr>
          <w:rFonts w:ascii="TheSans C4s Regular" w:hAnsi="TheSans C4s Regular"/>
        </w:rPr>
        <w:t>; ob online oder lokal vor Ort</w:t>
      </w:r>
      <w:r w:rsidR="00955CB4" w:rsidRPr="002C593A">
        <w:rPr>
          <w:rFonts w:ascii="TheSans C4s Regular" w:hAnsi="TheSans C4s Regular"/>
        </w:rPr>
        <w:t xml:space="preserve">. Mögliche Formate sind </w:t>
      </w:r>
      <w:r w:rsidRPr="002C593A">
        <w:rPr>
          <w:rFonts w:ascii="TheSans C4s Regular" w:hAnsi="TheSans C4s Regular"/>
        </w:rPr>
        <w:t>Diskussionen</w:t>
      </w:r>
      <w:r w:rsidR="00955CB4" w:rsidRPr="002C593A">
        <w:rPr>
          <w:rFonts w:ascii="TheSans C4s Regular" w:hAnsi="TheSans C4s Regular"/>
        </w:rPr>
        <w:t xml:space="preserve">, </w:t>
      </w:r>
      <w:r w:rsidRPr="002C593A">
        <w:rPr>
          <w:rFonts w:ascii="TheSans C4s Regular" w:hAnsi="TheSans C4s Regular"/>
        </w:rPr>
        <w:t>(Online-)Sem</w:t>
      </w:r>
      <w:r w:rsidR="00955CB4" w:rsidRPr="002C593A">
        <w:rPr>
          <w:rFonts w:ascii="TheSans C4s Regular" w:hAnsi="TheSans C4s Regular"/>
        </w:rPr>
        <w:t xml:space="preserve">inare, Live-Streams, </w:t>
      </w:r>
      <w:r w:rsidRPr="002C593A">
        <w:rPr>
          <w:rFonts w:ascii="TheSans C4s Regular" w:hAnsi="TheSans C4s Regular"/>
        </w:rPr>
        <w:t>Beratungsangebote</w:t>
      </w:r>
      <w:r w:rsidR="00955CB4" w:rsidRPr="002C593A">
        <w:rPr>
          <w:rFonts w:ascii="TheSans C4s Regular" w:hAnsi="TheSans C4s Regular"/>
        </w:rPr>
        <w:t xml:space="preserve">, </w:t>
      </w:r>
      <w:r w:rsidRPr="002C593A">
        <w:rPr>
          <w:rFonts w:ascii="TheSans C4s Regular" w:hAnsi="TheSans C4s Regular"/>
        </w:rPr>
        <w:t>(</w:t>
      </w:r>
      <w:r w:rsidR="00955CB4" w:rsidRPr="002C593A">
        <w:rPr>
          <w:rFonts w:ascii="TheSans C4s Regular" w:hAnsi="TheSans C4s Regular"/>
        </w:rPr>
        <w:t>virtuelle</w:t>
      </w:r>
      <w:r w:rsidRPr="002C593A">
        <w:rPr>
          <w:rFonts w:ascii="TheSans C4s Regular" w:hAnsi="TheSans C4s Regular"/>
        </w:rPr>
        <w:t>)</w:t>
      </w:r>
      <w:r w:rsidR="00955CB4" w:rsidRPr="002C593A">
        <w:rPr>
          <w:rFonts w:ascii="TheSans C4s Regular" w:hAnsi="TheSans C4s Regular"/>
        </w:rPr>
        <w:t xml:space="preserve"> Führungen, Tutorials oder Hackathons. Die einzelnen Aktivitäten werden auf </w:t>
      </w:r>
      <w:hyperlink r:id="rId11" w:history="1">
        <w:r w:rsidR="004D2C5B" w:rsidRPr="004D2C5B">
          <w:rPr>
            <w:rStyle w:val="Hyperlink"/>
            <w:rFonts w:ascii="TheSans C4s Regular" w:hAnsi="TheSans C4s Regular"/>
            <w:color w:val="006F32"/>
          </w:rPr>
          <w:t>www.digitaltag.eu</w:t>
        </w:r>
      </w:hyperlink>
      <w:r w:rsidR="004D2C5B">
        <w:rPr>
          <w:rFonts w:ascii="TheSans C4s Regular" w:hAnsi="TheSans C4s Regular"/>
        </w:rPr>
        <w:t xml:space="preserve"> </w:t>
      </w:r>
      <w:r w:rsidRPr="002C593A">
        <w:rPr>
          <w:rFonts w:ascii="TheSans C4s Regular" w:hAnsi="TheSans C4s Regular"/>
        </w:rPr>
        <w:t>über eine interaktive Aktionslandkarte angezeigt und können nach Themengebiet oder Zielgruppe gefiltert werden</w:t>
      </w:r>
      <w:r w:rsidR="00955CB4" w:rsidRPr="002C593A">
        <w:rPr>
          <w:rFonts w:ascii="TheSans C4s Regular" w:hAnsi="TheSans C4s Regular"/>
        </w:rPr>
        <w:t xml:space="preserve">. </w:t>
      </w:r>
    </w:p>
    <w:p w14:paraId="08E4A5A7" w14:textId="5336ADDC" w:rsidR="00955CB4" w:rsidRPr="002C593A" w:rsidRDefault="000220DD" w:rsidP="00955CB4">
      <w:pPr>
        <w:pStyle w:val="BITAbbinder"/>
        <w:spacing w:after="284" w:line="284" w:lineRule="atLeast"/>
        <w:rPr>
          <w:rFonts w:ascii="TheSans C4s Regular" w:hAnsi="TheSans C4s Regular"/>
          <w:szCs w:val="18"/>
        </w:rPr>
      </w:pPr>
      <w:r w:rsidRPr="002C593A">
        <w:rPr>
          <w:rFonts w:ascii="TheSans C4s Regular" w:hAnsi="TheSans C4s Regular"/>
          <w:sz w:val="18"/>
          <w:szCs w:val="18"/>
        </w:rPr>
        <w:t xml:space="preserve">Mehr </w:t>
      </w:r>
      <w:r w:rsidR="00955CB4" w:rsidRPr="002C593A">
        <w:rPr>
          <w:rFonts w:ascii="TheSans C4s Regular" w:hAnsi="TheSans C4s Regular"/>
          <w:sz w:val="18"/>
          <w:szCs w:val="18"/>
        </w:rPr>
        <w:t xml:space="preserve">Informationen und Hintergründe zur Initiative „Digital für alle“ sowie zum Digitaltag, den Aktionen und Beteiligungsmöglichkeiten </w:t>
      </w:r>
      <w:r w:rsidR="00AF3AC4" w:rsidRPr="002C593A">
        <w:rPr>
          <w:rFonts w:ascii="TheSans C4s Regular" w:hAnsi="TheSans C4s Regular"/>
          <w:sz w:val="18"/>
          <w:szCs w:val="18"/>
        </w:rPr>
        <w:t xml:space="preserve">sind </w:t>
      </w:r>
      <w:r w:rsidR="00955CB4" w:rsidRPr="002C593A">
        <w:rPr>
          <w:rFonts w:ascii="TheSans C4s Regular" w:hAnsi="TheSans C4s Regular"/>
          <w:sz w:val="18"/>
          <w:szCs w:val="18"/>
        </w:rPr>
        <w:t xml:space="preserve">unter </w:t>
      </w:r>
      <w:hyperlink r:id="rId12" w:history="1">
        <w:r w:rsidR="00955CB4" w:rsidRPr="00E420EF">
          <w:rPr>
            <w:rStyle w:val="Hyperlink"/>
            <w:rFonts w:ascii="TheSans C4s Regular" w:hAnsi="TheSans C4s Regular"/>
            <w:color w:val="006F32"/>
            <w:sz w:val="18"/>
            <w:szCs w:val="18"/>
          </w:rPr>
          <w:t>www.digitaltag.eu</w:t>
        </w:r>
      </w:hyperlink>
      <w:r w:rsidR="00AF3AC4" w:rsidRPr="00E420EF">
        <w:rPr>
          <w:rFonts w:ascii="TheSans C4s Regular" w:hAnsi="TheSans C4s Regular"/>
          <w:color w:val="006F32"/>
          <w:sz w:val="18"/>
          <w:szCs w:val="18"/>
        </w:rPr>
        <w:t xml:space="preserve"> </w:t>
      </w:r>
      <w:r w:rsidR="00AF3AC4" w:rsidRPr="002C593A">
        <w:rPr>
          <w:rFonts w:ascii="TheSans C4s Regular" w:hAnsi="TheSans C4s Regular"/>
          <w:sz w:val="18"/>
          <w:szCs w:val="18"/>
        </w:rPr>
        <w:t>abrufbar.</w:t>
      </w:r>
    </w:p>
    <w:p w14:paraId="46B39B55" w14:textId="77777777" w:rsidR="00D45B59" w:rsidRPr="002C593A" w:rsidRDefault="00D45B59">
      <w:pPr>
        <w:spacing w:line="240" w:lineRule="auto"/>
        <w:rPr>
          <w:rFonts w:ascii="TheSans C4s Regular" w:hAnsi="TheSans C4s Regular"/>
          <w:sz w:val="15"/>
          <w:szCs w:val="15"/>
        </w:rPr>
      </w:pPr>
      <w:r w:rsidRPr="002C593A">
        <w:rPr>
          <w:rFonts w:ascii="TheSans C4s Regular" w:hAnsi="TheSans C4s Regular"/>
        </w:rPr>
        <w:br w:type="page"/>
      </w:r>
    </w:p>
    <w:p w14:paraId="78C93AAB" w14:textId="0A51EC9E" w:rsidR="004B2D97" w:rsidRPr="00231ED3" w:rsidRDefault="007D39C0" w:rsidP="00231ED3">
      <w:pPr>
        <w:pStyle w:val="BITAbbinder"/>
        <w:spacing w:after="120" w:line="284" w:lineRule="atLeast"/>
        <w:rPr>
          <w:rFonts w:ascii="TheSans C4s Regular" w:hAnsi="TheSans C4s Regular"/>
          <w:sz w:val="16"/>
          <w:szCs w:val="16"/>
        </w:rPr>
      </w:pPr>
      <w:r w:rsidRPr="00231ED3">
        <w:rPr>
          <w:rFonts w:ascii="TheSans C4s Regular" w:hAnsi="TheSans C4s Regular"/>
          <w:sz w:val="16"/>
          <w:szCs w:val="16"/>
        </w:rPr>
        <w:lastRenderedPageBreak/>
        <w:t>Partner der Initiative „Digital für alle“:</w:t>
      </w:r>
    </w:p>
    <w:p w14:paraId="03D1F700" w14:textId="44E55DE4" w:rsidR="008C1CFE" w:rsidRPr="00231ED3" w:rsidRDefault="002C593A" w:rsidP="00231ED3">
      <w:pPr>
        <w:pStyle w:val="BITAbbinder"/>
        <w:spacing w:after="284" w:line="284" w:lineRule="atLeast"/>
        <w:rPr>
          <w:rFonts w:ascii="TheSans C4s Regular" w:hAnsi="TheSans C4s Regular"/>
          <w:sz w:val="16"/>
          <w:szCs w:val="16"/>
        </w:rPr>
      </w:pPr>
      <w:r w:rsidRPr="00231ED3">
        <w:rPr>
          <w:rFonts w:ascii="TheSans C4s Regular" w:hAnsi="TheSans C4s Regular"/>
          <w:sz w:val="16"/>
          <w:szCs w:val="16"/>
        </w:rPr>
        <w:t>AWO Bundesverband | Bundesarbeitsgemeinschaft der Senioren-Organisationen (BAGSO) | Bundesverband der Deutschen Industrie (BDI) | Bitkom | Bundeselternrat (BER) | Deutsche Forschungsgemeinschaft (DFG) | Deutscher Bibliotheksverband (</w:t>
      </w:r>
      <w:proofErr w:type="spellStart"/>
      <w:r w:rsidRPr="00231ED3">
        <w:rPr>
          <w:rFonts w:ascii="TheSans C4s Regular" w:hAnsi="TheSans C4s Regular"/>
          <w:sz w:val="16"/>
          <w:szCs w:val="16"/>
        </w:rPr>
        <w:t>dbv</w:t>
      </w:r>
      <w:proofErr w:type="spellEnd"/>
      <w:r w:rsidRPr="00231ED3">
        <w:rPr>
          <w:rFonts w:ascii="TheSans C4s Regular" w:hAnsi="TheSans C4s Regular"/>
          <w:sz w:val="16"/>
          <w:szCs w:val="16"/>
        </w:rPr>
        <w:t xml:space="preserve">) | Deutscher Bundesjugendring (DBJR) | Deutscher Caritasverband | Deutscher Kulturrat | Deutscher </w:t>
      </w:r>
      <w:proofErr w:type="spellStart"/>
      <w:r w:rsidRPr="00231ED3">
        <w:rPr>
          <w:rFonts w:ascii="TheSans C4s Regular" w:hAnsi="TheSans C4s Regular"/>
          <w:sz w:val="16"/>
          <w:szCs w:val="16"/>
        </w:rPr>
        <w:t>LandFrauenverband</w:t>
      </w:r>
      <w:proofErr w:type="spellEnd"/>
      <w:r w:rsidRPr="00231ED3">
        <w:rPr>
          <w:rFonts w:ascii="TheSans C4s Regular" w:hAnsi="TheSans C4s Regular"/>
          <w:sz w:val="16"/>
          <w:szCs w:val="16"/>
        </w:rPr>
        <w:t xml:space="preserve"> (dlv) | Deutscher Landkreistag (DLT) | Deutscher Naturschutzring (DNR) | Deutscher Olympischer Sportbund (DOSB) | Deutscher Städtetag | Deutscher Städte- und Gemeindebund (DStGB) | Deutscher Volkshochschul-Verband (DVV) | Deutsches Rotes Kreuz (DRK) | Diakonie Deutschland – Evangelisches Werk für Diakonie und Entwicklung | Hartmannbund – Verband der Ärzte Deutschlands | Hochschulrektorenkonferenz (HRK) | TÜV-Verband | Verband kommunaler Unternehmen (VKU) | Verbraucherzentrale Bundesverband (vzbv) | Vereinte Dienstleistungsgewerkschaft (ver.di) | Zentralverband des deutschen Handwerks (ZDH) | Zentralwohlfahrtsstelle der Juden in Deutschland (ZWST)</w:t>
      </w:r>
    </w:p>
    <w:sectPr w:rsidR="008C1CFE" w:rsidRPr="00231ED3" w:rsidSect="00D45B59">
      <w:headerReference w:type="default" r:id="rId13"/>
      <w:footerReference w:type="default" r:id="rId14"/>
      <w:headerReference w:type="first" r:id="rId15"/>
      <w:footerReference w:type="first" r:id="rId16"/>
      <w:pgSz w:w="11906" w:h="16838" w:code="9"/>
      <w:pgMar w:top="4180" w:right="3684" w:bottom="79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7B0E5" w14:textId="77777777" w:rsidR="00CA277A" w:rsidRDefault="00CA277A" w:rsidP="002B7933">
      <w:pPr>
        <w:spacing w:line="240" w:lineRule="auto"/>
      </w:pPr>
      <w:r>
        <w:separator/>
      </w:r>
    </w:p>
  </w:endnote>
  <w:endnote w:type="continuationSeparator" w:id="0">
    <w:p w14:paraId="566C28D9" w14:textId="77777777" w:rsidR="00CA277A" w:rsidRDefault="00CA277A" w:rsidP="002B7933">
      <w:pPr>
        <w:spacing w:line="240" w:lineRule="auto"/>
      </w:pPr>
      <w:r>
        <w:continuationSeparator/>
      </w:r>
    </w:p>
  </w:endnote>
  <w:endnote w:type="continuationNotice" w:id="1">
    <w:p w14:paraId="41F899D7" w14:textId="77777777" w:rsidR="00F16323" w:rsidRDefault="00F163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heSansOffice">
    <w:altName w:val="Malgun Gothic"/>
    <w:panose1 w:val="020B0503040302060204"/>
    <w:charset w:val="00"/>
    <w:family w:val="swiss"/>
    <w:pitch w:val="variable"/>
    <w:sig w:usb0="8000002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eSans C4s Regular">
    <w:panose1 w:val="020B0502050302020203"/>
    <w:charset w:val="00"/>
    <w:family w:val="swiss"/>
    <w:notTrueType/>
    <w:pitch w:val="variable"/>
    <w:sig w:usb0="A00000FF" w:usb1="5000F0FB" w:usb2="00000000" w:usb3="00000000" w:csb0="00000193" w:csb1="00000000"/>
  </w:font>
  <w:font w:name="TheSans C4s Bold">
    <w:panose1 w:val="020B0702050302020203"/>
    <w:charset w:val="00"/>
    <w:family w:val="swiss"/>
    <w:notTrueType/>
    <w:pitch w:val="variable"/>
    <w:sig w:usb0="A00000FF" w:usb1="5000F0F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2D2B" w14:textId="77777777" w:rsidR="002B7933" w:rsidRDefault="00950213">
    <w:pPr>
      <w:pStyle w:val="Fuzeile"/>
    </w:pPr>
    <w:r>
      <w:rPr>
        <w:noProof/>
        <w:sz w:val="15"/>
        <w:szCs w:val="15"/>
        <w:lang w:eastAsia="de-DE"/>
      </w:rPr>
      <mc:AlternateContent>
        <mc:Choice Requires="wps">
          <w:drawing>
            <wp:anchor distT="0" distB="0" distL="114300" distR="114300" simplePos="0" relativeHeight="251658244" behindDoc="1" locked="1" layoutInCell="1" allowOverlap="1" wp14:anchorId="6C7FEAB3" wp14:editId="025BB34B">
              <wp:simplePos x="0" y="0"/>
              <wp:positionH relativeFrom="page">
                <wp:posOffset>5616575</wp:posOffset>
              </wp:positionH>
              <wp:positionV relativeFrom="page">
                <wp:posOffset>9892030</wp:posOffset>
              </wp:positionV>
              <wp:extent cx="1620000" cy="180000"/>
              <wp:effectExtent l="0" t="0" r="18415" b="10795"/>
              <wp:wrapNone/>
              <wp:docPr id="8"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B19631F" w14:textId="77777777" w:rsidR="002B7933" w:rsidRPr="002C593A" w:rsidRDefault="00CA5697" w:rsidP="000F5600">
                          <w:pPr>
                            <w:pStyle w:val="BITAbsenderBold"/>
                            <w:rPr>
                              <w:rStyle w:val="BITBlau"/>
                              <w:rFonts w:ascii="TheSans C4s Regular" w:hAnsi="TheSans C4s Regular"/>
                              <w:color w:val="006F32"/>
                            </w:rPr>
                          </w:pPr>
                          <w:r w:rsidRPr="002C593A">
                            <w:rPr>
                              <w:rStyle w:val="BITBlau"/>
                              <w:rFonts w:ascii="TheSans C4s Regular" w:hAnsi="TheSans C4s Regular"/>
                              <w:color w:val="006F32"/>
                            </w:rPr>
                            <w:t>www.digitaltag.eu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7FEAB3" id="_x0000_t202" coordsize="21600,21600" o:spt="202" path="m,l,21600r21600,l21600,xe">
              <v:stroke joinstyle="miter"/>
              <v:path gradientshapeok="t" o:connecttype="rect"/>
            </v:shapetype>
            <v:shape id="Textfeld 10" o:spid="_x0000_s1026" type="#_x0000_t202" style="position:absolute;margin-left:442.25pt;margin-top:778.9pt;width:127.55pt;height:14.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" filled="f" stroked="f" strokeweight=".5pt">
              <v:textbox inset="0,0,0,0">
                <w:txbxContent>
                  <w:p w14:paraId="3B19631F" w14:textId="77777777" w:rsidR="002B7933" w:rsidRPr="002C593A" w:rsidRDefault="00CA5697" w:rsidP="000F5600">
                    <w:pPr>
                      <w:pStyle w:val="BITAbsenderBold"/>
                      <w:rPr>
                        <w:rStyle w:val="BITBlau"/>
                        <w:rFonts w:ascii="TheSans C4s Regular" w:hAnsi="TheSans C4s Regular"/>
                        <w:color w:val="006F32"/>
                      </w:rPr>
                    </w:pPr>
                    <w:r w:rsidRPr="002C593A">
                      <w:rPr>
                        <w:rStyle w:val="BITBlau"/>
                        <w:rFonts w:ascii="TheSans C4s Regular" w:hAnsi="TheSans C4s Regular"/>
                        <w:color w:val="006F32"/>
                      </w:rPr>
                      <w:t>www.digitaltag.eu</w:t>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650D" w14:textId="77777777" w:rsidR="002B7933" w:rsidRDefault="00950213">
    <w:pPr>
      <w:pStyle w:val="Fuzeile"/>
    </w:pPr>
    <w:r>
      <w:rPr>
        <w:noProof/>
        <w:sz w:val="15"/>
        <w:szCs w:val="15"/>
        <w:lang w:eastAsia="de-DE"/>
      </w:rPr>
      <mc:AlternateContent>
        <mc:Choice Requires="wps">
          <w:drawing>
            <wp:anchor distT="0" distB="0" distL="114300" distR="114300" simplePos="0" relativeHeight="251658242" behindDoc="1" locked="1" layoutInCell="1" allowOverlap="1" wp14:anchorId="277F5009" wp14:editId="5A2E3E50">
              <wp:simplePos x="0" y="0"/>
              <wp:positionH relativeFrom="page">
                <wp:posOffset>5616575</wp:posOffset>
              </wp:positionH>
              <wp:positionV relativeFrom="page">
                <wp:posOffset>9892030</wp:posOffset>
              </wp:positionV>
              <wp:extent cx="1620000" cy="180000"/>
              <wp:effectExtent l="0" t="0" r="18415" b="10795"/>
              <wp:wrapNone/>
              <wp:docPr id="1"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5B9B073" w14:textId="77777777" w:rsidR="002B7933" w:rsidRPr="002C593A" w:rsidRDefault="008F17E9" w:rsidP="008C203F">
                          <w:pPr>
                            <w:pStyle w:val="BITAbsenderBold"/>
                            <w:rPr>
                              <w:rStyle w:val="BITBlau"/>
                              <w:rFonts w:ascii="TheSans C4s Regular" w:hAnsi="TheSans C4s Regular"/>
                              <w:color w:val="006F32"/>
                            </w:rPr>
                          </w:pPr>
                          <w:hyperlink r:id="rId1" w:history="1">
                            <w:r w:rsidR="00CC3198" w:rsidRPr="002C593A">
                              <w:rPr>
                                <w:rStyle w:val="Hyperlink"/>
                                <w:rFonts w:ascii="TheSans C4s Regular" w:hAnsi="TheSans C4s Regular"/>
                                <w:color w:val="006F32"/>
                                <w:u w:val="none"/>
                              </w:rPr>
                              <w:t>www.digitaltag.eu</w:t>
                            </w:r>
                          </w:hyperlink>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7F5009" id="_x0000_t202" coordsize="21600,21600" o:spt="202" path="m,l,21600r21600,l21600,xe">
              <v:stroke joinstyle="miter"/>
              <v:path gradientshapeok="t" o:connecttype="rect"/>
            </v:shapetype>
            <v:shape id="Textfeld 6" o:spid="_x0000_s1030" type="#_x0000_t202" style="position:absolute;margin-left:442.25pt;margin-top:778.9pt;width:127.55pt;height:14.1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" filled="f" stroked="f" strokeweight=".5pt">
              <v:textbox inset="0,0,0,0">
                <w:txbxContent>
                  <w:p w14:paraId="35B9B073" w14:textId="77777777" w:rsidR="002B7933" w:rsidRPr="002C593A" w:rsidRDefault="008F17E9" w:rsidP="008C203F">
                    <w:pPr>
                      <w:pStyle w:val="BITAbsenderBold"/>
                      <w:rPr>
                        <w:rStyle w:val="BITBlau"/>
                        <w:rFonts w:ascii="TheSans C4s Regular" w:hAnsi="TheSans C4s Regular"/>
                        <w:color w:val="006F32"/>
                      </w:rPr>
                    </w:pPr>
                    <w:hyperlink r:id="rId2" w:history="1">
                      <w:r w:rsidR="00CC3198" w:rsidRPr="002C593A">
                        <w:rPr>
                          <w:rStyle w:val="Hyperlink"/>
                          <w:rFonts w:ascii="TheSans C4s Regular" w:hAnsi="TheSans C4s Regular"/>
                          <w:color w:val="006F32"/>
                          <w:u w:val="none"/>
                        </w:rPr>
                        <w:t>www.digitaltag.eu</w:t>
                      </w:r>
                    </w:hyperlink>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090B9" w14:textId="77777777" w:rsidR="00CA277A" w:rsidRDefault="00CA277A" w:rsidP="002B7933">
      <w:pPr>
        <w:spacing w:line="240" w:lineRule="auto"/>
      </w:pPr>
      <w:r>
        <w:separator/>
      </w:r>
    </w:p>
  </w:footnote>
  <w:footnote w:type="continuationSeparator" w:id="0">
    <w:p w14:paraId="03B23B5F" w14:textId="77777777" w:rsidR="00CA277A" w:rsidRDefault="00CA277A" w:rsidP="002B7933">
      <w:pPr>
        <w:spacing w:line="240" w:lineRule="auto"/>
      </w:pPr>
      <w:r>
        <w:continuationSeparator/>
      </w:r>
    </w:p>
  </w:footnote>
  <w:footnote w:type="continuationNotice" w:id="1">
    <w:p w14:paraId="6D4D400D" w14:textId="77777777" w:rsidR="00F16323" w:rsidRDefault="00F1632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7BFF2" w14:textId="77777777" w:rsidR="007260FD" w:rsidRDefault="007260FD" w:rsidP="007260FD">
    <w:pPr>
      <w:pStyle w:val="BITHeadlineohneAbsatz"/>
      <w:rPr>
        <w:rStyle w:val="Datum"/>
      </w:rPr>
    </w:pPr>
  </w:p>
  <w:p w14:paraId="189B9DFA" w14:textId="46DCA76E" w:rsidR="007260FD" w:rsidRPr="002C593A" w:rsidRDefault="007260FD" w:rsidP="007260FD">
    <w:pPr>
      <w:pStyle w:val="BITHeadlineohneAbsatz"/>
      <w:rPr>
        <w:rFonts w:ascii="TheSans C4s Regular" w:hAnsi="TheSans C4s Regular"/>
      </w:rPr>
    </w:pPr>
    <w:r w:rsidRPr="002C593A">
      <w:rPr>
        <w:rFonts w:ascii="TheSans C4s Regular" w:hAnsi="TheSans C4s Regular"/>
      </w:rPr>
      <w:t>Presseinformation</w:t>
    </w:r>
    <w:r w:rsidRPr="002C593A">
      <w:rPr>
        <w:rFonts w:ascii="TheSans C4s Regular" w:hAnsi="TheSans C4s Regular"/>
      </w:rPr>
      <w:br/>
    </w:r>
    <w:r w:rsidR="003474F4" w:rsidRPr="002C593A">
      <w:rPr>
        <w:rFonts w:ascii="TheSans C4s Regular" w:hAnsi="TheSans C4s Regular"/>
      </w:rPr>
      <w:fldChar w:fldCharType="begin"/>
    </w:r>
    <w:r w:rsidR="003474F4" w:rsidRPr="002C593A">
      <w:rPr>
        <w:rFonts w:ascii="TheSans C4s Regular" w:hAnsi="TheSans C4s Regular"/>
      </w:rPr>
      <w:instrText xml:space="preserve"> STYLEREF  "Headline Presseinfo"  \* MERGEFORMAT </w:instrText>
    </w:r>
    <w:r w:rsidR="003474F4" w:rsidRPr="002C593A">
      <w:rPr>
        <w:rFonts w:ascii="TheSans C4s Regular" w:hAnsi="TheSans C4s Regular"/>
        <w:noProof/>
      </w:rPr>
      <w:fldChar w:fldCharType="end"/>
    </w:r>
  </w:p>
  <w:p w14:paraId="25084B5A" w14:textId="77777777" w:rsidR="007260FD" w:rsidRPr="002C593A" w:rsidRDefault="007260FD" w:rsidP="007260FD">
    <w:pPr>
      <w:pStyle w:val="BITFlietextmitAbsatz"/>
      <w:rPr>
        <w:rFonts w:ascii="TheSans C4s Regular" w:hAnsi="TheSans C4s Regular"/>
      </w:rPr>
    </w:pPr>
    <w:r w:rsidRPr="002C593A">
      <w:rPr>
        <w:rFonts w:ascii="TheSans C4s Regular" w:hAnsi="TheSans C4s Regular"/>
      </w:rPr>
      <w:t xml:space="preserve">Seite </w:t>
    </w:r>
    <w:r w:rsidRPr="002C593A">
      <w:rPr>
        <w:rFonts w:ascii="TheSans C4s Regular" w:hAnsi="TheSans C4s Regular"/>
      </w:rPr>
      <w:fldChar w:fldCharType="begin"/>
    </w:r>
    <w:r w:rsidRPr="002C593A">
      <w:rPr>
        <w:rFonts w:ascii="TheSans C4s Regular" w:hAnsi="TheSans C4s Regular"/>
      </w:rPr>
      <w:instrText xml:space="preserve"> PAGE   \* MERGEFORMAT </w:instrText>
    </w:r>
    <w:r w:rsidRPr="002C593A">
      <w:rPr>
        <w:rFonts w:ascii="TheSans C4s Regular" w:hAnsi="TheSans C4s Regular"/>
      </w:rPr>
      <w:fldChar w:fldCharType="separate"/>
    </w:r>
    <w:r w:rsidR="00345FE1" w:rsidRPr="002C593A">
      <w:rPr>
        <w:rFonts w:ascii="TheSans C4s Regular" w:hAnsi="TheSans C4s Regular"/>
        <w:noProof/>
      </w:rPr>
      <w:t>2</w:t>
    </w:r>
    <w:r w:rsidRPr="002C593A">
      <w:rPr>
        <w:rFonts w:ascii="TheSans C4s Regular" w:hAnsi="TheSans C4s Regular"/>
        <w:noProof/>
      </w:rPr>
      <w:fldChar w:fldCharType="end"/>
    </w:r>
    <w:r w:rsidRPr="002C593A">
      <w:rPr>
        <w:rFonts w:ascii="TheSans C4s Regular" w:hAnsi="TheSans C4s Regular"/>
      </w:rPr>
      <w:t>|</w:t>
    </w:r>
    <w:r w:rsidR="004D2C5B" w:rsidRPr="002C593A">
      <w:rPr>
        <w:rFonts w:ascii="TheSans C4s Regular" w:hAnsi="TheSans C4s Regular"/>
      </w:rPr>
      <w:fldChar w:fldCharType="begin"/>
    </w:r>
    <w:r w:rsidR="004D2C5B" w:rsidRPr="002C593A">
      <w:rPr>
        <w:rFonts w:ascii="TheSans C4s Regular" w:hAnsi="TheSans C4s Regular"/>
      </w:rPr>
      <w:instrText xml:space="preserve"> NUMPAGES   \* MERGEFORMAT </w:instrText>
    </w:r>
    <w:r w:rsidR="004D2C5B" w:rsidRPr="002C593A">
      <w:rPr>
        <w:rFonts w:ascii="TheSans C4s Regular" w:hAnsi="TheSans C4s Regular"/>
      </w:rPr>
      <w:fldChar w:fldCharType="separate"/>
    </w:r>
    <w:r w:rsidR="00345FE1" w:rsidRPr="002C593A">
      <w:rPr>
        <w:rFonts w:ascii="TheSans C4s Regular" w:hAnsi="TheSans C4s Regular"/>
        <w:noProof/>
      </w:rPr>
      <w:t>2</w:t>
    </w:r>
    <w:r w:rsidR="004D2C5B" w:rsidRPr="002C593A">
      <w:rPr>
        <w:rFonts w:ascii="TheSans C4s Regular" w:hAnsi="TheSans C4s Regular"/>
        <w:noProof/>
      </w:rPr>
      <w:fldChar w:fldCharType="end"/>
    </w:r>
  </w:p>
  <w:p w14:paraId="4A3F72C4" w14:textId="77777777" w:rsidR="002B7933" w:rsidRPr="002C593A" w:rsidRDefault="00D45B59">
    <w:pPr>
      <w:pStyle w:val="Kopfzeile"/>
      <w:rPr>
        <w:rFonts w:ascii="TheSans C4s Regular" w:hAnsi="TheSans C4s Regular"/>
      </w:rPr>
    </w:pPr>
    <w:r w:rsidRPr="002C593A">
      <w:rPr>
        <w:rFonts w:ascii="TheSans C4s Regular" w:hAnsi="TheSans C4s Regular"/>
        <w:noProof/>
        <w:lang w:eastAsia="de-DE"/>
      </w:rPr>
      <w:drawing>
        <wp:anchor distT="0" distB="0" distL="114300" distR="114300" simplePos="0" relativeHeight="251658247" behindDoc="1" locked="1" layoutInCell="1" allowOverlap="1" wp14:anchorId="77F580EE" wp14:editId="3B185B68">
          <wp:simplePos x="0" y="0"/>
          <wp:positionH relativeFrom="page">
            <wp:posOffset>5686425</wp:posOffset>
          </wp:positionH>
          <wp:positionV relativeFrom="page">
            <wp:posOffset>786765</wp:posOffset>
          </wp:positionV>
          <wp:extent cx="1147445" cy="300990"/>
          <wp:effectExtent l="0" t="0" r="0" b="3810"/>
          <wp:wrapNone/>
          <wp:docPr id="14"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7445" cy="3009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213" w:rsidRPr="002C593A">
      <w:rPr>
        <w:rFonts w:ascii="TheSans C4s Regular" w:hAnsi="TheSans C4s Regular"/>
        <w:noProof/>
        <w:lang w:eastAsia="de-DE"/>
      </w:rPr>
      <mc:AlternateContent>
        <mc:Choice Requires="wpg">
          <w:drawing>
            <wp:anchor distT="0" distB="0" distL="114300" distR="114300" simplePos="0" relativeHeight="251658245" behindDoc="0" locked="1" layoutInCell="1" allowOverlap="1" wp14:anchorId="21241D92" wp14:editId="018F2B61">
              <wp:simplePos x="0" y="0"/>
              <wp:positionH relativeFrom="page">
                <wp:posOffset>356235</wp:posOffset>
              </wp:positionH>
              <wp:positionV relativeFrom="page">
                <wp:posOffset>3780790</wp:posOffset>
              </wp:positionV>
              <wp:extent cx="122555" cy="1565910"/>
              <wp:effectExtent l="13335" t="8890" r="6985" b="6350"/>
              <wp:wrapNone/>
              <wp:docPr id="9"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5910"/>
                        <a:chOff x="0" y="0"/>
                        <a:chExt cx="1224" cy="15664"/>
                      </a:xfrm>
                    </wpg:grpSpPr>
                    <wps:wsp>
                      <wps:cNvPr id="10" name="Gerade Verbindung 14"/>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11" name="Gerade Verbindung 15"/>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53FCD49" id="Gruppieren 13" o:spid="_x0000_s1026" style="position:absolute;margin-left:28.05pt;margin-top:297.7pt;width:9.65pt;height:123.3pt;z-index:251658245;mso-position-horizontal-relative:page;mso-position-vertical-relative:page;mso-width-relative:margin;mso-height-relative:margin"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">
              <v:line id="Gerade Verbindung 14"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" strokecolor="#0096d7" strokeweight=".5pt"/>
              <v:line id="Gerade Verbindung 15"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0748" w14:textId="77777777" w:rsidR="002B7933" w:rsidRPr="002D1F82" w:rsidRDefault="00D45B59" w:rsidP="002D1F82">
    <w:pPr>
      <w:pStyle w:val="Kopfzeile"/>
      <w:rPr>
        <w:sz w:val="15"/>
        <w:szCs w:val="15"/>
      </w:rPr>
    </w:pPr>
    <w:r>
      <w:rPr>
        <w:noProof/>
        <w:lang w:eastAsia="de-DE"/>
      </w:rPr>
      <w:drawing>
        <wp:anchor distT="0" distB="0" distL="114300" distR="114300" simplePos="0" relativeHeight="251658248" behindDoc="1" locked="1" layoutInCell="1" allowOverlap="1" wp14:anchorId="12F9F03B" wp14:editId="2980C872">
          <wp:simplePos x="0" y="0"/>
          <wp:positionH relativeFrom="page">
            <wp:posOffset>5685155</wp:posOffset>
          </wp:positionH>
          <wp:positionV relativeFrom="page">
            <wp:posOffset>786765</wp:posOffset>
          </wp:positionV>
          <wp:extent cx="1147445" cy="300990"/>
          <wp:effectExtent l="0" t="0" r="0" b="3810"/>
          <wp:wrapNone/>
          <wp:docPr id="16"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7445" cy="3009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213">
      <w:rPr>
        <w:noProof/>
        <w:lang w:eastAsia="de-DE"/>
      </w:rPr>
      <mc:AlternateContent>
        <mc:Choice Requires="wpg">
          <w:drawing>
            <wp:anchor distT="0" distB="0" distL="114300" distR="114300" simplePos="0" relativeHeight="251658243" behindDoc="0" locked="1" layoutInCell="1" allowOverlap="1" wp14:anchorId="24815C11" wp14:editId="11B5BE3D">
              <wp:simplePos x="0" y="0"/>
              <wp:positionH relativeFrom="page">
                <wp:posOffset>356235</wp:posOffset>
              </wp:positionH>
              <wp:positionV relativeFrom="page">
                <wp:posOffset>3780790</wp:posOffset>
              </wp:positionV>
              <wp:extent cx="122555" cy="1566545"/>
              <wp:effectExtent l="13335" t="8890" r="6985" b="5715"/>
              <wp:wrapNone/>
              <wp:docPr id="5" name="Gruppieren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6545"/>
                        <a:chOff x="0" y="0"/>
                        <a:chExt cx="1224" cy="15664"/>
                      </a:xfrm>
                    </wpg:grpSpPr>
                    <wps:wsp>
                      <wps:cNvPr id="6" name="Gerade Verbindung 8"/>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7" name="Gerade Verbindung 9"/>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D18802" id="Gruppieren 12" o:spid="_x0000_s1026" style="position:absolute;margin-left:28.05pt;margin-top:297.7pt;width:9.65pt;height:123.35pt;z-index:251658243;mso-position-horizontal-relative:page;mso-position-vertical-relative:page"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">
              <v:line id="Gerade Verbindung 8"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" strokecolor="#0096d7" strokeweight=".5pt"/>
              <v:line id="Gerade Verbindung 9"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w10:wrap anchorx="page" anchory="page"/>
              <w10:anchorlock/>
            </v:group>
          </w:pict>
        </mc:Fallback>
      </mc:AlternateContent>
    </w:r>
    <w:r w:rsidR="007260FD">
      <w:rPr>
        <w:noProof/>
        <w:color w:val="009FE3"/>
        <w:sz w:val="15"/>
        <w:szCs w:val="15"/>
        <w:lang w:eastAsia="de-DE"/>
      </w:rPr>
      <mc:AlternateContent>
        <mc:Choice Requires="wps">
          <w:drawing>
            <wp:anchor distT="0" distB="0" distL="114300" distR="114300" simplePos="0" relativeHeight="251658246" behindDoc="1" locked="1" layoutInCell="1" allowOverlap="1" wp14:anchorId="044FD745" wp14:editId="060232E2">
              <wp:simplePos x="0" y="0"/>
              <wp:positionH relativeFrom="margin">
                <wp:align>inside</wp:align>
              </wp:positionH>
              <wp:positionV relativeFrom="page">
                <wp:posOffset>1685290</wp:posOffset>
              </wp:positionV>
              <wp:extent cx="2880000" cy="374400"/>
              <wp:effectExtent l="0" t="0" r="15875" b="698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000" cy="37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25E2C" w14:textId="77777777" w:rsidR="007260FD" w:rsidRPr="002C593A" w:rsidRDefault="007260FD" w:rsidP="007260FD">
                          <w:pPr>
                            <w:pStyle w:val="BITCoverberschrift"/>
                            <w:rPr>
                              <w:rStyle w:val="BITBlau"/>
                              <w:rFonts w:ascii="TheSans C4s Bold" w:hAnsi="TheSans C4s Bold"/>
                              <w:b w:val="0"/>
                              <w:bCs/>
                              <w:color w:val="006F32"/>
                            </w:rPr>
                          </w:pPr>
                          <w:r w:rsidRPr="002C593A">
                            <w:rPr>
                              <w:rStyle w:val="BITBlau"/>
                              <w:rFonts w:ascii="TheSans C4s Bold" w:hAnsi="TheSans C4s Bold"/>
                              <w:b w:val="0"/>
                              <w:bCs/>
                              <w:color w:val="006F32"/>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FD745" id="_x0000_t202" coordsize="21600,21600" o:spt="202" path="m,l,21600r21600,l21600,xe">
              <v:stroke joinstyle="miter"/>
              <v:path gradientshapeok="t" o:connecttype="rect"/>
            </v:shapetype>
            <v:shape id="Text Box 15" o:spid="_x0000_s1027" type="#_x0000_t202" style="position:absolute;margin-left:0;margin-top:132.7pt;width:226.75pt;height:29.5pt;z-index:-251658234;visibility:visible;mso-wrap-style:square;mso-width-percent:0;mso-height-percent:0;mso-wrap-distance-left:9pt;mso-wrap-distance-top:0;mso-wrap-distance-right:9pt;mso-wrap-distance-bottom:0;mso-position-horizontal:insid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" filled="f" stroked="f">
              <v:textbox inset="0,0,0,0">
                <w:txbxContent>
                  <w:p w14:paraId="0A825E2C" w14:textId="77777777" w:rsidR="007260FD" w:rsidRPr="002C593A" w:rsidRDefault="007260FD" w:rsidP="007260FD">
                    <w:pPr>
                      <w:pStyle w:val="BITCoverberschrift"/>
                      <w:rPr>
                        <w:rStyle w:val="BITBlau"/>
                        <w:rFonts w:ascii="TheSans C4s Bold" w:hAnsi="TheSans C4s Bold"/>
                        <w:b w:val="0"/>
                        <w:bCs/>
                        <w:color w:val="006F32"/>
                      </w:rPr>
                    </w:pPr>
                    <w:r w:rsidRPr="002C593A">
                      <w:rPr>
                        <w:rStyle w:val="BITBlau"/>
                        <w:rFonts w:ascii="TheSans C4s Bold" w:hAnsi="TheSans C4s Bold"/>
                        <w:b w:val="0"/>
                        <w:bCs/>
                        <w:color w:val="006F32"/>
                      </w:rPr>
                      <w:t>Presseinformation</w:t>
                    </w:r>
                  </w:p>
                </w:txbxContent>
              </v:textbox>
              <w10:wrap anchorx="margin" anchory="page"/>
              <w10:anchorlock/>
            </v:shape>
          </w:pict>
        </mc:Fallback>
      </mc:AlternateContent>
    </w:r>
    <w:r w:rsidR="00950213">
      <w:rPr>
        <w:noProof/>
        <w:sz w:val="15"/>
        <w:szCs w:val="15"/>
        <w:lang w:eastAsia="de-DE"/>
      </w:rPr>
      <mc:AlternateContent>
        <mc:Choice Requires="wps">
          <w:drawing>
            <wp:anchor distT="0" distB="0" distL="114300" distR="114300" simplePos="0" relativeHeight="251658241" behindDoc="1" locked="1" layoutInCell="1" allowOverlap="1" wp14:anchorId="1D66C026" wp14:editId="09E6468D">
              <wp:simplePos x="0" y="0"/>
              <wp:positionH relativeFrom="page">
                <wp:posOffset>5616575</wp:posOffset>
              </wp:positionH>
              <wp:positionV relativeFrom="page">
                <wp:posOffset>3906520</wp:posOffset>
              </wp:positionV>
              <wp:extent cx="1620000" cy="432000"/>
              <wp:effectExtent l="0" t="0" r="18415" b="6350"/>
              <wp:wrapNone/>
              <wp:docPr id="3"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43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EFEBE9" w14:textId="77777777" w:rsidR="002B7933" w:rsidRPr="002C593A" w:rsidRDefault="00A642D4" w:rsidP="00CB5DF8">
                          <w:pPr>
                            <w:pStyle w:val="BITStandardBold"/>
                            <w:rPr>
                              <w:rFonts w:ascii="TheSans C4s Regular" w:hAnsi="TheSans C4s Regular"/>
                            </w:rPr>
                          </w:pP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[Ort] </w:instrText>
                          </w:r>
                          <w:r w:rsidRPr="002C593A">
                            <w:rPr>
                              <w:rFonts w:ascii="TheSans C4s Regular" w:hAnsi="TheSans C4s Regular"/>
                            </w:rPr>
                            <w:fldChar w:fldCharType="end"/>
                          </w:r>
                          <w:r w:rsidR="00C75C09" w:rsidRPr="002C593A">
                            <w:rPr>
                              <w:rFonts w:ascii="TheSans C4s Regular" w:hAnsi="TheSans C4s Regular"/>
                            </w:rPr>
                            <w:t xml:space="preserve">,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[Datum] </w:instrText>
                          </w:r>
                          <w:r w:rsidRPr="002C593A">
                            <w:rPr>
                              <w:rFonts w:ascii="TheSans C4s Regular" w:hAnsi="TheSans C4s Regular"/>
                            </w:rPr>
                            <w:fldChar w:fldCharType="end"/>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66C026" id="Textfeld 5" o:spid="_x0000_s1028" type="#_x0000_t202" style="position:absolute;margin-left:442.25pt;margin-top:307.6pt;width:127.55pt;height:3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" filled="f" stroked="f" strokeweight=".5pt">
              <v:textbox inset="0,0,0,0">
                <w:txbxContent>
                  <w:p w14:paraId="72EFEBE9" w14:textId="77777777" w:rsidR="002B7933" w:rsidRPr="002C593A" w:rsidRDefault="00A642D4" w:rsidP="00CB5DF8">
                    <w:pPr>
                      <w:pStyle w:val="BITStandardBold"/>
                      <w:rPr>
                        <w:rFonts w:ascii="TheSans C4s Regular" w:hAnsi="TheSans C4s Regular"/>
                      </w:rPr>
                    </w:pP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[Ort] </w:instrText>
                    </w:r>
                    <w:r w:rsidRPr="002C593A">
                      <w:rPr>
                        <w:rFonts w:ascii="TheSans C4s Regular" w:hAnsi="TheSans C4s Regular"/>
                      </w:rPr>
                      <w:fldChar w:fldCharType="end"/>
                    </w:r>
                    <w:r w:rsidR="00C75C09" w:rsidRPr="002C593A">
                      <w:rPr>
                        <w:rFonts w:ascii="TheSans C4s Regular" w:hAnsi="TheSans C4s Regular"/>
                      </w:rPr>
                      <w:t xml:space="preserve">, </w:t>
                    </w:r>
                    <w:r w:rsidRPr="002C593A">
                      <w:rPr>
                        <w:rFonts w:ascii="TheSans C4s Regular" w:hAnsi="TheSans C4s Regular"/>
                      </w:rPr>
                      <w:fldChar w:fldCharType="begin"/>
                    </w:r>
                    <w:r w:rsidRPr="002C593A">
                      <w:rPr>
                        <w:rFonts w:ascii="TheSans C4s Regular" w:hAnsi="TheSans C4s Regular"/>
                      </w:rPr>
                      <w:instrText xml:space="preserve"> MACROBUTTON  AblehnenAlleÄnderungenAngezeigt [Datum] </w:instrText>
                    </w:r>
                    <w:r w:rsidRPr="002C593A">
                      <w:rPr>
                        <w:rFonts w:ascii="TheSans C4s Regular" w:hAnsi="TheSans C4s Regular"/>
                      </w:rPr>
                      <w:fldChar w:fldCharType="end"/>
                    </w:r>
                  </w:p>
                </w:txbxContent>
              </v:textbox>
              <w10:wrap anchorx="page" anchory="page"/>
              <w10:anchorlock/>
            </v:shape>
          </w:pict>
        </mc:Fallback>
      </mc:AlternateContent>
    </w:r>
    <w:r w:rsidR="00950213">
      <w:rPr>
        <w:noProof/>
        <w:sz w:val="15"/>
        <w:szCs w:val="15"/>
        <w:lang w:eastAsia="de-DE"/>
      </w:rPr>
      <mc:AlternateContent>
        <mc:Choice Requires="wps">
          <w:drawing>
            <wp:anchor distT="0" distB="0" distL="114300" distR="114300" simplePos="0" relativeHeight="251658240" behindDoc="1" locked="1" layoutInCell="1" allowOverlap="1" wp14:anchorId="622D5368" wp14:editId="7FE5A1DB">
              <wp:simplePos x="0" y="0"/>
              <wp:positionH relativeFrom="page">
                <wp:posOffset>5616575</wp:posOffset>
              </wp:positionH>
              <wp:positionV relativeFrom="page">
                <wp:posOffset>4662805</wp:posOffset>
              </wp:positionV>
              <wp:extent cx="1620000" cy="4500000"/>
              <wp:effectExtent l="0" t="0" r="18415" b="15240"/>
              <wp:wrapNone/>
              <wp:docPr id="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450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C8617B3" w14:textId="77777777" w:rsidR="003F2A80" w:rsidRPr="002C593A" w:rsidRDefault="00A642D4" w:rsidP="003F2A80">
                          <w:pPr>
                            <w:pStyle w:val="BITAbsenderBold"/>
                            <w:rPr>
                              <w:rStyle w:val="BITBlau"/>
                              <w:rFonts w:ascii="TheSans C4s Regular" w:hAnsi="TheSans C4s Regular"/>
                              <w:color w:val="006F32"/>
                            </w:rPr>
                          </w:pPr>
                          <w:r w:rsidRPr="002C593A">
                            <w:rPr>
                              <w:rStyle w:val="BITBlau"/>
                              <w:rFonts w:ascii="TheSans C4s Regular" w:hAnsi="TheSans C4s Regular"/>
                              <w:color w:val="006F32"/>
                            </w:rPr>
                            <w:t xml:space="preserve">Name der </w:t>
                          </w:r>
                          <w:r w:rsidR="00266C6C" w:rsidRPr="002C593A">
                            <w:rPr>
                              <w:rStyle w:val="BITBlau"/>
                              <w:rFonts w:ascii="TheSans C4s Regular" w:hAnsi="TheSans C4s Regular"/>
                              <w:color w:val="006F32"/>
                            </w:rPr>
                            <w:t>Organisation</w:t>
                          </w:r>
                        </w:p>
                        <w:p w14:paraId="4F4805EB" w14:textId="77777777" w:rsidR="00CC3198" w:rsidRPr="002C593A" w:rsidRDefault="00CC3198" w:rsidP="003F2A80">
                          <w:pPr>
                            <w:pStyle w:val="BITAbsenderBold"/>
                            <w:rPr>
                              <w:rStyle w:val="BITBlau"/>
                              <w:rFonts w:ascii="TheSans C4s Regular" w:hAnsi="TheSans C4s Regular"/>
                              <w:color w:val="auto"/>
                            </w:rPr>
                          </w:pPr>
                        </w:p>
                        <w:p w14:paraId="1917E4AF" w14:textId="77777777" w:rsidR="003F2A80" w:rsidRPr="002C593A" w:rsidRDefault="003F2A80" w:rsidP="003F2A80">
                          <w:pPr>
                            <w:pStyle w:val="BITAbsenderBold"/>
                            <w:rPr>
                              <w:rStyle w:val="BITBlau"/>
                              <w:rFonts w:ascii="TheSans C4s Regular" w:hAnsi="TheSans C4s Regular"/>
                              <w:color w:val="auto"/>
                            </w:rPr>
                          </w:pPr>
                          <w:r w:rsidRPr="002C593A">
                            <w:rPr>
                              <w:rStyle w:val="BITBlau"/>
                              <w:rFonts w:ascii="TheSans C4s Regular" w:hAnsi="TheSans C4s Regular"/>
                              <w:color w:val="auto"/>
                            </w:rPr>
                            <w:t>Ansprechpartner</w:t>
                          </w:r>
                        </w:p>
                        <w:p w14:paraId="44ACDF05" w14:textId="77777777" w:rsidR="003F2A80" w:rsidRPr="002C593A" w:rsidRDefault="003F2A80" w:rsidP="003F2A80">
                          <w:pPr>
                            <w:pStyle w:val="BITAbsenderBold"/>
                            <w:rPr>
                              <w:rStyle w:val="BITBlau"/>
                              <w:rFonts w:ascii="TheSans C4s Regular" w:hAnsi="TheSans C4s Regular"/>
                              <w:color w:val="auto"/>
                            </w:rPr>
                          </w:pPr>
                        </w:p>
                        <w:p w14:paraId="36F4ADAA" w14:textId="77777777" w:rsidR="003F2A80" w:rsidRPr="002C593A" w:rsidRDefault="00266C6C" w:rsidP="003F2A80">
                          <w:pPr>
                            <w:pStyle w:val="BITAbsenderBold"/>
                            <w:rPr>
                              <w:rStyle w:val="BITBlau"/>
                              <w:rFonts w:ascii="TheSans C4s Regular" w:hAnsi="TheSans C4s Regular"/>
                              <w:color w:val="006F32"/>
                            </w:rPr>
                          </w:pPr>
                          <w:r w:rsidRPr="002C593A">
                            <w:rPr>
                              <w:rStyle w:val="BITBlau"/>
                              <w:rFonts w:ascii="TheSans C4s Regular" w:hAnsi="TheSans C4s Regular"/>
                              <w:color w:val="006F32"/>
                            </w:rPr>
                            <w:t>Vorname Nachname</w:t>
                          </w:r>
                        </w:p>
                        <w:p w14:paraId="63B72D58" w14:textId="77777777" w:rsidR="003F2A80" w:rsidRPr="002C593A" w:rsidRDefault="00266C6C" w:rsidP="003F2A80">
                          <w:pPr>
                            <w:pStyle w:val="BITAbsenderBold"/>
                            <w:rPr>
                              <w:rStyle w:val="BITBlau"/>
                              <w:rFonts w:ascii="TheSans C4s Regular" w:hAnsi="TheSans C4s Regular"/>
                              <w:color w:val="auto"/>
                            </w:rPr>
                          </w:pPr>
                          <w:r w:rsidRPr="002C593A">
                            <w:rPr>
                              <w:rStyle w:val="BITBlau"/>
                              <w:rFonts w:ascii="TheSans C4s Regular" w:hAnsi="TheSans C4s Regular"/>
                              <w:color w:val="auto"/>
                            </w:rPr>
                            <w:t>Funktion</w:t>
                          </w:r>
                        </w:p>
                        <w:p w14:paraId="055379F7" w14:textId="77777777" w:rsidR="003F2A80" w:rsidRPr="002C593A" w:rsidRDefault="00266C6C" w:rsidP="003F2A80">
                          <w:pPr>
                            <w:pStyle w:val="BITAbsender"/>
                            <w:rPr>
                              <w:rFonts w:ascii="TheSans C4s Regular" w:hAnsi="TheSans C4s Regular"/>
                            </w:rPr>
                          </w:pPr>
                          <w:r w:rsidRPr="002C593A">
                            <w:rPr>
                              <w:rFonts w:ascii="TheSans C4s Regular" w:hAnsi="TheSans C4s Regular"/>
                            </w:rPr>
                            <w:t>Telefon</w:t>
                          </w:r>
                        </w:p>
                        <w:p w14:paraId="6E7AA8E8" w14:textId="77777777" w:rsidR="003F2A80" w:rsidRPr="002C593A" w:rsidRDefault="00266C6C" w:rsidP="003F2A80">
                          <w:pPr>
                            <w:pStyle w:val="BITAbsender"/>
                            <w:rPr>
                              <w:rFonts w:ascii="TheSans C4s Regular" w:hAnsi="TheSans C4s Regular"/>
                            </w:rPr>
                          </w:pPr>
                          <w:r w:rsidRPr="002C593A">
                            <w:rPr>
                              <w:rFonts w:ascii="TheSans C4s Regular" w:hAnsi="TheSans C4s Regular"/>
                            </w:rPr>
                            <w:t>E-Mail</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2D5368" id="Textfeld 4" o:spid="_x0000_s1029" type="#_x0000_t202" style="position:absolute;margin-left:442.25pt;margin-top:367.15pt;width:127.55pt;height:35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" filled="f" stroked="f" strokeweight=".5pt">
              <v:textbox inset="0,0,0,0">
                <w:txbxContent>
                  <w:p w14:paraId="4C8617B3" w14:textId="77777777" w:rsidR="003F2A80" w:rsidRPr="002C593A" w:rsidRDefault="00A642D4" w:rsidP="003F2A80">
                    <w:pPr>
                      <w:pStyle w:val="BITAbsenderBold"/>
                      <w:rPr>
                        <w:rStyle w:val="BITBlau"/>
                        <w:rFonts w:ascii="TheSans C4s Regular" w:hAnsi="TheSans C4s Regular"/>
                        <w:color w:val="006F32"/>
                      </w:rPr>
                    </w:pPr>
                    <w:r w:rsidRPr="002C593A">
                      <w:rPr>
                        <w:rStyle w:val="BITBlau"/>
                        <w:rFonts w:ascii="TheSans C4s Regular" w:hAnsi="TheSans C4s Regular"/>
                        <w:color w:val="006F32"/>
                      </w:rPr>
                      <w:t xml:space="preserve">Name der </w:t>
                    </w:r>
                    <w:r w:rsidR="00266C6C" w:rsidRPr="002C593A">
                      <w:rPr>
                        <w:rStyle w:val="BITBlau"/>
                        <w:rFonts w:ascii="TheSans C4s Regular" w:hAnsi="TheSans C4s Regular"/>
                        <w:color w:val="006F32"/>
                      </w:rPr>
                      <w:t>Organisation</w:t>
                    </w:r>
                  </w:p>
                  <w:p w14:paraId="4F4805EB" w14:textId="77777777" w:rsidR="00CC3198" w:rsidRPr="002C593A" w:rsidRDefault="00CC3198" w:rsidP="003F2A80">
                    <w:pPr>
                      <w:pStyle w:val="BITAbsenderBold"/>
                      <w:rPr>
                        <w:rStyle w:val="BITBlau"/>
                        <w:rFonts w:ascii="TheSans C4s Regular" w:hAnsi="TheSans C4s Regular"/>
                        <w:color w:val="auto"/>
                      </w:rPr>
                    </w:pPr>
                  </w:p>
                  <w:p w14:paraId="1917E4AF" w14:textId="77777777" w:rsidR="003F2A80" w:rsidRPr="002C593A" w:rsidRDefault="003F2A80" w:rsidP="003F2A80">
                    <w:pPr>
                      <w:pStyle w:val="BITAbsenderBold"/>
                      <w:rPr>
                        <w:rStyle w:val="BITBlau"/>
                        <w:rFonts w:ascii="TheSans C4s Regular" w:hAnsi="TheSans C4s Regular"/>
                        <w:color w:val="auto"/>
                      </w:rPr>
                    </w:pPr>
                    <w:r w:rsidRPr="002C593A">
                      <w:rPr>
                        <w:rStyle w:val="BITBlau"/>
                        <w:rFonts w:ascii="TheSans C4s Regular" w:hAnsi="TheSans C4s Regular"/>
                        <w:color w:val="auto"/>
                      </w:rPr>
                      <w:t>Ansprechpartner</w:t>
                    </w:r>
                  </w:p>
                  <w:p w14:paraId="44ACDF05" w14:textId="77777777" w:rsidR="003F2A80" w:rsidRPr="002C593A" w:rsidRDefault="003F2A80" w:rsidP="003F2A80">
                    <w:pPr>
                      <w:pStyle w:val="BITAbsenderBold"/>
                      <w:rPr>
                        <w:rStyle w:val="BITBlau"/>
                        <w:rFonts w:ascii="TheSans C4s Regular" w:hAnsi="TheSans C4s Regular"/>
                        <w:color w:val="auto"/>
                      </w:rPr>
                    </w:pPr>
                  </w:p>
                  <w:p w14:paraId="36F4ADAA" w14:textId="77777777" w:rsidR="003F2A80" w:rsidRPr="002C593A" w:rsidRDefault="00266C6C" w:rsidP="003F2A80">
                    <w:pPr>
                      <w:pStyle w:val="BITAbsenderBold"/>
                      <w:rPr>
                        <w:rStyle w:val="BITBlau"/>
                        <w:rFonts w:ascii="TheSans C4s Regular" w:hAnsi="TheSans C4s Regular"/>
                        <w:color w:val="006F32"/>
                      </w:rPr>
                    </w:pPr>
                    <w:r w:rsidRPr="002C593A">
                      <w:rPr>
                        <w:rStyle w:val="BITBlau"/>
                        <w:rFonts w:ascii="TheSans C4s Regular" w:hAnsi="TheSans C4s Regular"/>
                        <w:color w:val="006F32"/>
                      </w:rPr>
                      <w:t>Vorname Nachname</w:t>
                    </w:r>
                  </w:p>
                  <w:p w14:paraId="63B72D58" w14:textId="77777777" w:rsidR="003F2A80" w:rsidRPr="002C593A" w:rsidRDefault="00266C6C" w:rsidP="003F2A80">
                    <w:pPr>
                      <w:pStyle w:val="BITAbsenderBold"/>
                      <w:rPr>
                        <w:rStyle w:val="BITBlau"/>
                        <w:rFonts w:ascii="TheSans C4s Regular" w:hAnsi="TheSans C4s Regular"/>
                        <w:color w:val="auto"/>
                      </w:rPr>
                    </w:pPr>
                    <w:r w:rsidRPr="002C593A">
                      <w:rPr>
                        <w:rStyle w:val="BITBlau"/>
                        <w:rFonts w:ascii="TheSans C4s Regular" w:hAnsi="TheSans C4s Regular"/>
                        <w:color w:val="auto"/>
                      </w:rPr>
                      <w:t>Funktion</w:t>
                    </w:r>
                  </w:p>
                  <w:p w14:paraId="055379F7" w14:textId="77777777" w:rsidR="003F2A80" w:rsidRPr="002C593A" w:rsidRDefault="00266C6C" w:rsidP="003F2A80">
                    <w:pPr>
                      <w:pStyle w:val="BITAbsender"/>
                      <w:rPr>
                        <w:rFonts w:ascii="TheSans C4s Regular" w:hAnsi="TheSans C4s Regular"/>
                      </w:rPr>
                    </w:pPr>
                    <w:r w:rsidRPr="002C593A">
                      <w:rPr>
                        <w:rFonts w:ascii="TheSans C4s Regular" w:hAnsi="TheSans C4s Regular"/>
                      </w:rPr>
                      <w:t>Telefon</w:t>
                    </w:r>
                  </w:p>
                  <w:p w14:paraId="6E7AA8E8" w14:textId="77777777" w:rsidR="003F2A80" w:rsidRPr="002C593A" w:rsidRDefault="00266C6C" w:rsidP="003F2A80">
                    <w:pPr>
                      <w:pStyle w:val="BITAbsender"/>
                      <w:rPr>
                        <w:rFonts w:ascii="TheSans C4s Regular" w:hAnsi="TheSans C4s Regular"/>
                      </w:rPr>
                    </w:pPr>
                    <w:r w:rsidRPr="002C593A">
                      <w:rPr>
                        <w:rFonts w:ascii="TheSans C4s Regular" w:hAnsi="TheSans C4s Regular"/>
                      </w:rPr>
                      <w:t>E-Mail</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303F9"/>
    <w:multiLevelType w:val="multilevel"/>
    <w:tmpl w:val="31166BB2"/>
    <w:lvl w:ilvl="0">
      <w:start w:val="1"/>
      <w:numFmt w:val="bullet"/>
      <w:lvlText w:val=""/>
      <w:lvlJc w:val="left"/>
      <w:pPr>
        <w:ind w:left="181" w:hanging="181"/>
      </w:pPr>
      <w:rPr>
        <w:rFonts w:ascii="Wingdings" w:hAnsi="Wingding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842777B"/>
    <w:multiLevelType w:val="multilevel"/>
    <w:tmpl w:val="5662618A"/>
    <w:lvl w:ilvl="0">
      <w:start w:val="1"/>
      <w:numFmt w:val="decimal"/>
      <w:pStyle w:val="BITNummerierung"/>
      <w:lvlText w:val="%1."/>
      <w:lvlJc w:val="left"/>
      <w:pPr>
        <w:ind w:left="181" w:hanging="181"/>
      </w:pPr>
      <w:rPr>
        <w:rFont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3F03951"/>
    <w:multiLevelType w:val="multilevel"/>
    <w:tmpl w:val="2E249C1C"/>
    <w:lvl w:ilvl="0">
      <w:start w:val="1"/>
      <w:numFmt w:val="bullet"/>
      <w:pStyle w:val="BITAufzhlung"/>
      <w:lvlText w:val=""/>
      <w:lvlJc w:val="left"/>
      <w:pPr>
        <w:ind w:left="181" w:hanging="181"/>
      </w:pPr>
      <w:rPr>
        <w:rFonts w:ascii="Wingdings" w:hAnsi="Wingdings" w:hint="default"/>
        <w:color w:val="287300"/>
      </w:rPr>
    </w:lvl>
    <w:lvl w:ilvl="1">
      <w:start w:val="1"/>
      <w:numFmt w:val="bullet"/>
      <w:lvlText w:val=""/>
      <w:lvlJc w:val="left"/>
      <w:pPr>
        <w:ind w:left="363" w:hanging="182"/>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3FBB1A4F"/>
    <w:multiLevelType w:val="hybridMultilevel"/>
    <w:tmpl w:val="5A4A4180"/>
    <w:lvl w:ilvl="0" w:tplc="28E2D20A">
      <w:start w:val="1"/>
      <w:numFmt w:val="bullet"/>
      <w:lvlText w:val="-"/>
      <w:lvlJc w:val="left"/>
      <w:pPr>
        <w:ind w:left="720" w:hanging="360"/>
      </w:pPr>
      <w:rPr>
        <w:rFonts w:ascii="TheSansOffice" w:eastAsia="TheSansOffice" w:hAnsi="TheSans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823834">
    <w:abstractNumId w:val="2"/>
  </w:num>
  <w:num w:numId="2" w16cid:durableId="15557703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1946151">
    <w:abstractNumId w:val="1"/>
  </w:num>
  <w:num w:numId="4" w16cid:durableId="570626555">
    <w:abstractNumId w:val="0"/>
  </w:num>
  <w:num w:numId="5" w16cid:durableId="838617101">
    <w:abstractNumId w:val="3"/>
  </w:num>
  <w:num w:numId="6" w16cid:durableId="605120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83B"/>
    <w:rsid w:val="00000E97"/>
    <w:rsid w:val="00001ED2"/>
    <w:rsid w:val="00002169"/>
    <w:rsid w:val="00002EC9"/>
    <w:rsid w:val="0000370A"/>
    <w:rsid w:val="00003909"/>
    <w:rsid w:val="0000760C"/>
    <w:rsid w:val="00010245"/>
    <w:rsid w:val="00014FF4"/>
    <w:rsid w:val="000161D6"/>
    <w:rsid w:val="00016BD5"/>
    <w:rsid w:val="0002201B"/>
    <w:rsid w:val="000220DD"/>
    <w:rsid w:val="00023D82"/>
    <w:rsid w:val="00025E5E"/>
    <w:rsid w:val="00025F57"/>
    <w:rsid w:val="00032C73"/>
    <w:rsid w:val="000346B3"/>
    <w:rsid w:val="000376AF"/>
    <w:rsid w:val="00040E10"/>
    <w:rsid w:val="00040F7B"/>
    <w:rsid w:val="00042437"/>
    <w:rsid w:val="000436EC"/>
    <w:rsid w:val="00046C0C"/>
    <w:rsid w:val="00056B0D"/>
    <w:rsid w:val="00056B1D"/>
    <w:rsid w:val="000603E7"/>
    <w:rsid w:val="000605CB"/>
    <w:rsid w:val="00061EC9"/>
    <w:rsid w:val="00064034"/>
    <w:rsid w:val="00067258"/>
    <w:rsid w:val="00071737"/>
    <w:rsid w:val="0007269A"/>
    <w:rsid w:val="00072C4B"/>
    <w:rsid w:val="00076705"/>
    <w:rsid w:val="00076A8B"/>
    <w:rsid w:val="0008451D"/>
    <w:rsid w:val="00084EA2"/>
    <w:rsid w:val="00085178"/>
    <w:rsid w:val="00086718"/>
    <w:rsid w:val="00086D0E"/>
    <w:rsid w:val="0009559F"/>
    <w:rsid w:val="00097AB2"/>
    <w:rsid w:val="000A0B02"/>
    <w:rsid w:val="000A3499"/>
    <w:rsid w:val="000A599D"/>
    <w:rsid w:val="000B0219"/>
    <w:rsid w:val="000B032C"/>
    <w:rsid w:val="000B2FEB"/>
    <w:rsid w:val="000C0C21"/>
    <w:rsid w:val="000C35A5"/>
    <w:rsid w:val="000C56A4"/>
    <w:rsid w:val="000C6C11"/>
    <w:rsid w:val="000C6E03"/>
    <w:rsid w:val="000D2D16"/>
    <w:rsid w:val="000D6C18"/>
    <w:rsid w:val="000D70F8"/>
    <w:rsid w:val="000D7186"/>
    <w:rsid w:val="000E1B47"/>
    <w:rsid w:val="000E1DC9"/>
    <w:rsid w:val="000E2C6C"/>
    <w:rsid w:val="000E3164"/>
    <w:rsid w:val="000E4361"/>
    <w:rsid w:val="000E7120"/>
    <w:rsid w:val="000F079D"/>
    <w:rsid w:val="000F138C"/>
    <w:rsid w:val="000F194F"/>
    <w:rsid w:val="000F3A4B"/>
    <w:rsid w:val="000F480A"/>
    <w:rsid w:val="000F5600"/>
    <w:rsid w:val="00100A6B"/>
    <w:rsid w:val="001017DA"/>
    <w:rsid w:val="00101F77"/>
    <w:rsid w:val="00102F85"/>
    <w:rsid w:val="00105BBC"/>
    <w:rsid w:val="00106982"/>
    <w:rsid w:val="00107490"/>
    <w:rsid w:val="001103DE"/>
    <w:rsid w:val="00111288"/>
    <w:rsid w:val="0011595A"/>
    <w:rsid w:val="00116A59"/>
    <w:rsid w:val="00121B25"/>
    <w:rsid w:val="00123E98"/>
    <w:rsid w:val="001262FC"/>
    <w:rsid w:val="001268EF"/>
    <w:rsid w:val="0012694A"/>
    <w:rsid w:val="001277EA"/>
    <w:rsid w:val="0012783B"/>
    <w:rsid w:val="0013037C"/>
    <w:rsid w:val="001313C0"/>
    <w:rsid w:val="001363E9"/>
    <w:rsid w:val="001401D9"/>
    <w:rsid w:val="0014333C"/>
    <w:rsid w:val="001534BD"/>
    <w:rsid w:val="00153F4E"/>
    <w:rsid w:val="001545CA"/>
    <w:rsid w:val="00155141"/>
    <w:rsid w:val="00165682"/>
    <w:rsid w:val="00171258"/>
    <w:rsid w:val="00171545"/>
    <w:rsid w:val="001729A7"/>
    <w:rsid w:val="00172FD7"/>
    <w:rsid w:val="0017447C"/>
    <w:rsid w:val="001842D3"/>
    <w:rsid w:val="0018513E"/>
    <w:rsid w:val="00187EB4"/>
    <w:rsid w:val="00190268"/>
    <w:rsid w:val="00191014"/>
    <w:rsid w:val="00191379"/>
    <w:rsid w:val="00191499"/>
    <w:rsid w:val="00191B46"/>
    <w:rsid w:val="001924D8"/>
    <w:rsid w:val="001A2861"/>
    <w:rsid w:val="001A2CB7"/>
    <w:rsid w:val="001A4688"/>
    <w:rsid w:val="001A6250"/>
    <w:rsid w:val="001A72BC"/>
    <w:rsid w:val="001B2C19"/>
    <w:rsid w:val="001B3286"/>
    <w:rsid w:val="001B3655"/>
    <w:rsid w:val="001B4420"/>
    <w:rsid w:val="001C008E"/>
    <w:rsid w:val="001C326D"/>
    <w:rsid w:val="001C3AB7"/>
    <w:rsid w:val="001C560C"/>
    <w:rsid w:val="001C5F0B"/>
    <w:rsid w:val="001C689D"/>
    <w:rsid w:val="001C69AE"/>
    <w:rsid w:val="001C7424"/>
    <w:rsid w:val="001D1952"/>
    <w:rsid w:val="001D6E6C"/>
    <w:rsid w:val="001E05B1"/>
    <w:rsid w:val="001E0790"/>
    <w:rsid w:val="001E260B"/>
    <w:rsid w:val="001E2F40"/>
    <w:rsid w:val="001E51B1"/>
    <w:rsid w:val="001E65E9"/>
    <w:rsid w:val="001E7403"/>
    <w:rsid w:val="001E75CD"/>
    <w:rsid w:val="001F2AC0"/>
    <w:rsid w:val="001F2ADF"/>
    <w:rsid w:val="001F33CE"/>
    <w:rsid w:val="001F4FB5"/>
    <w:rsid w:val="002032BE"/>
    <w:rsid w:val="00205111"/>
    <w:rsid w:val="0021017C"/>
    <w:rsid w:val="002101EB"/>
    <w:rsid w:val="002209C2"/>
    <w:rsid w:val="002237DE"/>
    <w:rsid w:val="00226DF1"/>
    <w:rsid w:val="00230F8C"/>
    <w:rsid w:val="00231586"/>
    <w:rsid w:val="00231ED3"/>
    <w:rsid w:val="002337FE"/>
    <w:rsid w:val="00233B36"/>
    <w:rsid w:val="0023433D"/>
    <w:rsid w:val="0023505B"/>
    <w:rsid w:val="002363EE"/>
    <w:rsid w:val="002445B8"/>
    <w:rsid w:val="00245EC5"/>
    <w:rsid w:val="00245F85"/>
    <w:rsid w:val="00247D5C"/>
    <w:rsid w:val="00250093"/>
    <w:rsid w:val="002506FA"/>
    <w:rsid w:val="00251BD9"/>
    <w:rsid w:val="0025268B"/>
    <w:rsid w:val="00252DFC"/>
    <w:rsid w:val="00253C5C"/>
    <w:rsid w:val="00254115"/>
    <w:rsid w:val="00254511"/>
    <w:rsid w:val="00255582"/>
    <w:rsid w:val="00256381"/>
    <w:rsid w:val="00257543"/>
    <w:rsid w:val="0025780E"/>
    <w:rsid w:val="00257F33"/>
    <w:rsid w:val="0026097B"/>
    <w:rsid w:val="00263063"/>
    <w:rsid w:val="00263DDA"/>
    <w:rsid w:val="002657CB"/>
    <w:rsid w:val="00266C6C"/>
    <w:rsid w:val="00276CBC"/>
    <w:rsid w:val="00277E2C"/>
    <w:rsid w:val="00277F36"/>
    <w:rsid w:val="00282699"/>
    <w:rsid w:val="00282D13"/>
    <w:rsid w:val="00290D18"/>
    <w:rsid w:val="002925A9"/>
    <w:rsid w:val="0029264D"/>
    <w:rsid w:val="00293B05"/>
    <w:rsid w:val="00295539"/>
    <w:rsid w:val="0029576C"/>
    <w:rsid w:val="00296D05"/>
    <w:rsid w:val="002A3205"/>
    <w:rsid w:val="002A34BE"/>
    <w:rsid w:val="002B1B1E"/>
    <w:rsid w:val="002B1DB9"/>
    <w:rsid w:val="002B322F"/>
    <w:rsid w:val="002B5150"/>
    <w:rsid w:val="002B7933"/>
    <w:rsid w:val="002C01B3"/>
    <w:rsid w:val="002C0320"/>
    <w:rsid w:val="002C4C6D"/>
    <w:rsid w:val="002C593A"/>
    <w:rsid w:val="002C7E34"/>
    <w:rsid w:val="002D0CC5"/>
    <w:rsid w:val="002D1BD3"/>
    <w:rsid w:val="002D1F82"/>
    <w:rsid w:val="002D206B"/>
    <w:rsid w:val="002D3E94"/>
    <w:rsid w:val="002D6C4C"/>
    <w:rsid w:val="002E134D"/>
    <w:rsid w:val="002E1B25"/>
    <w:rsid w:val="002E3A2D"/>
    <w:rsid w:val="002E4AFD"/>
    <w:rsid w:val="002E5079"/>
    <w:rsid w:val="002E7FB0"/>
    <w:rsid w:val="002F04B6"/>
    <w:rsid w:val="002F1FF4"/>
    <w:rsid w:val="002F205F"/>
    <w:rsid w:val="002F2D63"/>
    <w:rsid w:val="002F3425"/>
    <w:rsid w:val="002F5398"/>
    <w:rsid w:val="002F597F"/>
    <w:rsid w:val="002F5BBE"/>
    <w:rsid w:val="002F7409"/>
    <w:rsid w:val="00300FB2"/>
    <w:rsid w:val="00302248"/>
    <w:rsid w:val="0030512F"/>
    <w:rsid w:val="0030728D"/>
    <w:rsid w:val="00307F6F"/>
    <w:rsid w:val="00312BC5"/>
    <w:rsid w:val="00316DC1"/>
    <w:rsid w:val="00321401"/>
    <w:rsid w:val="00325114"/>
    <w:rsid w:val="00325205"/>
    <w:rsid w:val="003276E7"/>
    <w:rsid w:val="00330353"/>
    <w:rsid w:val="003338BF"/>
    <w:rsid w:val="00334813"/>
    <w:rsid w:val="00336666"/>
    <w:rsid w:val="00337099"/>
    <w:rsid w:val="003417BE"/>
    <w:rsid w:val="00342D0E"/>
    <w:rsid w:val="00345FE1"/>
    <w:rsid w:val="003464B3"/>
    <w:rsid w:val="00346EE7"/>
    <w:rsid w:val="003474F4"/>
    <w:rsid w:val="003476B3"/>
    <w:rsid w:val="003500B3"/>
    <w:rsid w:val="0035054B"/>
    <w:rsid w:val="003510B6"/>
    <w:rsid w:val="003541D2"/>
    <w:rsid w:val="0035733B"/>
    <w:rsid w:val="003608B1"/>
    <w:rsid w:val="003609A1"/>
    <w:rsid w:val="00360A32"/>
    <w:rsid w:val="00362A54"/>
    <w:rsid w:val="0036326C"/>
    <w:rsid w:val="003647DB"/>
    <w:rsid w:val="003700B7"/>
    <w:rsid w:val="00370686"/>
    <w:rsid w:val="00371839"/>
    <w:rsid w:val="00374D7D"/>
    <w:rsid w:val="00375308"/>
    <w:rsid w:val="0037640C"/>
    <w:rsid w:val="0038263F"/>
    <w:rsid w:val="00390D6B"/>
    <w:rsid w:val="00393595"/>
    <w:rsid w:val="00393DBD"/>
    <w:rsid w:val="00394517"/>
    <w:rsid w:val="00396141"/>
    <w:rsid w:val="003A0D40"/>
    <w:rsid w:val="003A54B2"/>
    <w:rsid w:val="003A64E5"/>
    <w:rsid w:val="003A6DAA"/>
    <w:rsid w:val="003A7DA7"/>
    <w:rsid w:val="003B15D4"/>
    <w:rsid w:val="003B1F50"/>
    <w:rsid w:val="003B2427"/>
    <w:rsid w:val="003B3792"/>
    <w:rsid w:val="003B38D7"/>
    <w:rsid w:val="003B765F"/>
    <w:rsid w:val="003C05C6"/>
    <w:rsid w:val="003C26F8"/>
    <w:rsid w:val="003C3EC0"/>
    <w:rsid w:val="003C5A4D"/>
    <w:rsid w:val="003C5EC3"/>
    <w:rsid w:val="003D06BA"/>
    <w:rsid w:val="003D08F6"/>
    <w:rsid w:val="003D1C69"/>
    <w:rsid w:val="003D42F5"/>
    <w:rsid w:val="003D5EFE"/>
    <w:rsid w:val="003D7DB5"/>
    <w:rsid w:val="003E03B1"/>
    <w:rsid w:val="003E0EC7"/>
    <w:rsid w:val="003E1361"/>
    <w:rsid w:val="003E1469"/>
    <w:rsid w:val="003E1A59"/>
    <w:rsid w:val="003E304B"/>
    <w:rsid w:val="003E30EF"/>
    <w:rsid w:val="003E7E7F"/>
    <w:rsid w:val="003F101B"/>
    <w:rsid w:val="003F2272"/>
    <w:rsid w:val="003F2A80"/>
    <w:rsid w:val="003F33CA"/>
    <w:rsid w:val="003F4C9D"/>
    <w:rsid w:val="00400AB2"/>
    <w:rsid w:val="00402272"/>
    <w:rsid w:val="00404A38"/>
    <w:rsid w:val="004103EE"/>
    <w:rsid w:val="00412001"/>
    <w:rsid w:val="0041270B"/>
    <w:rsid w:val="00414F99"/>
    <w:rsid w:val="00415A2F"/>
    <w:rsid w:val="00421BE6"/>
    <w:rsid w:val="00422001"/>
    <w:rsid w:val="004220FF"/>
    <w:rsid w:val="004226E0"/>
    <w:rsid w:val="00422786"/>
    <w:rsid w:val="0042328C"/>
    <w:rsid w:val="00423993"/>
    <w:rsid w:val="00425E1C"/>
    <w:rsid w:val="0042620F"/>
    <w:rsid w:val="0042667F"/>
    <w:rsid w:val="004307A4"/>
    <w:rsid w:val="00430F10"/>
    <w:rsid w:val="00431AC6"/>
    <w:rsid w:val="004324D9"/>
    <w:rsid w:val="004344FD"/>
    <w:rsid w:val="00434F13"/>
    <w:rsid w:val="00435D93"/>
    <w:rsid w:val="00443DB3"/>
    <w:rsid w:val="00444F0B"/>
    <w:rsid w:val="0044774D"/>
    <w:rsid w:val="00450F0C"/>
    <w:rsid w:val="00454FF1"/>
    <w:rsid w:val="004564B5"/>
    <w:rsid w:val="00456F3D"/>
    <w:rsid w:val="0045712C"/>
    <w:rsid w:val="00457408"/>
    <w:rsid w:val="00457E59"/>
    <w:rsid w:val="004605C0"/>
    <w:rsid w:val="00460FEA"/>
    <w:rsid w:val="00466605"/>
    <w:rsid w:val="004743B2"/>
    <w:rsid w:val="004753B9"/>
    <w:rsid w:val="0047594F"/>
    <w:rsid w:val="004762F6"/>
    <w:rsid w:val="004800DF"/>
    <w:rsid w:val="00481271"/>
    <w:rsid w:val="004826CA"/>
    <w:rsid w:val="00483094"/>
    <w:rsid w:val="004834BF"/>
    <w:rsid w:val="0048567F"/>
    <w:rsid w:val="00490713"/>
    <w:rsid w:val="004925B9"/>
    <w:rsid w:val="004933E5"/>
    <w:rsid w:val="004939AD"/>
    <w:rsid w:val="00494D15"/>
    <w:rsid w:val="004972E9"/>
    <w:rsid w:val="00497791"/>
    <w:rsid w:val="00497B9F"/>
    <w:rsid w:val="004A164E"/>
    <w:rsid w:val="004A36F4"/>
    <w:rsid w:val="004A7C7F"/>
    <w:rsid w:val="004B1539"/>
    <w:rsid w:val="004B2D97"/>
    <w:rsid w:val="004B4EEA"/>
    <w:rsid w:val="004B7543"/>
    <w:rsid w:val="004B7578"/>
    <w:rsid w:val="004C0335"/>
    <w:rsid w:val="004C28D9"/>
    <w:rsid w:val="004C361C"/>
    <w:rsid w:val="004C52E8"/>
    <w:rsid w:val="004C5E2F"/>
    <w:rsid w:val="004C6688"/>
    <w:rsid w:val="004C7AAF"/>
    <w:rsid w:val="004D2C5B"/>
    <w:rsid w:val="004D333C"/>
    <w:rsid w:val="004D421F"/>
    <w:rsid w:val="004D60DE"/>
    <w:rsid w:val="004D796D"/>
    <w:rsid w:val="004E2283"/>
    <w:rsid w:val="004E2A87"/>
    <w:rsid w:val="004E31DB"/>
    <w:rsid w:val="004E37BA"/>
    <w:rsid w:val="004E61B8"/>
    <w:rsid w:val="004F1647"/>
    <w:rsid w:val="004F188D"/>
    <w:rsid w:val="004F3DF3"/>
    <w:rsid w:val="004F43B5"/>
    <w:rsid w:val="00501537"/>
    <w:rsid w:val="00501CF6"/>
    <w:rsid w:val="005034C7"/>
    <w:rsid w:val="005034E6"/>
    <w:rsid w:val="00505A42"/>
    <w:rsid w:val="00507185"/>
    <w:rsid w:val="0050728A"/>
    <w:rsid w:val="00507ACA"/>
    <w:rsid w:val="00511A7C"/>
    <w:rsid w:val="00511C64"/>
    <w:rsid w:val="00513338"/>
    <w:rsid w:val="00513A42"/>
    <w:rsid w:val="00517D6C"/>
    <w:rsid w:val="005218BA"/>
    <w:rsid w:val="00522EEE"/>
    <w:rsid w:val="00525013"/>
    <w:rsid w:val="00526AED"/>
    <w:rsid w:val="00527288"/>
    <w:rsid w:val="005274F3"/>
    <w:rsid w:val="0052781C"/>
    <w:rsid w:val="0053037E"/>
    <w:rsid w:val="00531A36"/>
    <w:rsid w:val="00532908"/>
    <w:rsid w:val="00535331"/>
    <w:rsid w:val="005362AC"/>
    <w:rsid w:val="0053707F"/>
    <w:rsid w:val="0053781C"/>
    <w:rsid w:val="00541CE7"/>
    <w:rsid w:val="0054292A"/>
    <w:rsid w:val="005447AE"/>
    <w:rsid w:val="00546821"/>
    <w:rsid w:val="00546900"/>
    <w:rsid w:val="00546F31"/>
    <w:rsid w:val="00551DFE"/>
    <w:rsid w:val="0055312F"/>
    <w:rsid w:val="0055430B"/>
    <w:rsid w:val="005562A5"/>
    <w:rsid w:val="00562A05"/>
    <w:rsid w:val="005630DB"/>
    <w:rsid w:val="00563D31"/>
    <w:rsid w:val="00564BBB"/>
    <w:rsid w:val="00565EEF"/>
    <w:rsid w:val="00566697"/>
    <w:rsid w:val="00571D08"/>
    <w:rsid w:val="005742DB"/>
    <w:rsid w:val="00575436"/>
    <w:rsid w:val="00575627"/>
    <w:rsid w:val="0057634B"/>
    <w:rsid w:val="00582E0D"/>
    <w:rsid w:val="00582EEB"/>
    <w:rsid w:val="0058644C"/>
    <w:rsid w:val="00586BEA"/>
    <w:rsid w:val="00587BB6"/>
    <w:rsid w:val="00587C56"/>
    <w:rsid w:val="0059183B"/>
    <w:rsid w:val="00594F28"/>
    <w:rsid w:val="005A2187"/>
    <w:rsid w:val="005A2990"/>
    <w:rsid w:val="005A496D"/>
    <w:rsid w:val="005A781D"/>
    <w:rsid w:val="005B3605"/>
    <w:rsid w:val="005B363B"/>
    <w:rsid w:val="005B56D5"/>
    <w:rsid w:val="005B5749"/>
    <w:rsid w:val="005D0A6C"/>
    <w:rsid w:val="005D3452"/>
    <w:rsid w:val="005D42D4"/>
    <w:rsid w:val="005D5EFC"/>
    <w:rsid w:val="005D6B91"/>
    <w:rsid w:val="005E0E15"/>
    <w:rsid w:val="005E1E4B"/>
    <w:rsid w:val="005E402B"/>
    <w:rsid w:val="005E5F5B"/>
    <w:rsid w:val="005F2C7B"/>
    <w:rsid w:val="005F3719"/>
    <w:rsid w:val="005F5C13"/>
    <w:rsid w:val="005F7220"/>
    <w:rsid w:val="00600587"/>
    <w:rsid w:val="00603224"/>
    <w:rsid w:val="00603C5E"/>
    <w:rsid w:val="00603EE4"/>
    <w:rsid w:val="006044E2"/>
    <w:rsid w:val="0060627E"/>
    <w:rsid w:val="00606750"/>
    <w:rsid w:val="00607227"/>
    <w:rsid w:val="00607BCB"/>
    <w:rsid w:val="006113D8"/>
    <w:rsid w:val="00615F02"/>
    <w:rsid w:val="00617B3E"/>
    <w:rsid w:val="006209AE"/>
    <w:rsid w:val="00621ECE"/>
    <w:rsid w:val="00622532"/>
    <w:rsid w:val="00622D1E"/>
    <w:rsid w:val="00624470"/>
    <w:rsid w:val="00625ACE"/>
    <w:rsid w:val="00627A9D"/>
    <w:rsid w:val="00627FC8"/>
    <w:rsid w:val="0063278D"/>
    <w:rsid w:val="00633F63"/>
    <w:rsid w:val="00634624"/>
    <w:rsid w:val="00637924"/>
    <w:rsid w:val="00641119"/>
    <w:rsid w:val="00643618"/>
    <w:rsid w:val="0065007E"/>
    <w:rsid w:val="00650441"/>
    <w:rsid w:val="00651587"/>
    <w:rsid w:val="00654434"/>
    <w:rsid w:val="0065751B"/>
    <w:rsid w:val="00657EAC"/>
    <w:rsid w:val="0066161E"/>
    <w:rsid w:val="006626B6"/>
    <w:rsid w:val="00662F44"/>
    <w:rsid w:val="00671CC6"/>
    <w:rsid w:val="00671F50"/>
    <w:rsid w:val="00672066"/>
    <w:rsid w:val="00674E1D"/>
    <w:rsid w:val="006763E5"/>
    <w:rsid w:val="0068060C"/>
    <w:rsid w:val="006810EA"/>
    <w:rsid w:val="0068144A"/>
    <w:rsid w:val="0068182E"/>
    <w:rsid w:val="00682543"/>
    <w:rsid w:val="0068363D"/>
    <w:rsid w:val="00685240"/>
    <w:rsid w:val="006874E9"/>
    <w:rsid w:val="00690643"/>
    <w:rsid w:val="006907C1"/>
    <w:rsid w:val="00691004"/>
    <w:rsid w:val="00692312"/>
    <w:rsid w:val="006925BE"/>
    <w:rsid w:val="006A0574"/>
    <w:rsid w:val="006A0FA8"/>
    <w:rsid w:val="006A232F"/>
    <w:rsid w:val="006A6315"/>
    <w:rsid w:val="006A7516"/>
    <w:rsid w:val="006A7C06"/>
    <w:rsid w:val="006B02BB"/>
    <w:rsid w:val="006B046A"/>
    <w:rsid w:val="006B4032"/>
    <w:rsid w:val="006B6111"/>
    <w:rsid w:val="006B682E"/>
    <w:rsid w:val="006B7CB7"/>
    <w:rsid w:val="006C2920"/>
    <w:rsid w:val="006C304F"/>
    <w:rsid w:val="006C5621"/>
    <w:rsid w:val="006C6502"/>
    <w:rsid w:val="006C78BA"/>
    <w:rsid w:val="006D1D8E"/>
    <w:rsid w:val="006D1F95"/>
    <w:rsid w:val="006D49C0"/>
    <w:rsid w:val="006D5003"/>
    <w:rsid w:val="006D6194"/>
    <w:rsid w:val="006D6740"/>
    <w:rsid w:val="006D6AC3"/>
    <w:rsid w:val="006D6E20"/>
    <w:rsid w:val="006D77FD"/>
    <w:rsid w:val="006E0A5B"/>
    <w:rsid w:val="006E2519"/>
    <w:rsid w:val="006E4F62"/>
    <w:rsid w:val="006E5F5B"/>
    <w:rsid w:val="006E6B40"/>
    <w:rsid w:val="006E700F"/>
    <w:rsid w:val="006F0D17"/>
    <w:rsid w:val="006F1854"/>
    <w:rsid w:val="006F2630"/>
    <w:rsid w:val="006F2A04"/>
    <w:rsid w:val="006F5411"/>
    <w:rsid w:val="00700237"/>
    <w:rsid w:val="00700FB7"/>
    <w:rsid w:val="00703FE1"/>
    <w:rsid w:val="007049ED"/>
    <w:rsid w:val="00705729"/>
    <w:rsid w:val="00706B5C"/>
    <w:rsid w:val="00706EFE"/>
    <w:rsid w:val="00710F46"/>
    <w:rsid w:val="00712092"/>
    <w:rsid w:val="00712B98"/>
    <w:rsid w:val="0071322D"/>
    <w:rsid w:val="00714080"/>
    <w:rsid w:val="00715762"/>
    <w:rsid w:val="00716DEA"/>
    <w:rsid w:val="0071730A"/>
    <w:rsid w:val="00721550"/>
    <w:rsid w:val="007220E2"/>
    <w:rsid w:val="00723EFD"/>
    <w:rsid w:val="007260FD"/>
    <w:rsid w:val="00726D01"/>
    <w:rsid w:val="0072705F"/>
    <w:rsid w:val="007309E8"/>
    <w:rsid w:val="00731C0C"/>
    <w:rsid w:val="0073222C"/>
    <w:rsid w:val="00733B81"/>
    <w:rsid w:val="00733DA4"/>
    <w:rsid w:val="00734A53"/>
    <w:rsid w:val="00735F69"/>
    <w:rsid w:val="0073611D"/>
    <w:rsid w:val="0073772C"/>
    <w:rsid w:val="00737F6F"/>
    <w:rsid w:val="007417EC"/>
    <w:rsid w:val="00741D48"/>
    <w:rsid w:val="00742D3E"/>
    <w:rsid w:val="00744988"/>
    <w:rsid w:val="007459C6"/>
    <w:rsid w:val="00750450"/>
    <w:rsid w:val="00750FE5"/>
    <w:rsid w:val="00760A34"/>
    <w:rsid w:val="0076264C"/>
    <w:rsid w:val="00762E5E"/>
    <w:rsid w:val="00762FB8"/>
    <w:rsid w:val="00763CC7"/>
    <w:rsid w:val="00765ED3"/>
    <w:rsid w:val="00766E0E"/>
    <w:rsid w:val="0076711D"/>
    <w:rsid w:val="00773596"/>
    <w:rsid w:val="00773AB0"/>
    <w:rsid w:val="007763E4"/>
    <w:rsid w:val="007770E8"/>
    <w:rsid w:val="00781CAC"/>
    <w:rsid w:val="00782816"/>
    <w:rsid w:val="00782AEF"/>
    <w:rsid w:val="007838A2"/>
    <w:rsid w:val="007860EE"/>
    <w:rsid w:val="007862CB"/>
    <w:rsid w:val="00786D7D"/>
    <w:rsid w:val="007870D4"/>
    <w:rsid w:val="007872A5"/>
    <w:rsid w:val="00787726"/>
    <w:rsid w:val="00787927"/>
    <w:rsid w:val="00790570"/>
    <w:rsid w:val="00791A20"/>
    <w:rsid w:val="00791A54"/>
    <w:rsid w:val="00791DDE"/>
    <w:rsid w:val="0079287E"/>
    <w:rsid w:val="00792CBA"/>
    <w:rsid w:val="007936D0"/>
    <w:rsid w:val="00795829"/>
    <w:rsid w:val="00796EE4"/>
    <w:rsid w:val="007A0375"/>
    <w:rsid w:val="007A0958"/>
    <w:rsid w:val="007A1D1B"/>
    <w:rsid w:val="007A4392"/>
    <w:rsid w:val="007A52A7"/>
    <w:rsid w:val="007A6453"/>
    <w:rsid w:val="007B17F5"/>
    <w:rsid w:val="007B2982"/>
    <w:rsid w:val="007B4DBB"/>
    <w:rsid w:val="007B68EF"/>
    <w:rsid w:val="007B6DC9"/>
    <w:rsid w:val="007C01DE"/>
    <w:rsid w:val="007C085C"/>
    <w:rsid w:val="007C3C71"/>
    <w:rsid w:val="007C5972"/>
    <w:rsid w:val="007C637E"/>
    <w:rsid w:val="007D192A"/>
    <w:rsid w:val="007D39C0"/>
    <w:rsid w:val="007D6C6A"/>
    <w:rsid w:val="007E01BE"/>
    <w:rsid w:val="007E0861"/>
    <w:rsid w:val="007E466F"/>
    <w:rsid w:val="007E5746"/>
    <w:rsid w:val="007F0A75"/>
    <w:rsid w:val="007F1D86"/>
    <w:rsid w:val="007F351E"/>
    <w:rsid w:val="007F52B7"/>
    <w:rsid w:val="007F5EE5"/>
    <w:rsid w:val="007F76C7"/>
    <w:rsid w:val="007F7DF7"/>
    <w:rsid w:val="00803B4B"/>
    <w:rsid w:val="00803F6B"/>
    <w:rsid w:val="00807873"/>
    <w:rsid w:val="008101EE"/>
    <w:rsid w:val="00812254"/>
    <w:rsid w:val="00813F52"/>
    <w:rsid w:val="0081409E"/>
    <w:rsid w:val="008161BD"/>
    <w:rsid w:val="008163AE"/>
    <w:rsid w:val="0081698A"/>
    <w:rsid w:val="00820832"/>
    <w:rsid w:val="00823A8F"/>
    <w:rsid w:val="008254D5"/>
    <w:rsid w:val="008279EC"/>
    <w:rsid w:val="00827BA6"/>
    <w:rsid w:val="00827D50"/>
    <w:rsid w:val="00831658"/>
    <w:rsid w:val="00832108"/>
    <w:rsid w:val="00832B79"/>
    <w:rsid w:val="00833875"/>
    <w:rsid w:val="00833EEA"/>
    <w:rsid w:val="00833EFB"/>
    <w:rsid w:val="0083426D"/>
    <w:rsid w:val="00834B7A"/>
    <w:rsid w:val="00835060"/>
    <w:rsid w:val="00835149"/>
    <w:rsid w:val="00837C2F"/>
    <w:rsid w:val="00840081"/>
    <w:rsid w:val="00840216"/>
    <w:rsid w:val="0084021F"/>
    <w:rsid w:val="00840807"/>
    <w:rsid w:val="00842B71"/>
    <w:rsid w:val="008455EE"/>
    <w:rsid w:val="00847DAE"/>
    <w:rsid w:val="0085442F"/>
    <w:rsid w:val="00854CC6"/>
    <w:rsid w:val="00855EA1"/>
    <w:rsid w:val="00856F77"/>
    <w:rsid w:val="00857DB3"/>
    <w:rsid w:val="008633CB"/>
    <w:rsid w:val="00863652"/>
    <w:rsid w:val="008672CE"/>
    <w:rsid w:val="00867AB8"/>
    <w:rsid w:val="00867C1F"/>
    <w:rsid w:val="00870413"/>
    <w:rsid w:val="0087205B"/>
    <w:rsid w:val="0087237D"/>
    <w:rsid w:val="00873C97"/>
    <w:rsid w:val="008757A2"/>
    <w:rsid w:val="00882ACA"/>
    <w:rsid w:val="00882C27"/>
    <w:rsid w:val="00883B18"/>
    <w:rsid w:val="008841AE"/>
    <w:rsid w:val="0088532C"/>
    <w:rsid w:val="00886019"/>
    <w:rsid w:val="00887396"/>
    <w:rsid w:val="00887B33"/>
    <w:rsid w:val="00892EE2"/>
    <w:rsid w:val="008968D0"/>
    <w:rsid w:val="0089695F"/>
    <w:rsid w:val="00897820"/>
    <w:rsid w:val="008A2244"/>
    <w:rsid w:val="008A3CC3"/>
    <w:rsid w:val="008A6F3B"/>
    <w:rsid w:val="008B05DB"/>
    <w:rsid w:val="008B19B0"/>
    <w:rsid w:val="008B1DC3"/>
    <w:rsid w:val="008B1FE0"/>
    <w:rsid w:val="008B4D0C"/>
    <w:rsid w:val="008B5993"/>
    <w:rsid w:val="008B5B26"/>
    <w:rsid w:val="008B5BD2"/>
    <w:rsid w:val="008B67CD"/>
    <w:rsid w:val="008C0CCE"/>
    <w:rsid w:val="008C1409"/>
    <w:rsid w:val="008C1CFE"/>
    <w:rsid w:val="008C1DFA"/>
    <w:rsid w:val="008C203F"/>
    <w:rsid w:val="008C33FF"/>
    <w:rsid w:val="008C426E"/>
    <w:rsid w:val="008C44E3"/>
    <w:rsid w:val="008C6044"/>
    <w:rsid w:val="008D1023"/>
    <w:rsid w:val="008D1D1A"/>
    <w:rsid w:val="008D1F94"/>
    <w:rsid w:val="008D2356"/>
    <w:rsid w:val="008D2BDD"/>
    <w:rsid w:val="008D3B4D"/>
    <w:rsid w:val="008D3F83"/>
    <w:rsid w:val="008D6330"/>
    <w:rsid w:val="008D70A5"/>
    <w:rsid w:val="008E0F44"/>
    <w:rsid w:val="008E1897"/>
    <w:rsid w:val="008E1907"/>
    <w:rsid w:val="008E1B2A"/>
    <w:rsid w:val="008E41E7"/>
    <w:rsid w:val="008E5254"/>
    <w:rsid w:val="008F17E9"/>
    <w:rsid w:val="008F1A8F"/>
    <w:rsid w:val="008F5960"/>
    <w:rsid w:val="008F72A2"/>
    <w:rsid w:val="00900B67"/>
    <w:rsid w:val="00901577"/>
    <w:rsid w:val="0090377E"/>
    <w:rsid w:val="00903EE9"/>
    <w:rsid w:val="00904185"/>
    <w:rsid w:val="00904597"/>
    <w:rsid w:val="0090514E"/>
    <w:rsid w:val="00907A7B"/>
    <w:rsid w:val="009104B2"/>
    <w:rsid w:val="00916A45"/>
    <w:rsid w:val="00916A6D"/>
    <w:rsid w:val="00916E06"/>
    <w:rsid w:val="009178B3"/>
    <w:rsid w:val="0092120C"/>
    <w:rsid w:val="0092184C"/>
    <w:rsid w:val="009224E6"/>
    <w:rsid w:val="00924E6A"/>
    <w:rsid w:val="00931922"/>
    <w:rsid w:val="009335CC"/>
    <w:rsid w:val="00934B42"/>
    <w:rsid w:val="0093517C"/>
    <w:rsid w:val="00935790"/>
    <w:rsid w:val="00942D0C"/>
    <w:rsid w:val="00943D1B"/>
    <w:rsid w:val="00946195"/>
    <w:rsid w:val="0094710B"/>
    <w:rsid w:val="00947A9D"/>
    <w:rsid w:val="00950213"/>
    <w:rsid w:val="0095035A"/>
    <w:rsid w:val="009509B3"/>
    <w:rsid w:val="00951F02"/>
    <w:rsid w:val="00955CB4"/>
    <w:rsid w:val="0095752B"/>
    <w:rsid w:val="0096034C"/>
    <w:rsid w:val="009640A1"/>
    <w:rsid w:val="009710D8"/>
    <w:rsid w:val="00971D3B"/>
    <w:rsid w:val="00972946"/>
    <w:rsid w:val="009736DA"/>
    <w:rsid w:val="0097534E"/>
    <w:rsid w:val="00982748"/>
    <w:rsid w:val="00984F65"/>
    <w:rsid w:val="009864B7"/>
    <w:rsid w:val="00986C45"/>
    <w:rsid w:val="009915BB"/>
    <w:rsid w:val="009941BE"/>
    <w:rsid w:val="00994DD5"/>
    <w:rsid w:val="00995C47"/>
    <w:rsid w:val="00996F96"/>
    <w:rsid w:val="00997000"/>
    <w:rsid w:val="00997F8E"/>
    <w:rsid w:val="009A07B4"/>
    <w:rsid w:val="009A1242"/>
    <w:rsid w:val="009A1DE1"/>
    <w:rsid w:val="009A3551"/>
    <w:rsid w:val="009A6423"/>
    <w:rsid w:val="009A6B74"/>
    <w:rsid w:val="009B1C96"/>
    <w:rsid w:val="009B442F"/>
    <w:rsid w:val="009B48CB"/>
    <w:rsid w:val="009B54FE"/>
    <w:rsid w:val="009B5BAA"/>
    <w:rsid w:val="009B63BA"/>
    <w:rsid w:val="009C012A"/>
    <w:rsid w:val="009C16AF"/>
    <w:rsid w:val="009C1E59"/>
    <w:rsid w:val="009C2E6B"/>
    <w:rsid w:val="009C325D"/>
    <w:rsid w:val="009C464F"/>
    <w:rsid w:val="009D0763"/>
    <w:rsid w:val="009D0D20"/>
    <w:rsid w:val="009D2F68"/>
    <w:rsid w:val="009D3350"/>
    <w:rsid w:val="009D453B"/>
    <w:rsid w:val="009D74EE"/>
    <w:rsid w:val="009E0782"/>
    <w:rsid w:val="009E08EF"/>
    <w:rsid w:val="009E127F"/>
    <w:rsid w:val="009E150A"/>
    <w:rsid w:val="009E4BC9"/>
    <w:rsid w:val="009E5AA9"/>
    <w:rsid w:val="009E62BB"/>
    <w:rsid w:val="009E6673"/>
    <w:rsid w:val="009E723C"/>
    <w:rsid w:val="009E7B0A"/>
    <w:rsid w:val="009F16BB"/>
    <w:rsid w:val="009F2949"/>
    <w:rsid w:val="009F346A"/>
    <w:rsid w:val="009F7218"/>
    <w:rsid w:val="00A00F5B"/>
    <w:rsid w:val="00A01183"/>
    <w:rsid w:val="00A04B6D"/>
    <w:rsid w:val="00A04CEB"/>
    <w:rsid w:val="00A04DE4"/>
    <w:rsid w:val="00A04FCB"/>
    <w:rsid w:val="00A070E4"/>
    <w:rsid w:val="00A0782A"/>
    <w:rsid w:val="00A120AD"/>
    <w:rsid w:val="00A12975"/>
    <w:rsid w:val="00A13611"/>
    <w:rsid w:val="00A14CCE"/>
    <w:rsid w:val="00A22864"/>
    <w:rsid w:val="00A23D8E"/>
    <w:rsid w:val="00A23F45"/>
    <w:rsid w:val="00A243EE"/>
    <w:rsid w:val="00A24529"/>
    <w:rsid w:val="00A24745"/>
    <w:rsid w:val="00A24E5F"/>
    <w:rsid w:val="00A259EF"/>
    <w:rsid w:val="00A27B95"/>
    <w:rsid w:val="00A3089C"/>
    <w:rsid w:val="00A32F47"/>
    <w:rsid w:val="00A34023"/>
    <w:rsid w:val="00A3457F"/>
    <w:rsid w:val="00A424C1"/>
    <w:rsid w:val="00A42E4B"/>
    <w:rsid w:val="00A433FA"/>
    <w:rsid w:val="00A43C8B"/>
    <w:rsid w:val="00A43E98"/>
    <w:rsid w:val="00A479B7"/>
    <w:rsid w:val="00A505D2"/>
    <w:rsid w:val="00A51457"/>
    <w:rsid w:val="00A52B5D"/>
    <w:rsid w:val="00A53524"/>
    <w:rsid w:val="00A53D8F"/>
    <w:rsid w:val="00A62332"/>
    <w:rsid w:val="00A6375C"/>
    <w:rsid w:val="00A63825"/>
    <w:rsid w:val="00A640C9"/>
    <w:rsid w:val="00A642D4"/>
    <w:rsid w:val="00A64637"/>
    <w:rsid w:val="00A67FF6"/>
    <w:rsid w:val="00A73398"/>
    <w:rsid w:val="00A73B39"/>
    <w:rsid w:val="00A7424F"/>
    <w:rsid w:val="00A77313"/>
    <w:rsid w:val="00A776B4"/>
    <w:rsid w:val="00A81324"/>
    <w:rsid w:val="00A81487"/>
    <w:rsid w:val="00A8332E"/>
    <w:rsid w:val="00A83534"/>
    <w:rsid w:val="00A84AE3"/>
    <w:rsid w:val="00A86586"/>
    <w:rsid w:val="00A86A0F"/>
    <w:rsid w:val="00A86F95"/>
    <w:rsid w:val="00A92C11"/>
    <w:rsid w:val="00A9317F"/>
    <w:rsid w:val="00A932FE"/>
    <w:rsid w:val="00A95825"/>
    <w:rsid w:val="00A96DF7"/>
    <w:rsid w:val="00A9711F"/>
    <w:rsid w:val="00AA0340"/>
    <w:rsid w:val="00AA1FD1"/>
    <w:rsid w:val="00AA222C"/>
    <w:rsid w:val="00AA2A54"/>
    <w:rsid w:val="00AA2DCA"/>
    <w:rsid w:val="00AA5EA6"/>
    <w:rsid w:val="00AA7F42"/>
    <w:rsid w:val="00AB38A1"/>
    <w:rsid w:val="00AC190A"/>
    <w:rsid w:val="00AC1D2B"/>
    <w:rsid w:val="00AC27A4"/>
    <w:rsid w:val="00AC2B4A"/>
    <w:rsid w:val="00AC4D3A"/>
    <w:rsid w:val="00AC7F82"/>
    <w:rsid w:val="00AD67FF"/>
    <w:rsid w:val="00AD7308"/>
    <w:rsid w:val="00AD7769"/>
    <w:rsid w:val="00AE1B84"/>
    <w:rsid w:val="00AE2089"/>
    <w:rsid w:val="00AE64EA"/>
    <w:rsid w:val="00AF05C7"/>
    <w:rsid w:val="00AF2533"/>
    <w:rsid w:val="00AF2587"/>
    <w:rsid w:val="00AF3AC4"/>
    <w:rsid w:val="00AF4803"/>
    <w:rsid w:val="00AF4EF3"/>
    <w:rsid w:val="00AF510F"/>
    <w:rsid w:val="00AF65D9"/>
    <w:rsid w:val="00AF6B9E"/>
    <w:rsid w:val="00AF7DB7"/>
    <w:rsid w:val="00B00DB0"/>
    <w:rsid w:val="00B011B4"/>
    <w:rsid w:val="00B0306A"/>
    <w:rsid w:val="00B05301"/>
    <w:rsid w:val="00B12A6E"/>
    <w:rsid w:val="00B14399"/>
    <w:rsid w:val="00B15655"/>
    <w:rsid w:val="00B16F39"/>
    <w:rsid w:val="00B22CF4"/>
    <w:rsid w:val="00B23EB7"/>
    <w:rsid w:val="00B246FE"/>
    <w:rsid w:val="00B2485B"/>
    <w:rsid w:val="00B2692B"/>
    <w:rsid w:val="00B30372"/>
    <w:rsid w:val="00B30B72"/>
    <w:rsid w:val="00B31879"/>
    <w:rsid w:val="00B32093"/>
    <w:rsid w:val="00B32146"/>
    <w:rsid w:val="00B32FFC"/>
    <w:rsid w:val="00B37313"/>
    <w:rsid w:val="00B41404"/>
    <w:rsid w:val="00B42934"/>
    <w:rsid w:val="00B42F62"/>
    <w:rsid w:val="00B431F8"/>
    <w:rsid w:val="00B44821"/>
    <w:rsid w:val="00B44B50"/>
    <w:rsid w:val="00B53503"/>
    <w:rsid w:val="00B55CA4"/>
    <w:rsid w:val="00B577E6"/>
    <w:rsid w:val="00B61919"/>
    <w:rsid w:val="00B6263D"/>
    <w:rsid w:val="00B633DB"/>
    <w:rsid w:val="00B64348"/>
    <w:rsid w:val="00B66478"/>
    <w:rsid w:val="00B664A7"/>
    <w:rsid w:val="00B6771E"/>
    <w:rsid w:val="00B67847"/>
    <w:rsid w:val="00B72577"/>
    <w:rsid w:val="00B74A67"/>
    <w:rsid w:val="00B74AD4"/>
    <w:rsid w:val="00B74DC1"/>
    <w:rsid w:val="00B762AE"/>
    <w:rsid w:val="00B76ED3"/>
    <w:rsid w:val="00B7723A"/>
    <w:rsid w:val="00B819AF"/>
    <w:rsid w:val="00B81FA2"/>
    <w:rsid w:val="00B828B3"/>
    <w:rsid w:val="00B83670"/>
    <w:rsid w:val="00B84936"/>
    <w:rsid w:val="00B85ABC"/>
    <w:rsid w:val="00B85FE0"/>
    <w:rsid w:val="00B86A22"/>
    <w:rsid w:val="00B91030"/>
    <w:rsid w:val="00B92F4A"/>
    <w:rsid w:val="00B95C55"/>
    <w:rsid w:val="00B95EE0"/>
    <w:rsid w:val="00B96077"/>
    <w:rsid w:val="00BA09A2"/>
    <w:rsid w:val="00BA3AF7"/>
    <w:rsid w:val="00BA51D6"/>
    <w:rsid w:val="00BB443F"/>
    <w:rsid w:val="00BB5677"/>
    <w:rsid w:val="00BB6E3C"/>
    <w:rsid w:val="00BB721E"/>
    <w:rsid w:val="00BB7EF9"/>
    <w:rsid w:val="00BC3690"/>
    <w:rsid w:val="00BC3F50"/>
    <w:rsid w:val="00BC4500"/>
    <w:rsid w:val="00BC4767"/>
    <w:rsid w:val="00BC48C0"/>
    <w:rsid w:val="00BC5AE2"/>
    <w:rsid w:val="00BD077E"/>
    <w:rsid w:val="00BD090B"/>
    <w:rsid w:val="00BD0F44"/>
    <w:rsid w:val="00BD10C2"/>
    <w:rsid w:val="00BD4E6D"/>
    <w:rsid w:val="00BD66F4"/>
    <w:rsid w:val="00BE3012"/>
    <w:rsid w:val="00BE5E66"/>
    <w:rsid w:val="00BE7AA4"/>
    <w:rsid w:val="00BF0AF2"/>
    <w:rsid w:val="00BF25C5"/>
    <w:rsid w:val="00BF275C"/>
    <w:rsid w:val="00BF4DDD"/>
    <w:rsid w:val="00BF4F8B"/>
    <w:rsid w:val="00C0377E"/>
    <w:rsid w:val="00C04941"/>
    <w:rsid w:val="00C04E3D"/>
    <w:rsid w:val="00C05B77"/>
    <w:rsid w:val="00C103C2"/>
    <w:rsid w:val="00C15B68"/>
    <w:rsid w:val="00C1707E"/>
    <w:rsid w:val="00C1789B"/>
    <w:rsid w:val="00C20618"/>
    <w:rsid w:val="00C2084B"/>
    <w:rsid w:val="00C21C0D"/>
    <w:rsid w:val="00C22207"/>
    <w:rsid w:val="00C2275F"/>
    <w:rsid w:val="00C22A51"/>
    <w:rsid w:val="00C239AF"/>
    <w:rsid w:val="00C23CAF"/>
    <w:rsid w:val="00C24899"/>
    <w:rsid w:val="00C24D9E"/>
    <w:rsid w:val="00C25019"/>
    <w:rsid w:val="00C25134"/>
    <w:rsid w:val="00C30058"/>
    <w:rsid w:val="00C3252C"/>
    <w:rsid w:val="00C32DD2"/>
    <w:rsid w:val="00C331E3"/>
    <w:rsid w:val="00C33693"/>
    <w:rsid w:val="00C35540"/>
    <w:rsid w:val="00C359DB"/>
    <w:rsid w:val="00C36265"/>
    <w:rsid w:val="00C36B11"/>
    <w:rsid w:val="00C37B1F"/>
    <w:rsid w:val="00C43BE2"/>
    <w:rsid w:val="00C47DED"/>
    <w:rsid w:val="00C5049B"/>
    <w:rsid w:val="00C51A16"/>
    <w:rsid w:val="00C53C75"/>
    <w:rsid w:val="00C54C8D"/>
    <w:rsid w:val="00C55588"/>
    <w:rsid w:val="00C557AD"/>
    <w:rsid w:val="00C55BC1"/>
    <w:rsid w:val="00C55DAD"/>
    <w:rsid w:val="00C56623"/>
    <w:rsid w:val="00C5720A"/>
    <w:rsid w:val="00C60DDE"/>
    <w:rsid w:val="00C61103"/>
    <w:rsid w:val="00C624C1"/>
    <w:rsid w:val="00C63913"/>
    <w:rsid w:val="00C6786E"/>
    <w:rsid w:val="00C70019"/>
    <w:rsid w:val="00C70900"/>
    <w:rsid w:val="00C72746"/>
    <w:rsid w:val="00C729FE"/>
    <w:rsid w:val="00C73B84"/>
    <w:rsid w:val="00C73F6B"/>
    <w:rsid w:val="00C7531E"/>
    <w:rsid w:val="00C75C09"/>
    <w:rsid w:val="00C77D35"/>
    <w:rsid w:val="00C77E20"/>
    <w:rsid w:val="00C77E45"/>
    <w:rsid w:val="00C80A0C"/>
    <w:rsid w:val="00C82D33"/>
    <w:rsid w:val="00C837ED"/>
    <w:rsid w:val="00C83D72"/>
    <w:rsid w:val="00C8580C"/>
    <w:rsid w:val="00C85CD2"/>
    <w:rsid w:val="00C86677"/>
    <w:rsid w:val="00C91EF8"/>
    <w:rsid w:val="00CA1320"/>
    <w:rsid w:val="00CA1348"/>
    <w:rsid w:val="00CA277A"/>
    <w:rsid w:val="00CA55EB"/>
    <w:rsid w:val="00CA5697"/>
    <w:rsid w:val="00CB0F12"/>
    <w:rsid w:val="00CB131A"/>
    <w:rsid w:val="00CB28F5"/>
    <w:rsid w:val="00CB361B"/>
    <w:rsid w:val="00CB5463"/>
    <w:rsid w:val="00CB5B21"/>
    <w:rsid w:val="00CB5DF8"/>
    <w:rsid w:val="00CB6615"/>
    <w:rsid w:val="00CC144A"/>
    <w:rsid w:val="00CC3198"/>
    <w:rsid w:val="00CC5D74"/>
    <w:rsid w:val="00CC7962"/>
    <w:rsid w:val="00CD0516"/>
    <w:rsid w:val="00CD20D3"/>
    <w:rsid w:val="00CD2952"/>
    <w:rsid w:val="00CD4CCE"/>
    <w:rsid w:val="00CD504A"/>
    <w:rsid w:val="00CD5CE7"/>
    <w:rsid w:val="00CE0549"/>
    <w:rsid w:val="00CE12BF"/>
    <w:rsid w:val="00CE14D5"/>
    <w:rsid w:val="00CE336E"/>
    <w:rsid w:val="00CE7E9B"/>
    <w:rsid w:val="00CF106A"/>
    <w:rsid w:val="00CF1CDF"/>
    <w:rsid w:val="00CF2BF0"/>
    <w:rsid w:val="00CF427D"/>
    <w:rsid w:val="00CF5155"/>
    <w:rsid w:val="00CF53F8"/>
    <w:rsid w:val="00CF5A8F"/>
    <w:rsid w:val="00CF6254"/>
    <w:rsid w:val="00D0537F"/>
    <w:rsid w:val="00D058F1"/>
    <w:rsid w:val="00D064EB"/>
    <w:rsid w:val="00D07967"/>
    <w:rsid w:val="00D10993"/>
    <w:rsid w:val="00D141DB"/>
    <w:rsid w:val="00D15F75"/>
    <w:rsid w:val="00D16434"/>
    <w:rsid w:val="00D1750B"/>
    <w:rsid w:val="00D17C1E"/>
    <w:rsid w:val="00D218B1"/>
    <w:rsid w:val="00D21C57"/>
    <w:rsid w:val="00D21DAB"/>
    <w:rsid w:val="00D23482"/>
    <w:rsid w:val="00D252F7"/>
    <w:rsid w:val="00D307E5"/>
    <w:rsid w:val="00D30BD6"/>
    <w:rsid w:val="00D33C40"/>
    <w:rsid w:val="00D34975"/>
    <w:rsid w:val="00D4110C"/>
    <w:rsid w:val="00D42357"/>
    <w:rsid w:val="00D424C1"/>
    <w:rsid w:val="00D43F69"/>
    <w:rsid w:val="00D442BE"/>
    <w:rsid w:val="00D448F2"/>
    <w:rsid w:val="00D44909"/>
    <w:rsid w:val="00D45B3A"/>
    <w:rsid w:val="00D45B59"/>
    <w:rsid w:val="00D45DCC"/>
    <w:rsid w:val="00D47491"/>
    <w:rsid w:val="00D5125F"/>
    <w:rsid w:val="00D5748F"/>
    <w:rsid w:val="00D5749B"/>
    <w:rsid w:val="00D57C1F"/>
    <w:rsid w:val="00D62C2F"/>
    <w:rsid w:val="00D634F5"/>
    <w:rsid w:val="00D64A2F"/>
    <w:rsid w:val="00D71204"/>
    <w:rsid w:val="00D73169"/>
    <w:rsid w:val="00D7525D"/>
    <w:rsid w:val="00D7785B"/>
    <w:rsid w:val="00D779F8"/>
    <w:rsid w:val="00D80BF5"/>
    <w:rsid w:val="00D80CB8"/>
    <w:rsid w:val="00D83639"/>
    <w:rsid w:val="00D837B5"/>
    <w:rsid w:val="00D87155"/>
    <w:rsid w:val="00D93A9C"/>
    <w:rsid w:val="00D93E64"/>
    <w:rsid w:val="00D94050"/>
    <w:rsid w:val="00D9588D"/>
    <w:rsid w:val="00D95C71"/>
    <w:rsid w:val="00DA0E90"/>
    <w:rsid w:val="00DA17E3"/>
    <w:rsid w:val="00DA4AF0"/>
    <w:rsid w:val="00DA586C"/>
    <w:rsid w:val="00DA5AE6"/>
    <w:rsid w:val="00DA6A20"/>
    <w:rsid w:val="00DB03BC"/>
    <w:rsid w:val="00DB0CC1"/>
    <w:rsid w:val="00DB1B50"/>
    <w:rsid w:val="00DB2EE6"/>
    <w:rsid w:val="00DB332B"/>
    <w:rsid w:val="00DB62B1"/>
    <w:rsid w:val="00DB6E25"/>
    <w:rsid w:val="00DC089D"/>
    <w:rsid w:val="00DC0D10"/>
    <w:rsid w:val="00DC0FAB"/>
    <w:rsid w:val="00DC40D6"/>
    <w:rsid w:val="00DC4D0B"/>
    <w:rsid w:val="00DC70C0"/>
    <w:rsid w:val="00DC7FA6"/>
    <w:rsid w:val="00DD0D24"/>
    <w:rsid w:val="00DD0D5A"/>
    <w:rsid w:val="00DD2129"/>
    <w:rsid w:val="00DD21E4"/>
    <w:rsid w:val="00DD2DB1"/>
    <w:rsid w:val="00DD44C6"/>
    <w:rsid w:val="00DD486C"/>
    <w:rsid w:val="00DD59A5"/>
    <w:rsid w:val="00DD5AE0"/>
    <w:rsid w:val="00DD704F"/>
    <w:rsid w:val="00DD750C"/>
    <w:rsid w:val="00DE081E"/>
    <w:rsid w:val="00DE1944"/>
    <w:rsid w:val="00DE2660"/>
    <w:rsid w:val="00DE5265"/>
    <w:rsid w:val="00DE52FD"/>
    <w:rsid w:val="00DE6379"/>
    <w:rsid w:val="00DE6629"/>
    <w:rsid w:val="00DE7046"/>
    <w:rsid w:val="00DE7CC4"/>
    <w:rsid w:val="00DF0AE8"/>
    <w:rsid w:val="00DF1579"/>
    <w:rsid w:val="00DF1833"/>
    <w:rsid w:val="00DF57E1"/>
    <w:rsid w:val="00DF6587"/>
    <w:rsid w:val="00DF784A"/>
    <w:rsid w:val="00DF7A1B"/>
    <w:rsid w:val="00E014EF"/>
    <w:rsid w:val="00E04B80"/>
    <w:rsid w:val="00E057C8"/>
    <w:rsid w:val="00E076FC"/>
    <w:rsid w:val="00E106BC"/>
    <w:rsid w:val="00E11FEB"/>
    <w:rsid w:val="00E132A7"/>
    <w:rsid w:val="00E14178"/>
    <w:rsid w:val="00E17A9F"/>
    <w:rsid w:val="00E266F8"/>
    <w:rsid w:val="00E26EB5"/>
    <w:rsid w:val="00E3114E"/>
    <w:rsid w:val="00E32D94"/>
    <w:rsid w:val="00E34B6C"/>
    <w:rsid w:val="00E3660A"/>
    <w:rsid w:val="00E37B09"/>
    <w:rsid w:val="00E37E5F"/>
    <w:rsid w:val="00E42042"/>
    <w:rsid w:val="00E420EF"/>
    <w:rsid w:val="00E42440"/>
    <w:rsid w:val="00E42AB7"/>
    <w:rsid w:val="00E436DC"/>
    <w:rsid w:val="00E4697F"/>
    <w:rsid w:val="00E5329D"/>
    <w:rsid w:val="00E54C85"/>
    <w:rsid w:val="00E5506D"/>
    <w:rsid w:val="00E55ACE"/>
    <w:rsid w:val="00E567F9"/>
    <w:rsid w:val="00E57C66"/>
    <w:rsid w:val="00E6065E"/>
    <w:rsid w:val="00E623CD"/>
    <w:rsid w:val="00E64585"/>
    <w:rsid w:val="00E651FE"/>
    <w:rsid w:val="00E71B75"/>
    <w:rsid w:val="00E724E4"/>
    <w:rsid w:val="00E7370C"/>
    <w:rsid w:val="00E738C9"/>
    <w:rsid w:val="00E7512A"/>
    <w:rsid w:val="00E752AF"/>
    <w:rsid w:val="00E75A57"/>
    <w:rsid w:val="00E805F5"/>
    <w:rsid w:val="00E81C45"/>
    <w:rsid w:val="00E82A16"/>
    <w:rsid w:val="00E85605"/>
    <w:rsid w:val="00E85EF9"/>
    <w:rsid w:val="00E90145"/>
    <w:rsid w:val="00E90508"/>
    <w:rsid w:val="00E937CC"/>
    <w:rsid w:val="00E9490B"/>
    <w:rsid w:val="00EA1228"/>
    <w:rsid w:val="00EA2517"/>
    <w:rsid w:val="00EA2EFB"/>
    <w:rsid w:val="00EA350D"/>
    <w:rsid w:val="00EA392A"/>
    <w:rsid w:val="00EA3EAB"/>
    <w:rsid w:val="00EA4FFE"/>
    <w:rsid w:val="00EB05CE"/>
    <w:rsid w:val="00EB173C"/>
    <w:rsid w:val="00EB5BC2"/>
    <w:rsid w:val="00EB645E"/>
    <w:rsid w:val="00EC0BDD"/>
    <w:rsid w:val="00EC5C8A"/>
    <w:rsid w:val="00ED3882"/>
    <w:rsid w:val="00ED45F4"/>
    <w:rsid w:val="00ED595B"/>
    <w:rsid w:val="00ED7B12"/>
    <w:rsid w:val="00ED7F1F"/>
    <w:rsid w:val="00EE05FE"/>
    <w:rsid w:val="00EE10CD"/>
    <w:rsid w:val="00EE3E92"/>
    <w:rsid w:val="00EF00DD"/>
    <w:rsid w:val="00EF21E2"/>
    <w:rsid w:val="00EF7F65"/>
    <w:rsid w:val="00F03898"/>
    <w:rsid w:val="00F04C1F"/>
    <w:rsid w:val="00F07A88"/>
    <w:rsid w:val="00F1018F"/>
    <w:rsid w:val="00F13335"/>
    <w:rsid w:val="00F137B9"/>
    <w:rsid w:val="00F16122"/>
    <w:rsid w:val="00F16323"/>
    <w:rsid w:val="00F17A6F"/>
    <w:rsid w:val="00F2222A"/>
    <w:rsid w:val="00F23044"/>
    <w:rsid w:val="00F23729"/>
    <w:rsid w:val="00F2714A"/>
    <w:rsid w:val="00F326A0"/>
    <w:rsid w:val="00F3335E"/>
    <w:rsid w:val="00F40FFF"/>
    <w:rsid w:val="00F4260A"/>
    <w:rsid w:val="00F4667B"/>
    <w:rsid w:val="00F4761C"/>
    <w:rsid w:val="00F52750"/>
    <w:rsid w:val="00F52D86"/>
    <w:rsid w:val="00F53FA8"/>
    <w:rsid w:val="00F5406A"/>
    <w:rsid w:val="00F56DB1"/>
    <w:rsid w:val="00F611F4"/>
    <w:rsid w:val="00F6154F"/>
    <w:rsid w:val="00F61B07"/>
    <w:rsid w:val="00F620BD"/>
    <w:rsid w:val="00F62CB3"/>
    <w:rsid w:val="00F64CAD"/>
    <w:rsid w:val="00F6507B"/>
    <w:rsid w:val="00F658DB"/>
    <w:rsid w:val="00F6701F"/>
    <w:rsid w:val="00F71681"/>
    <w:rsid w:val="00F72161"/>
    <w:rsid w:val="00F738A3"/>
    <w:rsid w:val="00F74417"/>
    <w:rsid w:val="00F74B4F"/>
    <w:rsid w:val="00F75F1A"/>
    <w:rsid w:val="00F77568"/>
    <w:rsid w:val="00F80AE5"/>
    <w:rsid w:val="00F86440"/>
    <w:rsid w:val="00F8698F"/>
    <w:rsid w:val="00F875A1"/>
    <w:rsid w:val="00F9036A"/>
    <w:rsid w:val="00F93754"/>
    <w:rsid w:val="00FA06AF"/>
    <w:rsid w:val="00FA0AC2"/>
    <w:rsid w:val="00FA3157"/>
    <w:rsid w:val="00FA473E"/>
    <w:rsid w:val="00FB5D70"/>
    <w:rsid w:val="00FB73CD"/>
    <w:rsid w:val="00FC14F7"/>
    <w:rsid w:val="00FC1F69"/>
    <w:rsid w:val="00FC380D"/>
    <w:rsid w:val="00FD31DC"/>
    <w:rsid w:val="00FD5669"/>
    <w:rsid w:val="00FD6CE3"/>
    <w:rsid w:val="00FD6FB0"/>
    <w:rsid w:val="00FE02A8"/>
    <w:rsid w:val="00FE0F24"/>
    <w:rsid w:val="00FE1470"/>
    <w:rsid w:val="00FE1D6E"/>
    <w:rsid w:val="00FE4794"/>
    <w:rsid w:val="00FE4ECE"/>
    <w:rsid w:val="00FE5015"/>
    <w:rsid w:val="00FE5F70"/>
    <w:rsid w:val="00FF47C9"/>
    <w:rsid w:val="00FF6007"/>
    <w:rsid w:val="00FF69EE"/>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E3EE1A4"/>
  <w15:docId w15:val="{35CC3999-D14A-409F-AAF3-D78A45AFE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SansOffice" w:eastAsia="TheSansOffice" w:hAnsi="TheSansOffice"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1579"/>
    <w:pPr>
      <w:spacing w:line="284" w:lineRule="exact"/>
    </w:pPr>
    <w:rPr>
      <w:sz w:val="18"/>
      <w:szCs w:val="22"/>
      <w:lang w:eastAsia="en-US"/>
    </w:rPr>
  </w:style>
  <w:style w:type="paragraph" w:styleId="berschrift2">
    <w:name w:val="heading 2"/>
    <w:basedOn w:val="Standard"/>
    <w:link w:val="berschrift2Zchn"/>
    <w:uiPriority w:val="9"/>
    <w:qFormat/>
    <w:rsid w:val="00AF2587"/>
    <w:pPr>
      <w:spacing w:before="100" w:beforeAutospacing="1" w:after="100" w:afterAutospacing="1" w:line="240" w:lineRule="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E8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67E8C"/>
  </w:style>
  <w:style w:type="paragraph" w:styleId="Fuzeile">
    <w:name w:val="footer"/>
    <w:basedOn w:val="Standard"/>
    <w:link w:val="FuzeileZchn"/>
    <w:uiPriority w:val="99"/>
    <w:unhideWhenUsed/>
    <w:rsid w:val="00167E8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67E8C"/>
  </w:style>
  <w:style w:type="paragraph" w:styleId="Sprechblasentext">
    <w:name w:val="Balloon Text"/>
    <w:basedOn w:val="Standard"/>
    <w:link w:val="SprechblasentextZchn"/>
    <w:uiPriority w:val="99"/>
    <w:semiHidden/>
    <w:unhideWhenUsed/>
    <w:rsid w:val="00167E8C"/>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167E8C"/>
    <w:rPr>
      <w:rFonts w:ascii="Tahoma" w:hAnsi="Tahoma" w:cs="Tahoma"/>
      <w:sz w:val="16"/>
      <w:szCs w:val="16"/>
    </w:rPr>
  </w:style>
  <w:style w:type="paragraph" w:customStyle="1" w:styleId="Adresserechts">
    <w:name w:val="Adresse rechts"/>
    <w:basedOn w:val="Standard"/>
    <w:qFormat/>
    <w:rsid w:val="00324F02"/>
    <w:pPr>
      <w:spacing w:line="213" w:lineRule="exact"/>
    </w:pPr>
    <w:rPr>
      <w:sz w:val="15"/>
      <w:szCs w:val="15"/>
    </w:rPr>
  </w:style>
  <w:style w:type="paragraph" w:customStyle="1" w:styleId="BITStandardBold">
    <w:name w:val="BIT Standard Bold"/>
    <w:basedOn w:val="Standard"/>
    <w:qFormat/>
    <w:rsid w:val="00B57059"/>
    <w:rPr>
      <w:b/>
    </w:rPr>
  </w:style>
  <w:style w:type="paragraph" w:customStyle="1" w:styleId="BITAbsender">
    <w:name w:val="BIT Absender"/>
    <w:basedOn w:val="Standard"/>
    <w:qFormat/>
    <w:rsid w:val="00111288"/>
    <w:pPr>
      <w:tabs>
        <w:tab w:val="left" w:pos="142"/>
      </w:tabs>
      <w:spacing w:line="213" w:lineRule="exact"/>
    </w:pPr>
    <w:rPr>
      <w:sz w:val="15"/>
      <w:szCs w:val="15"/>
    </w:rPr>
  </w:style>
  <w:style w:type="character" w:customStyle="1" w:styleId="BITBlau">
    <w:name w:val="BIT Blau"/>
    <w:uiPriority w:val="1"/>
    <w:qFormat/>
    <w:rsid w:val="00111288"/>
    <w:rPr>
      <w:color w:val="009FE3"/>
    </w:rPr>
  </w:style>
  <w:style w:type="paragraph" w:customStyle="1" w:styleId="BITAbsenderBold">
    <w:name w:val="BIT Absender Bold"/>
    <w:basedOn w:val="BITAbsender"/>
    <w:qFormat/>
    <w:rsid w:val="008C203F"/>
    <w:rPr>
      <w:b/>
    </w:rPr>
  </w:style>
  <w:style w:type="paragraph" w:customStyle="1" w:styleId="BITFlietextmitAbsatz">
    <w:name w:val="BIT Fließtext mit Absatz"/>
    <w:basedOn w:val="Standard"/>
    <w:link w:val="BITFlietextmitAbsatzZchn"/>
    <w:qFormat/>
    <w:rsid w:val="007E01BE"/>
    <w:pPr>
      <w:spacing w:after="284"/>
    </w:pPr>
  </w:style>
  <w:style w:type="paragraph" w:customStyle="1" w:styleId="BITAufzhlung">
    <w:name w:val="BIT Aufzählung"/>
    <w:basedOn w:val="Standard"/>
    <w:qFormat/>
    <w:rsid w:val="00EB5BC2"/>
    <w:pPr>
      <w:numPr>
        <w:numId w:val="1"/>
      </w:numPr>
      <w:spacing w:after="284"/>
      <w:contextualSpacing/>
    </w:pPr>
    <w:rPr>
      <w:b/>
      <w:szCs w:val="18"/>
    </w:rPr>
  </w:style>
  <w:style w:type="paragraph" w:customStyle="1" w:styleId="BITNummerierung">
    <w:name w:val="BIT Nummerierung"/>
    <w:basedOn w:val="Standard"/>
    <w:qFormat/>
    <w:rsid w:val="008D3B4D"/>
    <w:pPr>
      <w:numPr>
        <w:numId w:val="3"/>
      </w:numPr>
      <w:tabs>
        <w:tab w:val="left" w:pos="295"/>
        <w:tab w:val="left" w:pos="363"/>
        <w:tab w:val="left" w:pos="544"/>
      </w:tabs>
      <w:ind w:left="295" w:hanging="295"/>
    </w:pPr>
  </w:style>
  <w:style w:type="paragraph" w:customStyle="1" w:styleId="BITNummerierung1Ebenezweistellig">
    <w:name w:val="BIT Nummerierung (1. Ebene zweistellig)"/>
    <w:basedOn w:val="BITNummerierung"/>
    <w:qFormat/>
    <w:rsid w:val="00791A20"/>
    <w:rPr>
      <w:lang w:val="fr-FR"/>
    </w:rPr>
  </w:style>
  <w:style w:type="paragraph" w:customStyle="1" w:styleId="BITCoverberschrift">
    <w:name w:val="BIT Cover Überschrift"/>
    <w:basedOn w:val="Standard"/>
    <w:qFormat/>
    <w:rsid w:val="007260FD"/>
    <w:pPr>
      <w:spacing w:after="140" w:line="568" w:lineRule="exact"/>
    </w:pPr>
    <w:rPr>
      <w:b/>
      <w:color w:val="009FE3"/>
      <w:sz w:val="48"/>
    </w:rPr>
  </w:style>
  <w:style w:type="paragraph" w:customStyle="1" w:styleId="BITAufzhlungBullet">
    <w:name w:val="BIT Aufzählung Bullet"/>
    <w:basedOn w:val="Standard"/>
    <w:qFormat/>
    <w:rsid w:val="007260FD"/>
    <w:pPr>
      <w:ind w:left="181" w:hanging="181"/>
    </w:pPr>
  </w:style>
  <w:style w:type="paragraph" w:customStyle="1" w:styleId="HeadlinePresseinfo">
    <w:name w:val="Headline Presseinfo"/>
    <w:basedOn w:val="Standard"/>
    <w:qFormat/>
    <w:rsid w:val="007260FD"/>
    <w:pPr>
      <w:keepNext/>
      <w:keepLines/>
      <w:spacing w:before="280"/>
    </w:pPr>
    <w:rPr>
      <w:b/>
      <w:sz w:val="24"/>
    </w:rPr>
  </w:style>
  <w:style w:type="paragraph" w:customStyle="1" w:styleId="BITAbbinder">
    <w:name w:val="BIT Abbinder"/>
    <w:basedOn w:val="Standard"/>
    <w:qFormat/>
    <w:rsid w:val="007260FD"/>
    <w:pPr>
      <w:spacing w:line="240" w:lineRule="atLeast"/>
    </w:pPr>
    <w:rPr>
      <w:sz w:val="15"/>
      <w:szCs w:val="15"/>
    </w:rPr>
  </w:style>
  <w:style w:type="character" w:customStyle="1" w:styleId="Datum">
    <w:name w:val="_Datum"/>
    <w:basedOn w:val="Absatz-Standardschriftart"/>
    <w:rsid w:val="007260FD"/>
    <w:rPr>
      <w:rFonts w:ascii="Arial" w:hAnsi="Arial"/>
      <w:sz w:val="20"/>
      <w:szCs w:val="20"/>
      <w:lang w:val="de-DE"/>
    </w:rPr>
  </w:style>
  <w:style w:type="paragraph" w:customStyle="1" w:styleId="BITHeadlineohneAbsatz">
    <w:name w:val="BIT Headline ohne Absatz"/>
    <w:basedOn w:val="Standard"/>
    <w:qFormat/>
    <w:rsid w:val="007260FD"/>
    <w:pPr>
      <w:keepNext/>
      <w:keepLines/>
      <w:spacing w:before="280"/>
    </w:pPr>
    <w:rPr>
      <w:b/>
      <w:sz w:val="24"/>
    </w:rPr>
  </w:style>
  <w:style w:type="character" w:styleId="Hyperlink">
    <w:name w:val="Hyperlink"/>
    <w:basedOn w:val="Absatz-Standardschriftart"/>
    <w:uiPriority w:val="99"/>
    <w:unhideWhenUsed/>
    <w:rsid w:val="00CC3198"/>
    <w:rPr>
      <w:color w:val="AA0064"/>
      <w:u w:val="single"/>
    </w:rPr>
  </w:style>
  <w:style w:type="character" w:styleId="Kommentarzeichen">
    <w:name w:val="annotation reference"/>
    <w:basedOn w:val="Absatz-Standardschriftart"/>
    <w:uiPriority w:val="99"/>
    <w:semiHidden/>
    <w:unhideWhenUsed/>
    <w:rsid w:val="00A51457"/>
    <w:rPr>
      <w:sz w:val="16"/>
      <w:szCs w:val="16"/>
    </w:rPr>
  </w:style>
  <w:style w:type="paragraph" w:styleId="Kommentartext">
    <w:name w:val="annotation text"/>
    <w:basedOn w:val="Standard"/>
    <w:link w:val="KommentartextZchn"/>
    <w:uiPriority w:val="99"/>
    <w:semiHidden/>
    <w:unhideWhenUsed/>
    <w:rsid w:val="00A514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51457"/>
    <w:rPr>
      <w:lang w:eastAsia="en-US"/>
    </w:rPr>
  </w:style>
  <w:style w:type="paragraph" w:styleId="Kommentarthema">
    <w:name w:val="annotation subject"/>
    <w:basedOn w:val="Kommentartext"/>
    <w:next w:val="Kommentartext"/>
    <w:link w:val="KommentarthemaZchn"/>
    <w:uiPriority w:val="99"/>
    <w:semiHidden/>
    <w:unhideWhenUsed/>
    <w:rsid w:val="00A51457"/>
    <w:rPr>
      <w:b/>
      <w:bCs/>
    </w:rPr>
  </w:style>
  <w:style w:type="character" w:customStyle="1" w:styleId="KommentarthemaZchn">
    <w:name w:val="Kommentarthema Zchn"/>
    <w:basedOn w:val="KommentartextZchn"/>
    <w:link w:val="Kommentarthema"/>
    <w:uiPriority w:val="99"/>
    <w:semiHidden/>
    <w:rsid w:val="00A51457"/>
    <w:rPr>
      <w:b/>
      <w:bCs/>
      <w:lang w:eastAsia="en-US"/>
    </w:rPr>
  </w:style>
  <w:style w:type="paragraph" w:styleId="berarbeitung">
    <w:name w:val="Revision"/>
    <w:hidden/>
    <w:uiPriority w:val="99"/>
    <w:semiHidden/>
    <w:rsid w:val="00D17C1E"/>
    <w:rPr>
      <w:sz w:val="18"/>
      <w:szCs w:val="22"/>
      <w:lang w:eastAsia="en-US"/>
    </w:rPr>
  </w:style>
  <w:style w:type="character" w:customStyle="1" w:styleId="apple-converted-space">
    <w:name w:val="apple-converted-space"/>
    <w:basedOn w:val="Absatz-Standardschriftart"/>
    <w:rsid w:val="003E1A59"/>
  </w:style>
  <w:style w:type="character" w:customStyle="1" w:styleId="berschrift2Zchn">
    <w:name w:val="Überschrift 2 Zchn"/>
    <w:basedOn w:val="Absatz-Standardschriftart"/>
    <w:link w:val="berschrift2"/>
    <w:uiPriority w:val="9"/>
    <w:rsid w:val="00AF2587"/>
    <w:rPr>
      <w:rFonts w:ascii="Times New Roman" w:eastAsia="Times New Roman" w:hAnsi="Times New Roman"/>
      <w:b/>
      <w:bCs/>
      <w:sz w:val="36"/>
      <w:szCs w:val="36"/>
    </w:rPr>
  </w:style>
  <w:style w:type="character" w:customStyle="1" w:styleId="given-name">
    <w:name w:val="given-name"/>
    <w:basedOn w:val="Absatz-Standardschriftart"/>
    <w:rsid w:val="00AF2587"/>
  </w:style>
  <w:style w:type="character" w:customStyle="1" w:styleId="family-name">
    <w:name w:val="family-name"/>
    <w:basedOn w:val="Absatz-Standardschriftart"/>
    <w:rsid w:val="00AF2587"/>
  </w:style>
  <w:style w:type="character" w:customStyle="1" w:styleId="role">
    <w:name w:val="role"/>
    <w:basedOn w:val="Absatz-Standardschriftart"/>
    <w:rsid w:val="00AF2587"/>
  </w:style>
  <w:style w:type="character" w:customStyle="1" w:styleId="org">
    <w:name w:val="org"/>
    <w:basedOn w:val="Absatz-Standardschriftart"/>
    <w:rsid w:val="00AF2587"/>
  </w:style>
  <w:style w:type="character" w:styleId="Fett">
    <w:name w:val="Strong"/>
    <w:basedOn w:val="Absatz-Standardschriftart"/>
    <w:uiPriority w:val="22"/>
    <w:qFormat/>
    <w:rsid w:val="00263DDA"/>
    <w:rPr>
      <w:b/>
      <w:bCs/>
    </w:rPr>
  </w:style>
  <w:style w:type="character" w:customStyle="1" w:styleId="tgc">
    <w:name w:val="_tgc"/>
    <w:basedOn w:val="Absatz-Standardschriftart"/>
    <w:rsid w:val="00263DDA"/>
  </w:style>
  <w:style w:type="character" w:styleId="BesuchterLink">
    <w:name w:val="FollowedHyperlink"/>
    <w:basedOn w:val="Absatz-Standardschriftart"/>
    <w:uiPriority w:val="99"/>
    <w:semiHidden/>
    <w:unhideWhenUsed/>
    <w:rsid w:val="009C464F"/>
    <w:rPr>
      <w:color w:val="800080" w:themeColor="followedHyperlink"/>
      <w:u w:val="single"/>
    </w:rPr>
  </w:style>
  <w:style w:type="paragraph" w:styleId="StandardWeb">
    <w:name w:val="Normal (Web)"/>
    <w:basedOn w:val="Standard"/>
    <w:uiPriority w:val="99"/>
    <w:semiHidden/>
    <w:unhideWhenUsed/>
    <w:rsid w:val="000F194F"/>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Default">
    <w:name w:val="Default"/>
    <w:rsid w:val="00D307E5"/>
    <w:pPr>
      <w:autoSpaceDE w:val="0"/>
      <w:autoSpaceDN w:val="0"/>
      <w:adjustRightInd w:val="0"/>
    </w:pPr>
    <w:rPr>
      <w:rFonts w:cs="TheSansOffice"/>
      <w:color w:val="000000"/>
      <w:sz w:val="24"/>
      <w:szCs w:val="24"/>
    </w:rPr>
  </w:style>
  <w:style w:type="table" w:styleId="Tabellenraster">
    <w:name w:val="Table Grid"/>
    <w:basedOn w:val="NormaleTabelle"/>
    <w:rsid w:val="001B4420"/>
    <w:pPr>
      <w:spacing w:line="261" w:lineRule="atLeast"/>
    </w:pPr>
    <w:rPr>
      <w:rFonts w:ascii="Arial" w:eastAsia="Times New Roman" w:hAnsi="Arial"/>
    </w:rPr>
    <w:tblPr>
      <w:tblCellMar>
        <w:left w:w="0" w:type="dxa"/>
        <w:right w:w="0" w:type="dxa"/>
      </w:tblCellMar>
    </w:tblPr>
    <w:tcPr>
      <w:tcMar>
        <w:right w:w="0" w:type="dxa"/>
      </w:tcMar>
    </w:tcPr>
  </w:style>
  <w:style w:type="table" w:customStyle="1" w:styleId="Tabellenraster1">
    <w:name w:val="Tabellenraster1"/>
    <w:basedOn w:val="NormaleTabelle"/>
    <w:next w:val="Tabellenraster"/>
    <w:uiPriority w:val="59"/>
    <w:rsid w:val="00C3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o-style4">
    <w:name w:val="auto-style4"/>
    <w:basedOn w:val="Absatz-Standardschriftart"/>
    <w:rsid w:val="00D837B5"/>
  </w:style>
  <w:style w:type="paragraph" w:customStyle="1" w:styleId="Formatvorlage1">
    <w:name w:val="Formatvorlage1"/>
    <w:basedOn w:val="BITFlietextmitAbsatz"/>
    <w:link w:val="Formatvorlage1Zchn"/>
    <w:qFormat/>
    <w:rsid w:val="00934B42"/>
    <w:rPr>
      <w:rFonts w:ascii="TheSans C4s Regular" w:hAnsi="TheSans C4s Regular"/>
    </w:rPr>
  </w:style>
  <w:style w:type="character" w:styleId="NichtaufgelsteErwhnung">
    <w:name w:val="Unresolved Mention"/>
    <w:basedOn w:val="Absatz-Standardschriftart"/>
    <w:uiPriority w:val="99"/>
    <w:semiHidden/>
    <w:unhideWhenUsed/>
    <w:rsid w:val="004D2C5B"/>
    <w:rPr>
      <w:color w:val="605E5C"/>
      <w:shd w:val="clear" w:color="auto" w:fill="E1DFDD"/>
    </w:rPr>
  </w:style>
  <w:style w:type="character" w:customStyle="1" w:styleId="BITFlietextmitAbsatzZchn">
    <w:name w:val="BIT Fließtext mit Absatz Zchn"/>
    <w:basedOn w:val="Absatz-Standardschriftart"/>
    <w:link w:val="BITFlietextmitAbsatz"/>
    <w:rsid w:val="00934B42"/>
    <w:rPr>
      <w:sz w:val="18"/>
      <w:szCs w:val="22"/>
      <w:lang w:eastAsia="en-US"/>
    </w:rPr>
  </w:style>
  <w:style w:type="character" w:customStyle="1" w:styleId="Formatvorlage1Zchn">
    <w:name w:val="Formatvorlage1 Zchn"/>
    <w:basedOn w:val="BITFlietextmitAbsatzZchn"/>
    <w:link w:val="Formatvorlage1"/>
    <w:rsid w:val="00934B42"/>
    <w:rPr>
      <w:rFonts w:ascii="TheSans C4s Regular" w:hAnsi="TheSans C4s Regular"/>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2560">
      <w:bodyDiv w:val="1"/>
      <w:marLeft w:val="0"/>
      <w:marRight w:val="0"/>
      <w:marTop w:val="0"/>
      <w:marBottom w:val="0"/>
      <w:divBdr>
        <w:top w:val="none" w:sz="0" w:space="0" w:color="auto"/>
        <w:left w:val="none" w:sz="0" w:space="0" w:color="auto"/>
        <w:bottom w:val="none" w:sz="0" w:space="0" w:color="auto"/>
        <w:right w:val="none" w:sz="0" w:space="0" w:color="auto"/>
      </w:divBdr>
    </w:div>
    <w:div w:id="174468905">
      <w:bodyDiv w:val="1"/>
      <w:marLeft w:val="0"/>
      <w:marRight w:val="0"/>
      <w:marTop w:val="0"/>
      <w:marBottom w:val="0"/>
      <w:divBdr>
        <w:top w:val="none" w:sz="0" w:space="0" w:color="auto"/>
        <w:left w:val="none" w:sz="0" w:space="0" w:color="auto"/>
        <w:bottom w:val="none" w:sz="0" w:space="0" w:color="auto"/>
        <w:right w:val="none" w:sz="0" w:space="0" w:color="auto"/>
      </w:divBdr>
    </w:div>
    <w:div w:id="248077637">
      <w:bodyDiv w:val="1"/>
      <w:marLeft w:val="0"/>
      <w:marRight w:val="0"/>
      <w:marTop w:val="0"/>
      <w:marBottom w:val="0"/>
      <w:divBdr>
        <w:top w:val="none" w:sz="0" w:space="0" w:color="auto"/>
        <w:left w:val="none" w:sz="0" w:space="0" w:color="auto"/>
        <w:bottom w:val="none" w:sz="0" w:space="0" w:color="auto"/>
        <w:right w:val="none" w:sz="0" w:space="0" w:color="auto"/>
      </w:divBdr>
    </w:div>
    <w:div w:id="309288991">
      <w:bodyDiv w:val="1"/>
      <w:marLeft w:val="0"/>
      <w:marRight w:val="0"/>
      <w:marTop w:val="0"/>
      <w:marBottom w:val="0"/>
      <w:divBdr>
        <w:top w:val="none" w:sz="0" w:space="0" w:color="auto"/>
        <w:left w:val="none" w:sz="0" w:space="0" w:color="auto"/>
        <w:bottom w:val="none" w:sz="0" w:space="0" w:color="auto"/>
        <w:right w:val="none" w:sz="0" w:space="0" w:color="auto"/>
      </w:divBdr>
    </w:div>
    <w:div w:id="343289681">
      <w:bodyDiv w:val="1"/>
      <w:marLeft w:val="0"/>
      <w:marRight w:val="0"/>
      <w:marTop w:val="0"/>
      <w:marBottom w:val="0"/>
      <w:divBdr>
        <w:top w:val="none" w:sz="0" w:space="0" w:color="auto"/>
        <w:left w:val="none" w:sz="0" w:space="0" w:color="auto"/>
        <w:bottom w:val="none" w:sz="0" w:space="0" w:color="auto"/>
        <w:right w:val="none" w:sz="0" w:space="0" w:color="auto"/>
      </w:divBdr>
    </w:div>
    <w:div w:id="516622989">
      <w:bodyDiv w:val="1"/>
      <w:marLeft w:val="0"/>
      <w:marRight w:val="0"/>
      <w:marTop w:val="0"/>
      <w:marBottom w:val="0"/>
      <w:divBdr>
        <w:top w:val="none" w:sz="0" w:space="0" w:color="auto"/>
        <w:left w:val="none" w:sz="0" w:space="0" w:color="auto"/>
        <w:bottom w:val="none" w:sz="0" w:space="0" w:color="auto"/>
        <w:right w:val="none" w:sz="0" w:space="0" w:color="auto"/>
      </w:divBdr>
      <w:divsChild>
        <w:div w:id="703335586">
          <w:marLeft w:val="0"/>
          <w:marRight w:val="0"/>
          <w:marTop w:val="0"/>
          <w:marBottom w:val="0"/>
          <w:divBdr>
            <w:top w:val="none" w:sz="0" w:space="0" w:color="auto"/>
            <w:left w:val="none" w:sz="0" w:space="0" w:color="auto"/>
            <w:bottom w:val="none" w:sz="0" w:space="0" w:color="auto"/>
            <w:right w:val="none" w:sz="0" w:space="0" w:color="auto"/>
          </w:divBdr>
        </w:div>
      </w:divsChild>
    </w:div>
    <w:div w:id="555749685">
      <w:bodyDiv w:val="1"/>
      <w:marLeft w:val="0"/>
      <w:marRight w:val="0"/>
      <w:marTop w:val="0"/>
      <w:marBottom w:val="0"/>
      <w:divBdr>
        <w:top w:val="none" w:sz="0" w:space="0" w:color="auto"/>
        <w:left w:val="none" w:sz="0" w:space="0" w:color="auto"/>
        <w:bottom w:val="none" w:sz="0" w:space="0" w:color="auto"/>
        <w:right w:val="none" w:sz="0" w:space="0" w:color="auto"/>
      </w:divBdr>
    </w:div>
    <w:div w:id="566767017">
      <w:bodyDiv w:val="1"/>
      <w:marLeft w:val="0"/>
      <w:marRight w:val="0"/>
      <w:marTop w:val="0"/>
      <w:marBottom w:val="0"/>
      <w:divBdr>
        <w:top w:val="none" w:sz="0" w:space="0" w:color="auto"/>
        <w:left w:val="none" w:sz="0" w:space="0" w:color="auto"/>
        <w:bottom w:val="none" w:sz="0" w:space="0" w:color="auto"/>
        <w:right w:val="none" w:sz="0" w:space="0" w:color="auto"/>
      </w:divBdr>
    </w:div>
    <w:div w:id="631861796">
      <w:bodyDiv w:val="1"/>
      <w:marLeft w:val="0"/>
      <w:marRight w:val="0"/>
      <w:marTop w:val="0"/>
      <w:marBottom w:val="0"/>
      <w:divBdr>
        <w:top w:val="none" w:sz="0" w:space="0" w:color="auto"/>
        <w:left w:val="none" w:sz="0" w:space="0" w:color="auto"/>
        <w:bottom w:val="none" w:sz="0" w:space="0" w:color="auto"/>
        <w:right w:val="none" w:sz="0" w:space="0" w:color="auto"/>
      </w:divBdr>
    </w:div>
    <w:div w:id="666635617">
      <w:bodyDiv w:val="1"/>
      <w:marLeft w:val="0"/>
      <w:marRight w:val="0"/>
      <w:marTop w:val="0"/>
      <w:marBottom w:val="0"/>
      <w:divBdr>
        <w:top w:val="none" w:sz="0" w:space="0" w:color="auto"/>
        <w:left w:val="none" w:sz="0" w:space="0" w:color="auto"/>
        <w:bottom w:val="none" w:sz="0" w:space="0" w:color="auto"/>
        <w:right w:val="none" w:sz="0" w:space="0" w:color="auto"/>
      </w:divBdr>
    </w:div>
    <w:div w:id="690188509">
      <w:bodyDiv w:val="1"/>
      <w:marLeft w:val="0"/>
      <w:marRight w:val="0"/>
      <w:marTop w:val="0"/>
      <w:marBottom w:val="0"/>
      <w:divBdr>
        <w:top w:val="none" w:sz="0" w:space="0" w:color="auto"/>
        <w:left w:val="none" w:sz="0" w:space="0" w:color="auto"/>
        <w:bottom w:val="none" w:sz="0" w:space="0" w:color="auto"/>
        <w:right w:val="none" w:sz="0" w:space="0" w:color="auto"/>
      </w:divBdr>
    </w:div>
    <w:div w:id="818956559">
      <w:bodyDiv w:val="1"/>
      <w:marLeft w:val="0"/>
      <w:marRight w:val="0"/>
      <w:marTop w:val="0"/>
      <w:marBottom w:val="0"/>
      <w:divBdr>
        <w:top w:val="none" w:sz="0" w:space="0" w:color="auto"/>
        <w:left w:val="none" w:sz="0" w:space="0" w:color="auto"/>
        <w:bottom w:val="none" w:sz="0" w:space="0" w:color="auto"/>
        <w:right w:val="none" w:sz="0" w:space="0" w:color="auto"/>
      </w:divBdr>
    </w:div>
    <w:div w:id="1034695758">
      <w:bodyDiv w:val="1"/>
      <w:marLeft w:val="0"/>
      <w:marRight w:val="0"/>
      <w:marTop w:val="0"/>
      <w:marBottom w:val="0"/>
      <w:divBdr>
        <w:top w:val="none" w:sz="0" w:space="0" w:color="auto"/>
        <w:left w:val="none" w:sz="0" w:space="0" w:color="auto"/>
        <w:bottom w:val="none" w:sz="0" w:space="0" w:color="auto"/>
        <w:right w:val="none" w:sz="0" w:space="0" w:color="auto"/>
      </w:divBdr>
    </w:div>
    <w:div w:id="1142818512">
      <w:bodyDiv w:val="1"/>
      <w:marLeft w:val="0"/>
      <w:marRight w:val="0"/>
      <w:marTop w:val="0"/>
      <w:marBottom w:val="0"/>
      <w:divBdr>
        <w:top w:val="none" w:sz="0" w:space="0" w:color="auto"/>
        <w:left w:val="none" w:sz="0" w:space="0" w:color="auto"/>
        <w:bottom w:val="none" w:sz="0" w:space="0" w:color="auto"/>
        <w:right w:val="none" w:sz="0" w:space="0" w:color="auto"/>
      </w:divBdr>
    </w:div>
    <w:div w:id="1304962713">
      <w:bodyDiv w:val="1"/>
      <w:marLeft w:val="0"/>
      <w:marRight w:val="0"/>
      <w:marTop w:val="0"/>
      <w:marBottom w:val="0"/>
      <w:divBdr>
        <w:top w:val="none" w:sz="0" w:space="0" w:color="auto"/>
        <w:left w:val="none" w:sz="0" w:space="0" w:color="auto"/>
        <w:bottom w:val="none" w:sz="0" w:space="0" w:color="auto"/>
        <w:right w:val="none" w:sz="0" w:space="0" w:color="auto"/>
      </w:divBdr>
      <w:divsChild>
        <w:div w:id="502548664">
          <w:marLeft w:val="0"/>
          <w:marRight w:val="0"/>
          <w:marTop w:val="0"/>
          <w:marBottom w:val="0"/>
          <w:divBdr>
            <w:top w:val="none" w:sz="0" w:space="0" w:color="auto"/>
            <w:left w:val="none" w:sz="0" w:space="0" w:color="auto"/>
            <w:bottom w:val="none" w:sz="0" w:space="0" w:color="auto"/>
            <w:right w:val="none" w:sz="0" w:space="0" w:color="auto"/>
          </w:divBdr>
        </w:div>
      </w:divsChild>
    </w:div>
    <w:div w:id="1341159996">
      <w:bodyDiv w:val="1"/>
      <w:marLeft w:val="0"/>
      <w:marRight w:val="0"/>
      <w:marTop w:val="0"/>
      <w:marBottom w:val="0"/>
      <w:divBdr>
        <w:top w:val="none" w:sz="0" w:space="0" w:color="auto"/>
        <w:left w:val="none" w:sz="0" w:space="0" w:color="auto"/>
        <w:bottom w:val="none" w:sz="0" w:space="0" w:color="auto"/>
        <w:right w:val="none" w:sz="0" w:space="0" w:color="auto"/>
      </w:divBdr>
    </w:div>
    <w:div w:id="1384718180">
      <w:bodyDiv w:val="1"/>
      <w:marLeft w:val="0"/>
      <w:marRight w:val="0"/>
      <w:marTop w:val="0"/>
      <w:marBottom w:val="0"/>
      <w:divBdr>
        <w:top w:val="none" w:sz="0" w:space="0" w:color="auto"/>
        <w:left w:val="none" w:sz="0" w:space="0" w:color="auto"/>
        <w:bottom w:val="none" w:sz="0" w:space="0" w:color="auto"/>
        <w:right w:val="none" w:sz="0" w:space="0" w:color="auto"/>
      </w:divBdr>
    </w:div>
    <w:div w:id="1404451031">
      <w:bodyDiv w:val="1"/>
      <w:marLeft w:val="0"/>
      <w:marRight w:val="0"/>
      <w:marTop w:val="0"/>
      <w:marBottom w:val="0"/>
      <w:divBdr>
        <w:top w:val="none" w:sz="0" w:space="0" w:color="auto"/>
        <w:left w:val="none" w:sz="0" w:space="0" w:color="auto"/>
        <w:bottom w:val="none" w:sz="0" w:space="0" w:color="auto"/>
        <w:right w:val="none" w:sz="0" w:space="0" w:color="auto"/>
      </w:divBdr>
    </w:div>
    <w:div w:id="1621648017">
      <w:bodyDiv w:val="1"/>
      <w:marLeft w:val="0"/>
      <w:marRight w:val="0"/>
      <w:marTop w:val="0"/>
      <w:marBottom w:val="0"/>
      <w:divBdr>
        <w:top w:val="none" w:sz="0" w:space="0" w:color="auto"/>
        <w:left w:val="none" w:sz="0" w:space="0" w:color="auto"/>
        <w:bottom w:val="none" w:sz="0" w:space="0" w:color="auto"/>
        <w:right w:val="none" w:sz="0" w:space="0" w:color="auto"/>
      </w:divBdr>
    </w:div>
    <w:div w:id="1658609209">
      <w:bodyDiv w:val="1"/>
      <w:marLeft w:val="0"/>
      <w:marRight w:val="0"/>
      <w:marTop w:val="0"/>
      <w:marBottom w:val="0"/>
      <w:divBdr>
        <w:top w:val="none" w:sz="0" w:space="0" w:color="auto"/>
        <w:left w:val="none" w:sz="0" w:space="0" w:color="auto"/>
        <w:bottom w:val="none" w:sz="0" w:space="0" w:color="auto"/>
        <w:right w:val="none" w:sz="0" w:space="0" w:color="auto"/>
      </w:divBdr>
    </w:div>
    <w:div w:id="1781728075">
      <w:bodyDiv w:val="1"/>
      <w:marLeft w:val="0"/>
      <w:marRight w:val="0"/>
      <w:marTop w:val="0"/>
      <w:marBottom w:val="0"/>
      <w:divBdr>
        <w:top w:val="none" w:sz="0" w:space="0" w:color="auto"/>
        <w:left w:val="none" w:sz="0" w:space="0" w:color="auto"/>
        <w:bottom w:val="none" w:sz="0" w:space="0" w:color="auto"/>
        <w:right w:val="none" w:sz="0" w:space="0" w:color="auto"/>
      </w:divBdr>
    </w:div>
    <w:div w:id="206386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gitaltag.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gitaltag.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digitaltag.eu" TargetMode="External"/><Relationship Id="rId1" Type="http://schemas.openxmlformats.org/officeDocument/2006/relationships/hyperlink" Target="http://www.digitalta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uly\AppData\Roaming\Microsoft\Templates\Presseinfo_Bitkom.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BB0020864F3438592DBCDCECB47DD" ma:contentTypeVersion="14" ma:contentTypeDescription="Create a new document." ma:contentTypeScope="" ma:versionID="ebbb9ef931566a36af3cd8ed75971159">
  <xsd:schema xmlns:xsd="http://www.w3.org/2001/XMLSchema" xmlns:xs="http://www.w3.org/2001/XMLSchema" xmlns:p="http://schemas.microsoft.com/office/2006/metadata/properties" xmlns:ns2="af3ee3df-f988-4bce-9085-dbbd93c42352" xmlns:ns3="676b2033-fa26-4809-874a-1181aa3c21ea" targetNamespace="http://schemas.microsoft.com/office/2006/metadata/properties" ma:root="true" ma:fieldsID="ce2961ce729b64e52018dc22b1de5c13" ns2:_="" ns3:_="">
    <xsd:import namespace="af3ee3df-f988-4bce-9085-dbbd93c42352"/>
    <xsd:import namespace="676b2033-fa26-4809-874a-1181aa3c21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ee3df-f988-4bce-9085-dbbd93c42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b76741d-2708-46a6-bf97-e878451aa8a6"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6b2033-fa26-4809-874a-1181aa3c21e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2f2f1-15f7-4216-9857-e8955ab6bf29}" ma:internalName="TaxCatchAll" ma:showField="CatchAllData" ma:web="676b2033-fa26-4809-874a-1181aa3c21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76b2033-fa26-4809-874a-1181aa3c21ea" xsi:nil="true"/>
    <lcf76f155ced4ddcb4097134ff3c332f xmlns="af3ee3df-f988-4bce-9085-dbbd93c423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4B132B-A428-4F92-B16E-3ADFAD62669C}">
  <ds:schemaRefs>
    <ds:schemaRef ds:uri="http://schemas.openxmlformats.org/officeDocument/2006/bibliography"/>
  </ds:schemaRefs>
</ds:datastoreItem>
</file>

<file path=customXml/itemProps2.xml><?xml version="1.0" encoding="utf-8"?>
<ds:datastoreItem xmlns:ds="http://schemas.openxmlformats.org/officeDocument/2006/customXml" ds:itemID="{232C1503-5B92-4DBE-9994-BDE33369E4A7}">
  <ds:schemaRefs>
    <ds:schemaRef ds:uri="http://schemas.microsoft.com/sharepoint/v3/contenttype/forms"/>
  </ds:schemaRefs>
</ds:datastoreItem>
</file>

<file path=customXml/itemProps3.xml><?xml version="1.0" encoding="utf-8"?>
<ds:datastoreItem xmlns:ds="http://schemas.openxmlformats.org/officeDocument/2006/customXml" ds:itemID="{8453FD14-DECA-4E46-B3D4-77FCD129E9C3}"/>
</file>

<file path=customXml/itemProps4.xml><?xml version="1.0" encoding="utf-8"?>
<ds:datastoreItem xmlns:ds="http://schemas.openxmlformats.org/officeDocument/2006/customXml" ds:itemID="{098A0935-8F90-4A31-B98B-EBC92B50AA2E}">
  <ds:schemaRefs>
    <ds:schemaRef ds:uri="http://schemas.microsoft.com/office/2006/metadata/properties"/>
    <ds:schemaRef ds:uri="http://schemas.microsoft.com/office/infopath/2007/PartnerControls"/>
    <ds:schemaRef ds:uri="676b2033-fa26-4809-874a-1181aa3c21ea"/>
    <ds:schemaRef ds:uri="af3ee3df-f988-4bce-9085-dbbd93c42352"/>
  </ds:schemaRefs>
</ds:datastoreItem>
</file>

<file path=docProps/app.xml><?xml version="1.0" encoding="utf-8"?>
<Properties xmlns="http://schemas.openxmlformats.org/officeDocument/2006/extended-properties" xmlns:vt="http://schemas.openxmlformats.org/officeDocument/2006/docPropsVTypes">
  <Template>Presseinfo_Bitkom</Template>
  <TotalTime>0</TotalTime>
  <Pages>2</Pages>
  <Words>448</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BITKOM</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L.Burgstedt@digitaltag.eu</dc:creator>
  <cp:lastModifiedBy>Tra My Nguyen</cp:lastModifiedBy>
  <cp:revision>14</cp:revision>
  <cp:lastPrinted>2019-09-24T14:35:00Z</cp:lastPrinted>
  <dcterms:created xsi:type="dcterms:W3CDTF">2021-02-05T09:28:00Z</dcterms:created>
  <dcterms:modified xsi:type="dcterms:W3CDTF">2025-01-26T18:00:00Z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0x01010003DBB0020864F3438592DBCDCECB47DD</vt:lpwstr>
  </property>
  <property fmtid="{D5CDD505-2E9C-101B-9397-08002B2CF9AE}" pid="3" name="Order">
    <vt:r8>3003600</vt:r8>
  </property>
  <property fmtid="{D5CDD505-2E9C-101B-9397-08002B2CF9AE}" pid="4" name="MediaServiceImageTags">
    <vt:lpwstr/>
  </property>
</Properties>
</file>